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C0539" w14:textId="77777777" w:rsidR="0088519C" w:rsidRPr="00877DF2" w:rsidRDefault="0088519C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p w14:paraId="6CE14C66" w14:textId="77777777" w:rsidR="0088519C" w:rsidRPr="00C01CC0" w:rsidRDefault="0088519C" w:rsidP="00877DF2">
      <w:pPr>
        <w:tabs>
          <w:tab w:val="left" w:pos="284"/>
        </w:tabs>
        <w:suppressAutoHyphens w:val="0"/>
        <w:autoSpaceDN/>
        <w:spacing w:after="120" w:line="240" w:lineRule="auto"/>
        <w:jc w:val="right"/>
        <w:textAlignment w:val="auto"/>
        <w:rPr>
          <w:rFonts w:ascii="Arial" w:eastAsia="Times New Roman" w:hAnsi="Arial" w:cs="Arial"/>
          <w:noProof/>
          <w:sz w:val="18"/>
          <w:szCs w:val="18"/>
          <w:u w:val="single"/>
          <w:lang w:eastAsia="pl-PL"/>
        </w:rPr>
      </w:pPr>
      <w:r w:rsidRPr="00C01CC0">
        <w:rPr>
          <w:rFonts w:ascii="Arial" w:eastAsia="Times New Roman" w:hAnsi="Arial" w:cs="Arial"/>
          <w:noProof/>
          <w:sz w:val="18"/>
          <w:szCs w:val="18"/>
          <w:u w:val="single"/>
          <w:lang w:eastAsia="pl-PL"/>
        </w:rPr>
        <w:t>Załącznik nr 5 do Zapytania</w:t>
      </w:r>
    </w:p>
    <w:p w14:paraId="1A3CC617" w14:textId="520FFBF1" w:rsidR="0088519C" w:rsidRPr="002D6DD0" w:rsidRDefault="00485B07" w:rsidP="00C83306">
      <w:pPr>
        <w:tabs>
          <w:tab w:val="left" w:pos="284"/>
        </w:tabs>
        <w:suppressAutoHyphens w:val="0"/>
        <w:autoSpaceDN/>
        <w:spacing w:after="120" w:line="240" w:lineRule="auto"/>
        <w:jc w:val="both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Znak sprawy: </w:t>
      </w:r>
      <w:r w:rsidR="005F1D2A" w:rsidRPr="005F1D2A">
        <w:rPr>
          <w:rFonts w:ascii="Arial" w:eastAsia="Times New Roman" w:hAnsi="Arial" w:cs="Arial"/>
          <w:noProof/>
          <w:sz w:val="18"/>
          <w:szCs w:val="18"/>
          <w:lang w:eastAsia="pl-PL"/>
        </w:rPr>
        <w:t>SP</w:t>
      </w:r>
      <w:r w:rsidR="005F1D2A"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>-WOSzK-ZP.2612.</w:t>
      </w:r>
      <w:r w:rsidR="004725E4"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>1</w:t>
      </w:r>
      <w:r w:rsidR="00702EDE"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>5.202</w:t>
      </w:r>
      <w:r w:rsidR="004725E4"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>5</w:t>
      </w:r>
    </w:p>
    <w:p w14:paraId="28881C86" w14:textId="545C830D" w:rsidR="005A7381" w:rsidRPr="002D6DD0" w:rsidRDefault="005A7381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2D6DD0" w:rsidRPr="002D6DD0" w14:paraId="7D85CF9B" w14:textId="77777777" w:rsidTr="005B4F76">
        <w:trPr>
          <w:jc w:val="center"/>
        </w:trPr>
        <w:tc>
          <w:tcPr>
            <w:tcW w:w="9060" w:type="dxa"/>
            <w:shd w:val="clear" w:color="auto" w:fill="D9D9D9" w:themeFill="background1" w:themeFillShade="D9"/>
          </w:tcPr>
          <w:p w14:paraId="4E99CE22" w14:textId="2CD7D463" w:rsidR="005B4F76" w:rsidRPr="002D6DD0" w:rsidRDefault="005B4F76" w:rsidP="005B4F76">
            <w:pPr>
              <w:tabs>
                <w:tab w:val="left" w:pos="284"/>
              </w:tabs>
              <w:suppressAutoHyphens w:val="0"/>
              <w:autoSpaceDN/>
              <w:spacing w:before="120" w:after="120" w:line="240" w:lineRule="auto"/>
              <w:jc w:val="center"/>
              <w:textAlignment w:val="auto"/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</w:pPr>
            <w:r w:rsidRPr="002D6DD0">
              <w:rPr>
                <w:rFonts w:ascii="Arial" w:hAnsi="Arial" w:cs="Arial"/>
                <w:b/>
                <w:noProof/>
                <w:sz w:val="18"/>
                <w:szCs w:val="18"/>
                <w:lang w:eastAsia="pl-PL"/>
              </w:rPr>
              <w:t>PROJEKT UMOWY</w:t>
            </w:r>
          </w:p>
        </w:tc>
      </w:tr>
    </w:tbl>
    <w:p w14:paraId="7C1C6475" w14:textId="77777777" w:rsidR="005B4F76" w:rsidRPr="002D6DD0" w:rsidRDefault="005B4F76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b/>
          <w:noProof/>
          <w:sz w:val="18"/>
          <w:szCs w:val="18"/>
          <w:lang w:eastAsia="pl-PL"/>
        </w:rPr>
      </w:pPr>
    </w:p>
    <w:p w14:paraId="43775E48" w14:textId="77777777" w:rsidR="00203E0D" w:rsidRPr="002D6DD0" w:rsidRDefault="00203E0D" w:rsidP="00877DF2">
      <w:pPr>
        <w:tabs>
          <w:tab w:val="left" w:pos="284"/>
        </w:tabs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D6DD0">
        <w:rPr>
          <w:rFonts w:ascii="Arial" w:eastAsia="Times New Roman" w:hAnsi="Arial" w:cs="Arial"/>
          <w:b/>
          <w:noProof/>
          <w:sz w:val="18"/>
          <w:szCs w:val="18"/>
          <w:lang w:eastAsia="pl-PL"/>
        </w:rPr>
        <w:t>UMOWA</w:t>
      </w:r>
      <w:r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 xml:space="preserve"> nr ……………</w:t>
      </w:r>
    </w:p>
    <w:p w14:paraId="5568C965" w14:textId="77777777" w:rsidR="00203E0D" w:rsidRPr="002D6DD0" w:rsidRDefault="00203E0D" w:rsidP="00877DF2">
      <w:pPr>
        <w:suppressAutoHyphens w:val="0"/>
        <w:autoSpaceDN/>
        <w:spacing w:after="120" w:line="240" w:lineRule="auto"/>
        <w:jc w:val="center"/>
        <w:textAlignment w:val="auto"/>
        <w:rPr>
          <w:rFonts w:ascii="Arial" w:eastAsia="Times New Roman" w:hAnsi="Arial" w:cs="Arial"/>
          <w:noProof/>
          <w:sz w:val="18"/>
          <w:szCs w:val="18"/>
          <w:lang w:eastAsia="pl-PL"/>
        </w:rPr>
      </w:pPr>
      <w:r w:rsidRPr="002D6DD0">
        <w:rPr>
          <w:rFonts w:ascii="Arial" w:eastAsia="Times New Roman" w:hAnsi="Arial" w:cs="Arial"/>
          <w:noProof/>
          <w:sz w:val="18"/>
          <w:szCs w:val="18"/>
          <w:lang w:eastAsia="pl-PL"/>
        </w:rPr>
        <w:t>zawarta w dniu ……………….. pomiędzy</w:t>
      </w:r>
    </w:p>
    <w:p w14:paraId="30030E58" w14:textId="77777777" w:rsidR="00203E0D" w:rsidRPr="002D6DD0" w:rsidRDefault="00203E0D" w:rsidP="00877DF2">
      <w:pPr>
        <w:suppressAutoHyphens w:val="0"/>
        <w:autoSpaceDN/>
        <w:spacing w:after="120" w:line="240" w:lineRule="auto"/>
        <w:jc w:val="both"/>
        <w:textAlignment w:val="auto"/>
        <w:rPr>
          <w:rFonts w:ascii="Arial" w:eastAsia="Times New Roman" w:hAnsi="Arial" w:cs="Arial"/>
          <w:i/>
          <w:iCs/>
          <w:snapToGrid w:val="0"/>
          <w:sz w:val="18"/>
          <w:szCs w:val="18"/>
          <w:lang w:eastAsia="pl-PL"/>
        </w:rPr>
      </w:pPr>
    </w:p>
    <w:p w14:paraId="004A19F8" w14:textId="77777777" w:rsidR="00955FB5" w:rsidRPr="002D6DD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2D6DD0">
        <w:rPr>
          <w:rFonts w:ascii="Arial" w:eastAsia="Times New Roman" w:hAnsi="Arial" w:cs="Arial"/>
          <w:b/>
          <w:sz w:val="18"/>
          <w:szCs w:val="18"/>
          <w:lang w:val="x-none" w:eastAsia="x-none"/>
        </w:rPr>
        <w:t xml:space="preserve">Wojskowym Ośrodkiem Szkoleniowo-Kondycyjnym w Zakopanem, </w:t>
      </w:r>
      <w:r w:rsidRPr="002D6DD0">
        <w:rPr>
          <w:rFonts w:ascii="Arial" w:eastAsia="Times New Roman" w:hAnsi="Arial" w:cs="Arial"/>
          <w:sz w:val="18"/>
          <w:szCs w:val="18"/>
          <w:lang w:eastAsia="x-none"/>
        </w:rPr>
        <w:t>z siedzibą w</w:t>
      </w: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>: 34-511 Kościelisko, ul. Strzelców Podhalańskich 4</w:t>
      </w:r>
      <w:r w:rsidRPr="002D6DD0">
        <w:rPr>
          <w:rFonts w:ascii="Arial" w:eastAsia="Times New Roman" w:hAnsi="Arial" w:cs="Arial"/>
          <w:sz w:val="18"/>
          <w:szCs w:val="18"/>
          <w:lang w:eastAsia="x-none"/>
        </w:rPr>
        <w:t xml:space="preserve">, </w:t>
      </w: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posiadającym NIP </w:t>
      </w:r>
      <w:r w:rsidR="00877DF2" w:rsidRPr="002D6DD0">
        <w:rPr>
          <w:rFonts w:ascii="Arial" w:eastAsia="Times New Roman" w:hAnsi="Arial" w:cs="Arial"/>
          <w:sz w:val="18"/>
          <w:szCs w:val="18"/>
          <w:lang w:eastAsia="x-none"/>
        </w:rPr>
        <w:t xml:space="preserve">................................... </w:t>
      </w:r>
    </w:p>
    <w:p w14:paraId="35D2E3F6" w14:textId="77777777" w:rsidR="00955FB5" w:rsidRPr="002D6DD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eastAsia="x-none"/>
        </w:rPr>
        <w:t>reprezentowanym przez: ……………………….</w:t>
      </w:r>
    </w:p>
    <w:p w14:paraId="768015EE" w14:textId="77777777" w:rsidR="00955FB5" w:rsidRPr="002D6DD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zwanym </w:t>
      </w:r>
      <w:r w:rsidRPr="002D6DD0">
        <w:rPr>
          <w:rFonts w:ascii="Arial" w:eastAsia="Times New Roman" w:hAnsi="Arial" w:cs="Arial"/>
          <w:sz w:val="18"/>
          <w:szCs w:val="18"/>
          <w:lang w:eastAsia="x-none"/>
        </w:rPr>
        <w:t xml:space="preserve">dalej </w:t>
      </w: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>ZAMAWIAJĄCYM</w:t>
      </w:r>
      <w:r w:rsidRPr="002D6DD0">
        <w:rPr>
          <w:rFonts w:ascii="Arial" w:eastAsia="Times New Roman" w:hAnsi="Arial" w:cs="Arial"/>
          <w:sz w:val="18"/>
          <w:szCs w:val="18"/>
          <w:lang w:eastAsia="x-none"/>
        </w:rPr>
        <w:t>,</w:t>
      </w: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 </w:t>
      </w:r>
    </w:p>
    <w:p w14:paraId="2AD63137" w14:textId="77777777" w:rsidR="00955FB5" w:rsidRPr="002D6DD0" w:rsidRDefault="00955FB5" w:rsidP="00877DF2">
      <w:pPr>
        <w:tabs>
          <w:tab w:val="left" w:pos="284"/>
        </w:tabs>
        <w:suppressAutoHyphens w:val="0"/>
        <w:autoSpaceDN/>
        <w:spacing w:after="120" w:line="240" w:lineRule="auto"/>
        <w:textAlignment w:val="auto"/>
        <w:rPr>
          <w:rFonts w:ascii="Arial" w:eastAsia="Times New Roman" w:hAnsi="Arial" w:cs="Arial"/>
          <w:sz w:val="18"/>
          <w:szCs w:val="18"/>
          <w:lang w:eastAsia="pl-PL"/>
        </w:rPr>
      </w:pPr>
      <w:r w:rsidRPr="002D6DD0">
        <w:rPr>
          <w:rFonts w:ascii="Arial" w:eastAsia="Times New Roman" w:hAnsi="Arial" w:cs="Arial"/>
          <w:sz w:val="18"/>
          <w:szCs w:val="18"/>
          <w:lang w:eastAsia="pl-PL"/>
        </w:rPr>
        <w:t>a</w:t>
      </w:r>
    </w:p>
    <w:p w14:paraId="762AD83B" w14:textId="77777777" w:rsidR="00955FB5" w:rsidRPr="002D6DD0" w:rsidRDefault="0088519C" w:rsidP="00877DF2">
      <w:pPr>
        <w:widowControl w:val="0"/>
        <w:tabs>
          <w:tab w:val="left" w:pos="142"/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sz w:val="18"/>
          <w:szCs w:val="18"/>
          <w:lang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eastAsia="x-none"/>
        </w:rPr>
        <w:t>.................................................................</w:t>
      </w:r>
      <w:r w:rsidR="00955FB5" w:rsidRPr="002D6DD0">
        <w:rPr>
          <w:rFonts w:ascii="Arial" w:eastAsia="Times New Roman" w:hAnsi="Arial" w:cs="Arial"/>
          <w:b/>
          <w:sz w:val="18"/>
          <w:szCs w:val="18"/>
          <w:lang w:eastAsia="x-none"/>
        </w:rPr>
        <w:t xml:space="preserve"> </w:t>
      </w:r>
      <w:r w:rsidR="00955FB5" w:rsidRPr="002D6DD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z siedzibą: </w:t>
      </w:r>
      <w:r w:rsidR="00955FB5" w:rsidRPr="002D6DD0">
        <w:rPr>
          <w:rFonts w:ascii="Arial" w:eastAsia="Times New Roman" w:hAnsi="Arial" w:cs="Arial"/>
          <w:sz w:val="18"/>
          <w:szCs w:val="18"/>
          <w:lang w:eastAsia="x-none"/>
        </w:rPr>
        <w:t>……………………………………………………</w:t>
      </w:r>
    </w:p>
    <w:p w14:paraId="64B633B0" w14:textId="77777777" w:rsidR="00877DF2" w:rsidRPr="002D6DD0" w:rsidRDefault="00877DF2" w:rsidP="00877DF2">
      <w:pPr>
        <w:widowControl w:val="0"/>
        <w:tabs>
          <w:tab w:val="left" w:pos="142"/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eastAsia="x-none"/>
        </w:rPr>
        <w:t>wpisanym do ..................................................................................................................................</w:t>
      </w:r>
    </w:p>
    <w:p w14:paraId="3CE9C247" w14:textId="77777777" w:rsidR="00955FB5" w:rsidRPr="002D6DD0" w:rsidRDefault="00955FB5" w:rsidP="00877DF2">
      <w:pPr>
        <w:widowControl w:val="0"/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 xml:space="preserve">posiadającym NIP </w:t>
      </w:r>
      <w:r w:rsidRPr="002D6DD0">
        <w:rPr>
          <w:rFonts w:ascii="Arial" w:eastAsia="Times New Roman" w:hAnsi="Arial" w:cs="Arial"/>
          <w:sz w:val="18"/>
          <w:szCs w:val="18"/>
          <w:lang w:eastAsia="x-none"/>
        </w:rPr>
        <w:t>………………………….</w:t>
      </w:r>
      <w:r w:rsidR="00877DF2" w:rsidRPr="002D6DD0">
        <w:rPr>
          <w:rFonts w:ascii="Arial" w:eastAsia="Times New Roman" w:hAnsi="Arial" w:cs="Arial"/>
          <w:sz w:val="18"/>
          <w:szCs w:val="18"/>
          <w:lang w:eastAsia="x-none"/>
        </w:rPr>
        <w:t xml:space="preserve"> REGON .........................................................................</w:t>
      </w:r>
    </w:p>
    <w:p w14:paraId="6ECEE160" w14:textId="77777777" w:rsidR="00955FB5" w:rsidRPr="002D6DD0" w:rsidRDefault="00955FB5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2D6DD0">
        <w:rPr>
          <w:rFonts w:ascii="Arial" w:eastAsia="Times New Roman" w:hAnsi="Arial" w:cs="Arial"/>
          <w:sz w:val="18"/>
          <w:szCs w:val="18"/>
          <w:lang w:val="x-none" w:eastAsia="x-none"/>
        </w:rPr>
        <w:t>z</w:t>
      </w:r>
      <w:r w:rsidR="00877DF2" w:rsidRPr="002D6DD0">
        <w:rPr>
          <w:rFonts w:ascii="Arial" w:eastAsia="Times New Roman" w:hAnsi="Arial" w:cs="Arial"/>
          <w:sz w:val="18"/>
          <w:szCs w:val="18"/>
          <w:lang w:val="x-none" w:eastAsia="x-none"/>
        </w:rPr>
        <w:t>wanym w treści umowy WYKONAWCĄ,</w:t>
      </w:r>
    </w:p>
    <w:p w14:paraId="11A919F0" w14:textId="77777777" w:rsidR="0077368A" w:rsidRPr="002D6DD0" w:rsidRDefault="0077368A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7AC6AC08" w14:textId="77777777" w:rsidR="00CA6A23" w:rsidRPr="002D6DD0" w:rsidRDefault="00CA6A23" w:rsidP="00877DF2">
      <w:pPr>
        <w:widowControl w:val="0"/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14:paraId="1F54BB9F" w14:textId="77777777" w:rsidR="0018394F" w:rsidRPr="002D6DD0" w:rsidRDefault="003D3D5D" w:rsidP="00877DF2">
      <w:pPr>
        <w:pStyle w:val="Tekstpodstawowy21"/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2D6DD0">
        <w:rPr>
          <w:rFonts w:ascii="Arial" w:hAnsi="Arial" w:cs="Arial"/>
          <w:b/>
          <w:sz w:val="18"/>
          <w:szCs w:val="18"/>
        </w:rPr>
        <w:t>§ 1</w:t>
      </w:r>
    </w:p>
    <w:p w14:paraId="10AE756B" w14:textId="77777777" w:rsidR="00870CF7" w:rsidRPr="002D6DD0" w:rsidRDefault="00870CF7" w:rsidP="00877DF2">
      <w:pPr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2D6DD0">
        <w:rPr>
          <w:rFonts w:ascii="Arial" w:eastAsia="Times New Roman" w:hAnsi="Arial" w:cs="Arial"/>
          <w:b/>
          <w:sz w:val="18"/>
          <w:szCs w:val="18"/>
          <w:lang w:val="x-none" w:eastAsia="pl-PL"/>
        </w:rPr>
        <w:t>Przedmiot umowy</w:t>
      </w:r>
    </w:p>
    <w:p w14:paraId="0FDB3542" w14:textId="309DD5EA" w:rsidR="009F4B91" w:rsidRPr="00C01CC0" w:rsidRDefault="007A6221" w:rsidP="00877DF2">
      <w:pPr>
        <w:pStyle w:val="Akapitzlist"/>
        <w:numPr>
          <w:ilvl w:val="0"/>
          <w:numId w:val="30"/>
        </w:numPr>
        <w:suppressAutoHyphens w:val="0"/>
        <w:autoSpaceDN/>
        <w:spacing w:after="120" w:line="240" w:lineRule="auto"/>
        <w:jc w:val="both"/>
        <w:textAlignment w:val="auto"/>
        <w:rPr>
          <w:rFonts w:ascii="Arial" w:hAnsi="Arial" w:cs="Arial"/>
          <w:bCs/>
          <w:iCs/>
          <w:sz w:val="18"/>
          <w:szCs w:val="18"/>
        </w:rPr>
      </w:pPr>
      <w:r w:rsidRPr="002D6DD0">
        <w:rPr>
          <w:rFonts w:ascii="Arial" w:hAnsi="Arial" w:cs="Arial"/>
          <w:sz w:val="18"/>
          <w:szCs w:val="18"/>
        </w:rPr>
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</w:r>
      <w:r w:rsidRPr="002D6DD0">
        <w:rPr>
          <w:rFonts w:ascii="Arial" w:hAnsi="Arial" w:cs="Arial"/>
          <w:bCs/>
          <w:sz w:val="18"/>
          <w:szCs w:val="18"/>
        </w:rPr>
        <w:t>)</w:t>
      </w:r>
      <w:r w:rsidRPr="002D6DD0">
        <w:rPr>
          <w:rFonts w:ascii="Arial" w:hAnsi="Arial" w:cs="Arial"/>
          <w:sz w:val="18"/>
          <w:szCs w:val="18"/>
        </w:rPr>
        <w:t xml:space="preserve">, </w:t>
      </w:r>
      <w:r w:rsidRPr="002D6DD0">
        <w:rPr>
          <w:rFonts w:ascii="Arial" w:hAnsi="Arial" w:cs="Arial"/>
          <w:b/>
          <w:sz w:val="18"/>
          <w:szCs w:val="18"/>
        </w:rPr>
        <w:t xml:space="preserve">znak sprawy: </w:t>
      </w:r>
      <w:r w:rsidRPr="002D6DD0">
        <w:rPr>
          <w:rFonts w:ascii="Arial" w:hAnsi="Arial" w:cs="Arial"/>
          <w:b/>
          <w:bCs/>
          <w:sz w:val="18"/>
          <w:szCs w:val="18"/>
        </w:rPr>
        <w:t>SP-WOSzK-ZP.2612.</w:t>
      </w:r>
      <w:r w:rsidR="004725E4" w:rsidRPr="002D6DD0">
        <w:rPr>
          <w:rFonts w:ascii="Arial" w:hAnsi="Arial" w:cs="Arial"/>
          <w:b/>
          <w:bCs/>
          <w:sz w:val="18"/>
          <w:szCs w:val="18"/>
        </w:rPr>
        <w:t>1</w:t>
      </w:r>
      <w:r w:rsidR="00702EDE" w:rsidRPr="002D6DD0">
        <w:rPr>
          <w:rFonts w:ascii="Arial" w:hAnsi="Arial" w:cs="Arial"/>
          <w:b/>
          <w:bCs/>
          <w:sz w:val="18"/>
          <w:szCs w:val="18"/>
        </w:rPr>
        <w:t>5.202</w:t>
      </w:r>
      <w:r w:rsidR="004725E4" w:rsidRPr="002D6DD0">
        <w:rPr>
          <w:rFonts w:ascii="Arial" w:hAnsi="Arial" w:cs="Arial"/>
          <w:b/>
          <w:bCs/>
          <w:sz w:val="18"/>
          <w:szCs w:val="18"/>
        </w:rPr>
        <w:t>5</w:t>
      </w:r>
      <w:r w:rsidRPr="002D6DD0">
        <w:rPr>
          <w:rFonts w:ascii="Arial" w:hAnsi="Arial" w:cs="Arial"/>
          <w:sz w:val="18"/>
          <w:szCs w:val="18"/>
        </w:rPr>
        <w:t xml:space="preserve"> oraz dokonanego przez Zamawiającego wyboru najkorzystniejszej oferty, Zamawiający zleca, a Wykonawca przyjmuje do realizacji</w:t>
      </w:r>
      <w:r w:rsidR="00CD50B0" w:rsidRPr="002D6DD0">
        <w:rPr>
          <w:rFonts w:ascii="Arial" w:hAnsi="Arial" w:cs="Arial"/>
          <w:sz w:val="18"/>
          <w:szCs w:val="18"/>
        </w:rPr>
        <w:t xml:space="preserve"> </w:t>
      </w:r>
      <w:r w:rsidR="00CD50B0" w:rsidRPr="002D6DD0">
        <w:rPr>
          <w:rFonts w:ascii="Arial" w:hAnsi="Arial" w:cs="Arial"/>
          <w:b/>
          <w:sz w:val="18"/>
          <w:szCs w:val="18"/>
          <w:u w:val="single"/>
        </w:rPr>
        <w:t>usługę</w:t>
      </w:r>
      <w:r w:rsidR="00877DF2" w:rsidRPr="002D6DD0">
        <w:rPr>
          <w:rFonts w:ascii="Arial" w:hAnsi="Arial" w:cs="Arial"/>
          <w:b/>
          <w:sz w:val="18"/>
          <w:szCs w:val="18"/>
          <w:u w:val="single"/>
        </w:rPr>
        <w:t xml:space="preserve"> </w:t>
      </w:r>
      <w:r w:rsidR="00A35202" w:rsidRPr="002D6DD0">
        <w:rPr>
          <w:rFonts w:ascii="Arial" w:hAnsi="Arial" w:cs="Arial"/>
          <w:b/>
          <w:bCs/>
          <w:sz w:val="18"/>
          <w:szCs w:val="18"/>
          <w:u w:val="single"/>
        </w:rPr>
        <w:t xml:space="preserve">odśnieżania i czyszczenia </w:t>
      </w:r>
      <w:r w:rsidR="00877DF2" w:rsidRPr="002D6DD0">
        <w:rPr>
          <w:rFonts w:ascii="Arial" w:hAnsi="Arial" w:cs="Arial"/>
          <w:b/>
          <w:bCs/>
          <w:sz w:val="18"/>
          <w:szCs w:val="18"/>
          <w:u w:val="single"/>
        </w:rPr>
        <w:t>terenów zewnętrznych oraz połaci dachowych</w:t>
      </w:r>
      <w:r w:rsidR="00CD50B0" w:rsidRPr="002D6DD0">
        <w:rPr>
          <w:rFonts w:ascii="Arial" w:hAnsi="Arial" w:cs="Arial"/>
          <w:sz w:val="18"/>
          <w:szCs w:val="18"/>
        </w:rPr>
        <w:t xml:space="preserve"> </w:t>
      </w:r>
      <w:r w:rsidR="00877DF2" w:rsidRPr="002D6DD0">
        <w:rPr>
          <w:rFonts w:ascii="Arial" w:hAnsi="Arial" w:cs="Arial"/>
          <w:sz w:val="18"/>
          <w:szCs w:val="18"/>
        </w:rPr>
        <w:t>(</w:t>
      </w:r>
      <w:r w:rsidR="002F4ECB" w:rsidRPr="002D6DD0">
        <w:rPr>
          <w:rFonts w:ascii="Arial" w:hAnsi="Arial" w:cs="Arial"/>
          <w:bCs/>
          <w:noProof/>
          <w:sz w:val="18"/>
          <w:szCs w:val="18"/>
        </w:rPr>
        <w:t>czyszczenie dróg, placów i</w:t>
      </w:r>
      <w:r w:rsidR="00877DF2" w:rsidRPr="002D6DD0">
        <w:rPr>
          <w:rFonts w:ascii="Arial" w:hAnsi="Arial" w:cs="Arial"/>
          <w:bCs/>
          <w:noProof/>
          <w:sz w:val="18"/>
          <w:szCs w:val="18"/>
        </w:rPr>
        <w:t xml:space="preserve"> parkingów, odśnieżanie powierzchni utwardzonych i połaci dachowych oraz usuwanie liści </w:t>
      </w:r>
      <w:r w:rsidR="00877DF2" w:rsidRPr="00C01CC0">
        <w:rPr>
          <w:rFonts w:ascii="Arial" w:hAnsi="Arial" w:cs="Arial"/>
          <w:bCs/>
          <w:noProof/>
          <w:sz w:val="18"/>
          <w:szCs w:val="18"/>
        </w:rPr>
        <w:t>z rynien</w:t>
      </w:r>
      <w:r w:rsidR="00852A2C" w:rsidRPr="00C01CC0">
        <w:rPr>
          <w:rFonts w:ascii="Arial" w:hAnsi="Arial" w:cs="Arial"/>
          <w:bCs/>
          <w:noProof/>
          <w:sz w:val="18"/>
          <w:szCs w:val="18"/>
        </w:rPr>
        <w:t>, zwand dalej usługą</w:t>
      </w:r>
      <w:r w:rsidR="00877DF2" w:rsidRPr="00C01CC0">
        <w:rPr>
          <w:rFonts w:ascii="Arial" w:hAnsi="Arial" w:cs="Arial"/>
          <w:bCs/>
          <w:noProof/>
          <w:sz w:val="18"/>
          <w:szCs w:val="18"/>
        </w:rPr>
        <w:t>) na terenie Wojskowego Ośrodka Szkoleniowo-Kondycyjnego w Zakopanem</w:t>
      </w:r>
      <w:r w:rsidR="00877DF2" w:rsidRPr="00C01CC0">
        <w:rPr>
          <w:rFonts w:ascii="Arial" w:hAnsi="Arial" w:cs="Arial"/>
          <w:sz w:val="18"/>
          <w:szCs w:val="18"/>
        </w:rPr>
        <w:t>.</w:t>
      </w:r>
    </w:p>
    <w:p w14:paraId="6796DEF8" w14:textId="77777777" w:rsidR="009F4B91" w:rsidRPr="00C01CC0" w:rsidRDefault="009F4B91" w:rsidP="00877DF2">
      <w:pPr>
        <w:pStyle w:val="Akapitzlist"/>
        <w:numPr>
          <w:ilvl w:val="0"/>
          <w:numId w:val="30"/>
        </w:num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realizacji umowy zgodnie z zał. nr 1 do niniejszej umowy  - „Opis przedmiotu zamówienia”. Załącznik ten stanowi integralną część niniejszej umowy.</w:t>
      </w:r>
    </w:p>
    <w:p w14:paraId="21F4C090" w14:textId="0C984C2D" w:rsidR="004F1499" w:rsidRPr="00C01CC0" w:rsidRDefault="002F58E0" w:rsidP="00852A2C">
      <w:pPr>
        <w:pStyle w:val="Akapitzlist"/>
        <w:numPr>
          <w:ilvl w:val="0"/>
          <w:numId w:val="30"/>
        </w:numPr>
        <w:tabs>
          <w:tab w:val="left" w:pos="426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Miejscem realizacji </w:t>
      </w:r>
      <w:r w:rsidR="00955FB5" w:rsidRPr="00C01CC0">
        <w:rPr>
          <w:rFonts w:ascii="Arial" w:hAnsi="Arial" w:cs="Arial"/>
          <w:sz w:val="18"/>
          <w:szCs w:val="18"/>
        </w:rPr>
        <w:t>umowy jest</w:t>
      </w:r>
      <w:r w:rsidR="00124BA3" w:rsidRPr="00C01CC0">
        <w:rPr>
          <w:rFonts w:ascii="Arial" w:hAnsi="Arial" w:cs="Arial"/>
          <w:sz w:val="18"/>
          <w:szCs w:val="18"/>
        </w:rPr>
        <w:t xml:space="preserve"> teren zamknięt</w:t>
      </w:r>
      <w:r w:rsidR="00955FB5" w:rsidRPr="00C01CC0">
        <w:rPr>
          <w:rFonts w:ascii="Arial" w:hAnsi="Arial" w:cs="Arial"/>
          <w:sz w:val="18"/>
          <w:szCs w:val="18"/>
        </w:rPr>
        <w:t>y</w:t>
      </w:r>
      <w:r w:rsidR="00124BA3" w:rsidRPr="00C01CC0">
        <w:rPr>
          <w:rFonts w:ascii="Arial" w:hAnsi="Arial" w:cs="Arial"/>
          <w:sz w:val="18"/>
          <w:szCs w:val="18"/>
        </w:rPr>
        <w:t xml:space="preserve"> w rozumieniu art.</w:t>
      </w:r>
      <w:r w:rsidR="008B7790" w:rsidRPr="00C01CC0">
        <w:rPr>
          <w:rFonts w:ascii="Arial" w:hAnsi="Arial" w:cs="Arial"/>
          <w:sz w:val="18"/>
          <w:szCs w:val="18"/>
        </w:rPr>
        <w:t xml:space="preserve"> </w:t>
      </w:r>
      <w:r w:rsidR="00124BA3" w:rsidRPr="00C01CC0">
        <w:rPr>
          <w:rFonts w:ascii="Arial" w:hAnsi="Arial" w:cs="Arial"/>
          <w:sz w:val="18"/>
          <w:szCs w:val="18"/>
        </w:rPr>
        <w:t>4 ust.</w:t>
      </w:r>
      <w:r w:rsidR="008B7790" w:rsidRPr="00C01CC0">
        <w:rPr>
          <w:rFonts w:ascii="Arial" w:hAnsi="Arial" w:cs="Arial"/>
          <w:sz w:val="18"/>
          <w:szCs w:val="18"/>
        </w:rPr>
        <w:t xml:space="preserve"> </w:t>
      </w:r>
      <w:r w:rsidR="00124BA3" w:rsidRPr="00C01CC0">
        <w:rPr>
          <w:rFonts w:ascii="Arial" w:hAnsi="Arial" w:cs="Arial"/>
          <w:sz w:val="18"/>
          <w:szCs w:val="18"/>
        </w:rPr>
        <w:t xml:space="preserve">2a ustawy z dnia 17 maja </w:t>
      </w:r>
      <w:r w:rsidR="00FB7788" w:rsidRPr="00C01CC0">
        <w:rPr>
          <w:rFonts w:ascii="Arial" w:hAnsi="Arial" w:cs="Arial"/>
          <w:sz w:val="18"/>
          <w:szCs w:val="18"/>
        </w:rPr>
        <w:t>1989</w:t>
      </w:r>
      <w:r w:rsidR="00877DF2" w:rsidRPr="00C01CC0">
        <w:rPr>
          <w:rFonts w:ascii="Arial" w:hAnsi="Arial" w:cs="Arial"/>
          <w:sz w:val="18"/>
          <w:szCs w:val="18"/>
        </w:rPr>
        <w:t xml:space="preserve"> </w:t>
      </w:r>
      <w:r w:rsidR="00FB7788" w:rsidRPr="00C01CC0">
        <w:rPr>
          <w:rFonts w:ascii="Arial" w:hAnsi="Arial" w:cs="Arial"/>
          <w:sz w:val="18"/>
          <w:szCs w:val="18"/>
        </w:rPr>
        <w:t xml:space="preserve">r. </w:t>
      </w:r>
      <w:r w:rsidR="00124BA3" w:rsidRPr="00C01CC0">
        <w:rPr>
          <w:rFonts w:ascii="Arial" w:hAnsi="Arial" w:cs="Arial"/>
          <w:sz w:val="18"/>
          <w:szCs w:val="18"/>
        </w:rPr>
        <w:t xml:space="preserve">Prawo </w:t>
      </w:r>
      <w:r w:rsidR="008B7790" w:rsidRPr="00C01CC0">
        <w:rPr>
          <w:rFonts w:ascii="Arial" w:hAnsi="Arial" w:cs="Arial"/>
          <w:sz w:val="18"/>
          <w:szCs w:val="18"/>
        </w:rPr>
        <w:t xml:space="preserve">geodezyjne i kartograficzne </w:t>
      </w:r>
      <w:r w:rsidR="009E35B0" w:rsidRPr="00C01CC0">
        <w:rPr>
          <w:rFonts w:ascii="Arial" w:eastAsia="Calibri" w:hAnsi="Arial" w:cs="Arial"/>
          <w:bCs/>
          <w:sz w:val="18"/>
          <w:szCs w:val="18"/>
          <w:lang w:eastAsia="en-US"/>
        </w:rPr>
        <w:t>(</w:t>
      </w:r>
      <w:r w:rsidR="00877DF2" w:rsidRPr="00C01CC0">
        <w:rPr>
          <w:rFonts w:ascii="Arial" w:hAnsi="Arial" w:cs="Arial"/>
          <w:bCs/>
          <w:sz w:val="18"/>
          <w:szCs w:val="18"/>
        </w:rPr>
        <w:t>t. j. Dz. U. z 2017 r., poz. 2101</w:t>
      </w:r>
      <w:r w:rsidR="005B4F76">
        <w:rPr>
          <w:rFonts w:ascii="Arial" w:hAnsi="Arial" w:cs="Arial"/>
          <w:bCs/>
          <w:sz w:val="18"/>
          <w:szCs w:val="18"/>
        </w:rPr>
        <w:t xml:space="preserve"> ze zm.</w:t>
      </w:r>
      <w:r w:rsidR="009E35B0" w:rsidRPr="00C01CC0">
        <w:rPr>
          <w:rFonts w:ascii="Arial" w:hAnsi="Arial" w:cs="Arial"/>
          <w:bCs/>
          <w:sz w:val="18"/>
          <w:szCs w:val="18"/>
        </w:rPr>
        <w:t>)</w:t>
      </w:r>
      <w:r w:rsidR="00D569BB" w:rsidRPr="00C01CC0">
        <w:rPr>
          <w:rFonts w:ascii="Arial" w:hAnsi="Arial" w:cs="Arial"/>
          <w:bCs/>
          <w:sz w:val="18"/>
          <w:szCs w:val="18"/>
        </w:rPr>
        <w:t>.</w:t>
      </w:r>
    </w:p>
    <w:p w14:paraId="458C2071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2</w:t>
      </w:r>
    </w:p>
    <w:p w14:paraId="2BC55782" w14:textId="77777777" w:rsidR="00E93F5B" w:rsidRPr="00C01CC0" w:rsidRDefault="00E93F5B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Zakres realizacji usługi</w:t>
      </w:r>
    </w:p>
    <w:p w14:paraId="4CBAE281" w14:textId="77777777" w:rsidR="00356248" w:rsidRPr="00C01CC0" w:rsidRDefault="00E93F5B" w:rsidP="00877DF2">
      <w:pPr>
        <w:pStyle w:val="Akapitzlist"/>
        <w:numPr>
          <w:ilvl w:val="0"/>
          <w:numId w:val="31"/>
        </w:numPr>
        <w:tabs>
          <w:tab w:val="num" w:pos="0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jest zobowiązany do realizacji usługi </w:t>
      </w:r>
      <w:r w:rsidR="00444D2F" w:rsidRPr="00C01CC0">
        <w:rPr>
          <w:rFonts w:ascii="Arial" w:hAnsi="Arial" w:cs="Arial"/>
          <w:sz w:val="18"/>
          <w:szCs w:val="18"/>
        </w:rPr>
        <w:t>zgodnie z załącznik</w:t>
      </w:r>
      <w:r w:rsidR="00FF6EFF" w:rsidRPr="00C01CC0">
        <w:rPr>
          <w:rFonts w:ascii="Arial" w:hAnsi="Arial" w:cs="Arial"/>
          <w:sz w:val="18"/>
          <w:szCs w:val="18"/>
        </w:rPr>
        <w:t>iem nr 1 do niniejszej umowy – „</w:t>
      </w:r>
      <w:r w:rsidR="00DC003F" w:rsidRPr="00C01CC0">
        <w:rPr>
          <w:rFonts w:ascii="Arial" w:hAnsi="Arial" w:cs="Arial"/>
          <w:sz w:val="18"/>
          <w:szCs w:val="18"/>
        </w:rPr>
        <w:t>Opis przedmiotu zamówienia</w:t>
      </w:r>
      <w:r w:rsidR="00444D2F" w:rsidRPr="00C01CC0">
        <w:rPr>
          <w:rFonts w:ascii="Arial" w:hAnsi="Arial" w:cs="Arial"/>
          <w:sz w:val="18"/>
          <w:szCs w:val="18"/>
        </w:rPr>
        <w:t>”.</w:t>
      </w:r>
    </w:p>
    <w:p w14:paraId="38904542" w14:textId="77777777" w:rsidR="006B46A7" w:rsidRPr="00C01CC0" w:rsidRDefault="006B46A7" w:rsidP="00877DF2">
      <w:pPr>
        <w:pStyle w:val="Akapitzlist"/>
        <w:widowControl w:val="0"/>
        <w:numPr>
          <w:ilvl w:val="0"/>
          <w:numId w:val="31"/>
        </w:numPr>
        <w:tabs>
          <w:tab w:val="num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Usługi, o których mowa w § 1 niniejszej umowy</w:t>
      </w:r>
      <w:r w:rsidR="00E765F5" w:rsidRPr="00C01CC0">
        <w:rPr>
          <w:rFonts w:ascii="Arial" w:hAnsi="Arial" w:cs="Arial"/>
          <w:bCs/>
          <w:sz w:val="18"/>
          <w:szCs w:val="18"/>
        </w:rPr>
        <w:t>,</w:t>
      </w:r>
      <w:r w:rsidRPr="00C01CC0">
        <w:rPr>
          <w:rFonts w:ascii="Arial" w:hAnsi="Arial" w:cs="Arial"/>
          <w:bCs/>
          <w:sz w:val="18"/>
          <w:szCs w:val="18"/>
        </w:rPr>
        <w:t xml:space="preserve"> będą obejmowały</w:t>
      </w:r>
      <w:r w:rsidR="009D1FED" w:rsidRPr="00C01CC0">
        <w:rPr>
          <w:rFonts w:ascii="Arial" w:hAnsi="Arial" w:cs="Arial"/>
          <w:bCs/>
          <w:sz w:val="18"/>
          <w:szCs w:val="18"/>
        </w:rPr>
        <w:t xml:space="preserve"> zakres czynności określony w zał. nr 1 </w:t>
      </w:r>
      <w:r w:rsidR="005C35C3" w:rsidRPr="00C01CC0">
        <w:rPr>
          <w:rFonts w:ascii="Arial" w:hAnsi="Arial" w:cs="Arial"/>
          <w:sz w:val="18"/>
          <w:szCs w:val="18"/>
        </w:rPr>
        <w:t>do niniejszej umowy – „</w:t>
      </w:r>
      <w:r w:rsidR="009D1FED" w:rsidRPr="00C01CC0">
        <w:rPr>
          <w:rFonts w:ascii="Arial" w:hAnsi="Arial" w:cs="Arial"/>
          <w:sz w:val="18"/>
          <w:szCs w:val="18"/>
        </w:rPr>
        <w:t>Opis przedmiotu zamówienia”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="009D1FED" w:rsidRPr="00C01CC0">
        <w:rPr>
          <w:rFonts w:ascii="Arial" w:hAnsi="Arial" w:cs="Arial"/>
          <w:sz w:val="18"/>
          <w:szCs w:val="18"/>
        </w:rPr>
        <w:t xml:space="preserve"> realizowany na powierzchni</w:t>
      </w:r>
      <w:r w:rsidR="005206DF" w:rsidRPr="00C01CC0">
        <w:rPr>
          <w:rFonts w:ascii="Arial" w:hAnsi="Arial" w:cs="Arial"/>
          <w:sz w:val="18"/>
          <w:szCs w:val="18"/>
        </w:rPr>
        <w:t>ach</w:t>
      </w:r>
      <w:r w:rsidR="009D1FED" w:rsidRPr="00C01CC0">
        <w:rPr>
          <w:rFonts w:ascii="Arial" w:hAnsi="Arial" w:cs="Arial"/>
          <w:sz w:val="18"/>
          <w:szCs w:val="18"/>
        </w:rPr>
        <w:t xml:space="preserve"> i w ilościach cykli określonych </w:t>
      </w:r>
      <w:r w:rsidR="00D04B98" w:rsidRPr="00C01CC0">
        <w:rPr>
          <w:rFonts w:ascii="Arial" w:hAnsi="Arial" w:cs="Arial"/>
          <w:sz w:val="18"/>
          <w:szCs w:val="18"/>
        </w:rPr>
        <w:t>w zał. nr 3</w:t>
      </w:r>
      <w:r w:rsidR="005C35C3" w:rsidRPr="00C01CC0">
        <w:rPr>
          <w:rFonts w:ascii="Arial" w:hAnsi="Arial" w:cs="Arial"/>
          <w:sz w:val="18"/>
          <w:szCs w:val="18"/>
        </w:rPr>
        <w:t xml:space="preserve"> do niniejszej umowy – „</w:t>
      </w:r>
      <w:r w:rsidR="009D1FED" w:rsidRPr="00C01CC0">
        <w:rPr>
          <w:rFonts w:ascii="Arial" w:hAnsi="Arial" w:cs="Arial"/>
          <w:sz w:val="18"/>
          <w:szCs w:val="18"/>
        </w:rPr>
        <w:t>Szczegółowa oferta cenowa”</w:t>
      </w:r>
      <w:r w:rsidR="009D1FED" w:rsidRPr="00C01CC0">
        <w:rPr>
          <w:rFonts w:ascii="Arial" w:hAnsi="Arial" w:cs="Arial"/>
          <w:bCs/>
          <w:sz w:val="18"/>
          <w:szCs w:val="18"/>
        </w:rPr>
        <w:t>.</w:t>
      </w:r>
    </w:p>
    <w:p w14:paraId="11BDB904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3</w:t>
      </w:r>
    </w:p>
    <w:p w14:paraId="366F7F3B" w14:textId="77777777" w:rsidR="00E957D8" w:rsidRPr="00C01CC0" w:rsidRDefault="00E957D8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obowiązków Wykonawcy</w:t>
      </w:r>
    </w:p>
    <w:p w14:paraId="6E70DDC9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zapewnienia w ramach wynagrodzenia </w:t>
      </w:r>
      <w:r w:rsidRPr="00C01CC0">
        <w:rPr>
          <w:rFonts w:ascii="Arial" w:hAnsi="Arial" w:cs="Arial"/>
          <w:sz w:val="18"/>
          <w:szCs w:val="18"/>
        </w:rPr>
        <w:t xml:space="preserve">określonego w </w:t>
      </w:r>
      <w:r w:rsidRPr="00C01CC0">
        <w:rPr>
          <w:rFonts w:ascii="Arial" w:hAnsi="Arial" w:cs="Arial"/>
          <w:bCs/>
          <w:sz w:val="18"/>
          <w:szCs w:val="18"/>
        </w:rPr>
        <w:t xml:space="preserve">§ 7 niniejszej umowy </w:t>
      </w:r>
      <w:r w:rsidRPr="00C01CC0">
        <w:rPr>
          <w:rFonts w:ascii="Arial" w:hAnsi="Arial" w:cs="Arial"/>
          <w:sz w:val="18"/>
          <w:szCs w:val="18"/>
        </w:rPr>
        <w:t>odpowiedni sprzęt</w:t>
      </w:r>
      <w:r w:rsidR="007C46EE" w:rsidRPr="00C01CC0">
        <w:rPr>
          <w:rFonts w:ascii="Arial" w:hAnsi="Arial" w:cs="Arial"/>
          <w:sz w:val="18"/>
          <w:szCs w:val="18"/>
        </w:rPr>
        <w:t xml:space="preserve"> i</w:t>
      </w:r>
      <w:r w:rsidRPr="00C01CC0">
        <w:rPr>
          <w:rFonts w:ascii="Arial" w:hAnsi="Arial" w:cs="Arial"/>
          <w:sz w:val="18"/>
          <w:szCs w:val="18"/>
        </w:rPr>
        <w:t xml:space="preserve"> urządzenia </w:t>
      </w:r>
      <w:r w:rsidR="007C46EE" w:rsidRPr="00C01CC0">
        <w:rPr>
          <w:rFonts w:ascii="Arial" w:hAnsi="Arial" w:cs="Arial"/>
          <w:sz w:val="18"/>
          <w:szCs w:val="18"/>
        </w:rPr>
        <w:t xml:space="preserve">– zgodnie z zał. nr 1 do niniejszej umowy – „Opis przedmiotu zamówienia” </w:t>
      </w:r>
      <w:r w:rsidRPr="00C01CC0">
        <w:rPr>
          <w:rFonts w:ascii="Arial" w:hAnsi="Arial" w:cs="Arial"/>
          <w:sz w:val="18"/>
          <w:szCs w:val="18"/>
        </w:rPr>
        <w:t xml:space="preserve">oraz środki (piasek) służące do </w:t>
      </w:r>
      <w:r w:rsidRPr="00C01CC0">
        <w:rPr>
          <w:rFonts w:ascii="Arial" w:hAnsi="Arial" w:cs="Arial"/>
          <w:color w:val="000000"/>
          <w:sz w:val="18"/>
          <w:szCs w:val="18"/>
        </w:rPr>
        <w:t>wykonywania usługi objętej niniejszą umową.</w:t>
      </w:r>
    </w:p>
    <w:p w14:paraId="7AF962AD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realizacji niniejszej umowy wyłąc</w:t>
      </w:r>
      <w:r w:rsidR="00A0182F" w:rsidRPr="00C01CC0">
        <w:rPr>
          <w:rFonts w:ascii="Arial" w:hAnsi="Arial" w:cs="Arial"/>
          <w:sz w:val="18"/>
          <w:szCs w:val="18"/>
        </w:rPr>
        <w:t>znie przez osoby przeszkolone w </w:t>
      </w:r>
      <w:r w:rsidRPr="00C01CC0">
        <w:rPr>
          <w:rFonts w:ascii="Arial" w:hAnsi="Arial" w:cs="Arial"/>
          <w:sz w:val="18"/>
          <w:szCs w:val="18"/>
        </w:rPr>
        <w:t xml:space="preserve">zakresie zasad BHP, posiadające zdolność do wykonywania prac objętych niniejszą umową, a w przypadku prac związanych z odśnieżaniem połaci dachowych </w:t>
      </w:r>
      <w:r w:rsidR="005B6F8E" w:rsidRPr="00C01CC0">
        <w:rPr>
          <w:rFonts w:ascii="Arial" w:hAnsi="Arial" w:cs="Arial"/>
          <w:sz w:val="18"/>
          <w:szCs w:val="18"/>
        </w:rPr>
        <w:t xml:space="preserve">i usuwania liści z rynien </w:t>
      </w:r>
      <w:r w:rsidR="00D569BB" w:rsidRPr="00C01CC0">
        <w:rPr>
          <w:rFonts w:ascii="Arial" w:hAnsi="Arial" w:cs="Arial"/>
          <w:sz w:val="18"/>
          <w:szCs w:val="18"/>
        </w:rPr>
        <w:t xml:space="preserve">- </w:t>
      </w:r>
      <w:r w:rsidRPr="00C01CC0">
        <w:rPr>
          <w:rFonts w:ascii="Arial" w:hAnsi="Arial" w:cs="Arial"/>
          <w:sz w:val="18"/>
          <w:szCs w:val="18"/>
        </w:rPr>
        <w:t>zdolność do pracy na wysokości (powyżej 3m).</w:t>
      </w:r>
    </w:p>
    <w:p w14:paraId="4C4B6E06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zapewnia, że użytkowany sprzęt wykorzystywany do realizacji usług (urządzenia, maszyny, narzędzia) będzie spełniał obowiązujące wymagania w zakresie BHP oraz </w:t>
      </w:r>
      <w:r w:rsidR="005206DF" w:rsidRPr="00C01CC0">
        <w:rPr>
          <w:rFonts w:ascii="Arial" w:hAnsi="Arial" w:cs="Arial"/>
          <w:sz w:val="18"/>
          <w:szCs w:val="18"/>
        </w:rPr>
        <w:t xml:space="preserve">inne </w:t>
      </w:r>
      <w:r w:rsidRPr="00C01CC0">
        <w:rPr>
          <w:rFonts w:ascii="Arial" w:hAnsi="Arial" w:cs="Arial"/>
          <w:sz w:val="18"/>
          <w:szCs w:val="18"/>
        </w:rPr>
        <w:t xml:space="preserve">wymagania w zakresie </w:t>
      </w:r>
      <w:r w:rsidRPr="00C01CC0">
        <w:rPr>
          <w:rFonts w:ascii="Arial" w:hAnsi="Arial" w:cs="Arial"/>
          <w:sz w:val="18"/>
          <w:szCs w:val="18"/>
        </w:rPr>
        <w:lastRenderedPageBreak/>
        <w:t>obowiązujących przepisów.</w:t>
      </w:r>
    </w:p>
    <w:p w14:paraId="04C8BAAB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wykon</w:t>
      </w:r>
      <w:r w:rsidR="00E765F5" w:rsidRPr="00C01CC0">
        <w:rPr>
          <w:rFonts w:ascii="Arial" w:hAnsi="Arial" w:cs="Arial"/>
          <w:sz w:val="18"/>
          <w:szCs w:val="18"/>
        </w:rPr>
        <w:t>yw</w:t>
      </w:r>
      <w:r w:rsidRPr="00C01CC0">
        <w:rPr>
          <w:rFonts w:ascii="Arial" w:hAnsi="Arial" w:cs="Arial"/>
          <w:sz w:val="18"/>
          <w:szCs w:val="18"/>
        </w:rPr>
        <w:t>ania umowy z należytą starannością.</w:t>
      </w:r>
    </w:p>
    <w:p w14:paraId="23ADE779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jest w pełni odpowiedzialny za jako</w:t>
      </w:r>
      <w:r w:rsidRPr="00C01CC0">
        <w:rPr>
          <w:rFonts w:ascii="Arial" w:eastAsia="TimesNewRoman" w:hAnsi="Arial" w:cs="Arial"/>
          <w:sz w:val="18"/>
          <w:szCs w:val="18"/>
        </w:rPr>
        <w:t xml:space="preserve">ść i terminowość </w:t>
      </w:r>
      <w:r w:rsidRPr="00C01CC0">
        <w:rPr>
          <w:rFonts w:ascii="Arial" w:hAnsi="Arial" w:cs="Arial"/>
          <w:sz w:val="18"/>
          <w:szCs w:val="18"/>
        </w:rPr>
        <w:t>wykon</w:t>
      </w:r>
      <w:r w:rsidR="00E765F5" w:rsidRPr="00C01CC0">
        <w:rPr>
          <w:rFonts w:ascii="Arial" w:hAnsi="Arial" w:cs="Arial"/>
          <w:sz w:val="18"/>
          <w:szCs w:val="18"/>
        </w:rPr>
        <w:t>yw</w:t>
      </w:r>
      <w:r w:rsidRPr="00C01CC0">
        <w:rPr>
          <w:rFonts w:ascii="Arial" w:hAnsi="Arial" w:cs="Arial"/>
          <w:sz w:val="18"/>
          <w:szCs w:val="18"/>
        </w:rPr>
        <w:t xml:space="preserve">anych prac oraz zachowanie przepisów BHP </w:t>
      </w:r>
      <w:r w:rsidRPr="00C01CC0">
        <w:rPr>
          <w:rFonts w:ascii="Arial" w:eastAsia="TimesNewRoman" w:hAnsi="Arial" w:cs="Arial"/>
          <w:sz w:val="18"/>
          <w:szCs w:val="18"/>
        </w:rPr>
        <w:t>przez pracowników Wykonawcy.</w:t>
      </w:r>
    </w:p>
    <w:p w14:paraId="6195CD05" w14:textId="77777777" w:rsidR="002F58E0" w:rsidRPr="00C01CC0" w:rsidRDefault="002F58E0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Wykonawca zobowiązuje się, że jego pracownicy podczas realizacji usług będą przebywali na terenie jednostek wojskowych w ubiorach z naniesionym logo firmy Wykonawcy.</w:t>
      </w:r>
    </w:p>
    <w:p w14:paraId="4AE71E45" w14:textId="77777777" w:rsidR="002F58E0" w:rsidRPr="00C01CC0" w:rsidRDefault="00C3362E" w:rsidP="00A35202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Wykonawca zobowiązuje się do przyjmowania zgłoszeń od </w:t>
      </w:r>
      <w:r w:rsidRPr="00C01CC0">
        <w:rPr>
          <w:rFonts w:ascii="Arial" w:hAnsi="Arial" w:cs="Arial"/>
          <w:sz w:val="18"/>
          <w:szCs w:val="18"/>
        </w:rPr>
        <w:t>Zamawiającego</w:t>
      </w:r>
      <w:r w:rsidRPr="00C01CC0">
        <w:rPr>
          <w:rFonts w:ascii="Arial" w:hAnsi="Arial" w:cs="Arial"/>
          <w:bCs/>
          <w:sz w:val="18"/>
          <w:szCs w:val="18"/>
        </w:rPr>
        <w:t>:</w:t>
      </w:r>
    </w:p>
    <w:p w14:paraId="1F8114A9" w14:textId="77777777" w:rsidR="005B6F8E" w:rsidRPr="00C01CC0" w:rsidRDefault="00A35202" w:rsidP="00A35202">
      <w:pPr>
        <w:pStyle w:val="Akapitzlist"/>
        <w:widowControl w:val="0"/>
        <w:numPr>
          <w:ilvl w:val="1"/>
          <w:numId w:val="33"/>
        </w:numPr>
        <w:tabs>
          <w:tab w:val="num" w:pos="993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zakresie usługi czyszczenia dróg, placów, parkingów, oraz usuwania liści z rynien w dni robocze - od poniedziałku do piątku od godziny 7:30 do godziny 15:00</w:t>
      </w:r>
      <w:r w:rsidR="00C3362E" w:rsidRPr="00C01CC0">
        <w:rPr>
          <w:rFonts w:ascii="Arial" w:hAnsi="Arial" w:cs="Arial"/>
          <w:sz w:val="18"/>
          <w:szCs w:val="18"/>
        </w:rPr>
        <w:t>;</w:t>
      </w:r>
    </w:p>
    <w:p w14:paraId="360257D5" w14:textId="77777777" w:rsidR="00A35202" w:rsidRPr="00C01CC0" w:rsidRDefault="00A35202" w:rsidP="00A35202">
      <w:pPr>
        <w:pStyle w:val="Akapitzlist"/>
        <w:widowControl w:val="0"/>
        <w:numPr>
          <w:ilvl w:val="1"/>
          <w:numId w:val="33"/>
        </w:numPr>
        <w:tabs>
          <w:tab w:val="num" w:pos="993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zakresie usługi odśnieżania dachów - we wszystkie dni tygodnia całodobowo (przez 24 h);</w:t>
      </w:r>
    </w:p>
    <w:p w14:paraId="12F06850" w14:textId="77777777" w:rsidR="00A35202" w:rsidRPr="00C01CC0" w:rsidRDefault="00A35202" w:rsidP="00A35202">
      <w:pPr>
        <w:pStyle w:val="Akapitzlist"/>
        <w:numPr>
          <w:ilvl w:val="1"/>
          <w:numId w:val="33"/>
        </w:numPr>
        <w:tabs>
          <w:tab w:val="num" w:pos="993"/>
        </w:tabs>
        <w:spacing w:after="120"/>
        <w:ind w:left="788" w:hanging="431"/>
        <w:contextualSpacing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zakresie usługi odśnieżania powierzchni utwardzonych.</w:t>
      </w:r>
    </w:p>
    <w:p w14:paraId="2BDE880D" w14:textId="77777777" w:rsidR="00A35202" w:rsidRPr="00C01CC0" w:rsidRDefault="00A35202" w:rsidP="00A35202">
      <w:pPr>
        <w:pStyle w:val="Akapitzlist"/>
        <w:numPr>
          <w:ilvl w:val="0"/>
          <w:numId w:val="48"/>
        </w:numPr>
        <w:spacing w:after="120"/>
        <w:ind w:left="1508" w:hanging="357"/>
        <w:contextualSpacing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dni robocze; od poniedziałku do piątku od godziny 15</w:t>
      </w:r>
      <w:r w:rsidRPr="00C01CC0">
        <w:rPr>
          <w:rFonts w:ascii="Arial" w:hAnsi="Arial" w:cs="Arial"/>
          <w:bCs/>
          <w:sz w:val="18"/>
          <w:szCs w:val="18"/>
          <w:vertAlign w:val="superscript"/>
        </w:rPr>
        <w:t>00</w:t>
      </w:r>
      <w:r w:rsidRPr="00C01CC0">
        <w:rPr>
          <w:rFonts w:ascii="Arial" w:hAnsi="Arial" w:cs="Arial"/>
          <w:bCs/>
          <w:sz w:val="18"/>
          <w:szCs w:val="18"/>
        </w:rPr>
        <w:t>- 7</w:t>
      </w:r>
      <w:r w:rsidRPr="00C01CC0">
        <w:rPr>
          <w:rFonts w:ascii="Arial" w:hAnsi="Arial" w:cs="Arial"/>
          <w:bCs/>
          <w:sz w:val="18"/>
          <w:szCs w:val="18"/>
          <w:vertAlign w:val="superscript"/>
        </w:rPr>
        <w:t>00</w:t>
      </w:r>
      <w:r w:rsidRPr="00C01CC0">
        <w:rPr>
          <w:rFonts w:ascii="Arial" w:hAnsi="Arial" w:cs="Arial"/>
          <w:bCs/>
          <w:sz w:val="18"/>
          <w:szCs w:val="18"/>
        </w:rPr>
        <w:t xml:space="preserve"> dnia następnego,</w:t>
      </w:r>
    </w:p>
    <w:p w14:paraId="13161D0A" w14:textId="77777777" w:rsidR="00C3362E" w:rsidRPr="00C01CC0" w:rsidRDefault="00A35202" w:rsidP="00A35202">
      <w:pPr>
        <w:pStyle w:val="Akapitzlist"/>
        <w:widowControl w:val="0"/>
        <w:numPr>
          <w:ilvl w:val="0"/>
          <w:numId w:val="48"/>
        </w:numPr>
        <w:suppressAutoHyphens w:val="0"/>
        <w:overflowPunct w:val="0"/>
        <w:autoSpaceDE w:val="0"/>
        <w:adjustRightInd w:val="0"/>
        <w:spacing w:after="120" w:line="240" w:lineRule="auto"/>
        <w:ind w:left="1508" w:hanging="357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>w dni wolne od pracy;  całodobowo (przez 24 h)</w:t>
      </w:r>
      <w:r w:rsidR="00C3362E" w:rsidRPr="00C01CC0">
        <w:rPr>
          <w:rFonts w:ascii="Arial" w:hAnsi="Arial" w:cs="Arial"/>
          <w:sz w:val="18"/>
          <w:szCs w:val="18"/>
        </w:rPr>
        <w:t>.</w:t>
      </w:r>
    </w:p>
    <w:p w14:paraId="5264B298" w14:textId="77777777" w:rsidR="00C3362E" w:rsidRPr="00C01CC0" w:rsidRDefault="00C3362E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bCs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</w:t>
      </w:r>
      <w:r w:rsidR="00793CEF" w:rsidRPr="00C01CC0">
        <w:rPr>
          <w:rFonts w:ascii="Arial" w:hAnsi="Arial" w:cs="Arial"/>
          <w:bCs/>
          <w:sz w:val="18"/>
          <w:szCs w:val="18"/>
        </w:rPr>
        <w:t xml:space="preserve">usługi czyszczenia </w:t>
      </w:r>
      <w:r w:rsidR="002F4ECB" w:rsidRPr="00C01CC0">
        <w:rPr>
          <w:rFonts w:ascii="Arial" w:hAnsi="Arial" w:cs="Arial"/>
          <w:bCs/>
          <w:noProof/>
          <w:sz w:val="18"/>
          <w:szCs w:val="18"/>
          <w:lang w:eastAsia="pl-PL"/>
        </w:rPr>
        <w:t>dróg, placów i</w:t>
      </w:r>
      <w:r w:rsidR="00793CEF" w:rsidRPr="00C01CC0">
        <w:rPr>
          <w:rFonts w:ascii="Arial" w:hAnsi="Arial" w:cs="Arial"/>
          <w:bCs/>
          <w:noProof/>
          <w:sz w:val="18"/>
          <w:szCs w:val="18"/>
          <w:lang w:eastAsia="pl-PL"/>
        </w:rPr>
        <w:t xml:space="preserve"> parkingów, usuwania liści z rynien</w:t>
      </w:r>
      <w:r w:rsidRPr="00C01CC0">
        <w:rPr>
          <w:rFonts w:ascii="Arial" w:hAnsi="Arial" w:cs="Arial"/>
          <w:bCs/>
          <w:noProof/>
          <w:sz w:val="18"/>
          <w:szCs w:val="18"/>
        </w:rPr>
        <w:t xml:space="preserve">, </w:t>
      </w:r>
      <w:r w:rsidRPr="00C01CC0">
        <w:rPr>
          <w:rFonts w:ascii="Arial" w:hAnsi="Arial" w:cs="Arial"/>
          <w:bCs/>
          <w:sz w:val="18"/>
          <w:szCs w:val="18"/>
        </w:rPr>
        <w:t>Wykonawca jest zobowiązany przystąpić do wykonywania usług objętych zgłoszeniem najpóźniej w ciągu 2 dni roboczych licząc od dnia otrzymania</w:t>
      </w:r>
      <w:r w:rsidR="00761BE2" w:rsidRPr="00C01CC0">
        <w:rPr>
          <w:rFonts w:ascii="Arial" w:hAnsi="Arial" w:cs="Arial"/>
          <w:bCs/>
          <w:sz w:val="18"/>
          <w:szCs w:val="18"/>
        </w:rPr>
        <w:t xml:space="preserve"> zgłoszenia określonego w ust. 7</w:t>
      </w:r>
      <w:r w:rsidRPr="00C01CC0">
        <w:rPr>
          <w:rFonts w:ascii="Arial" w:hAnsi="Arial" w:cs="Arial"/>
          <w:bCs/>
          <w:sz w:val="18"/>
          <w:szCs w:val="18"/>
        </w:rPr>
        <w:t xml:space="preserve">, w godzinach od </w:t>
      </w:r>
      <w:r w:rsidR="00C86DEE" w:rsidRPr="00C01CC0">
        <w:rPr>
          <w:rFonts w:ascii="Arial" w:hAnsi="Arial" w:cs="Arial"/>
          <w:sz w:val="18"/>
          <w:szCs w:val="18"/>
        </w:rPr>
        <w:t>7</w:t>
      </w:r>
      <w:r w:rsidRPr="00C01CC0">
        <w:rPr>
          <w:rFonts w:ascii="Arial" w:hAnsi="Arial" w:cs="Arial"/>
          <w:sz w:val="18"/>
          <w:szCs w:val="18"/>
        </w:rPr>
        <w:t>:</w:t>
      </w:r>
      <w:r w:rsidR="00C86DEE" w:rsidRPr="00C01CC0">
        <w:rPr>
          <w:rFonts w:ascii="Arial" w:hAnsi="Arial" w:cs="Arial"/>
          <w:sz w:val="18"/>
          <w:szCs w:val="18"/>
        </w:rPr>
        <w:t>3</w:t>
      </w:r>
      <w:r w:rsidRPr="00C01CC0">
        <w:rPr>
          <w:rFonts w:ascii="Arial" w:hAnsi="Arial" w:cs="Arial"/>
          <w:sz w:val="18"/>
          <w:szCs w:val="18"/>
        </w:rPr>
        <w:t>0</w:t>
      </w:r>
      <w:r w:rsidRPr="00C01CC0">
        <w:rPr>
          <w:rFonts w:ascii="Arial" w:hAnsi="Arial" w:cs="Arial"/>
          <w:bCs/>
          <w:sz w:val="18"/>
          <w:szCs w:val="18"/>
        </w:rPr>
        <w:t xml:space="preserve"> – </w:t>
      </w:r>
      <w:r w:rsidRPr="00C01CC0">
        <w:rPr>
          <w:rFonts w:ascii="Arial" w:hAnsi="Arial" w:cs="Arial"/>
          <w:sz w:val="18"/>
          <w:szCs w:val="18"/>
        </w:rPr>
        <w:t>15:00</w:t>
      </w:r>
      <w:r w:rsidRPr="00C01CC0">
        <w:rPr>
          <w:rFonts w:ascii="Arial" w:hAnsi="Arial" w:cs="Arial"/>
          <w:bCs/>
          <w:sz w:val="18"/>
          <w:szCs w:val="18"/>
        </w:rPr>
        <w:t xml:space="preserve"> i wykonać je w terminie wskazanym w zgłoszeniu.</w:t>
      </w:r>
    </w:p>
    <w:p w14:paraId="7C244044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usługi odśnieżania połaci dachowych, Wykonawca jest zobowiązany przystąpić do prac objętych zgłoszeniem najpóźniej w ciągu </w:t>
      </w:r>
      <w:r w:rsidR="00C86DEE" w:rsidRPr="00C01CC0">
        <w:rPr>
          <w:rFonts w:ascii="Arial" w:hAnsi="Arial" w:cs="Arial"/>
          <w:bCs/>
          <w:sz w:val="18"/>
          <w:szCs w:val="18"/>
        </w:rPr>
        <w:t>4 godzin</w:t>
      </w:r>
      <w:r w:rsidRPr="00C01CC0">
        <w:rPr>
          <w:rFonts w:ascii="Arial" w:hAnsi="Arial" w:cs="Arial"/>
          <w:bCs/>
          <w:sz w:val="18"/>
          <w:szCs w:val="18"/>
        </w:rPr>
        <w:t xml:space="preserve"> od otrzymania zgł</w:t>
      </w:r>
      <w:r w:rsidR="00761BE2" w:rsidRPr="00C01CC0">
        <w:rPr>
          <w:rFonts w:ascii="Arial" w:hAnsi="Arial" w:cs="Arial"/>
          <w:bCs/>
          <w:sz w:val="18"/>
          <w:szCs w:val="18"/>
        </w:rPr>
        <w:t>oszenia określonego w ust. 7</w:t>
      </w:r>
      <w:r w:rsidR="00A0182F" w:rsidRPr="00C01CC0">
        <w:rPr>
          <w:rFonts w:ascii="Arial" w:hAnsi="Arial" w:cs="Arial"/>
          <w:bCs/>
          <w:sz w:val="18"/>
          <w:szCs w:val="18"/>
        </w:rPr>
        <w:t>, w </w:t>
      </w:r>
      <w:r w:rsidRPr="00C01CC0">
        <w:rPr>
          <w:rFonts w:ascii="Arial" w:hAnsi="Arial" w:cs="Arial"/>
          <w:bCs/>
          <w:sz w:val="18"/>
          <w:szCs w:val="18"/>
        </w:rPr>
        <w:t>trybie całodobowym i wykonać je w czasie wskazanym w zgłoszeniu.</w:t>
      </w:r>
    </w:p>
    <w:p w14:paraId="15C262BF" w14:textId="77777777" w:rsidR="00CE5361" w:rsidRPr="00C01CC0" w:rsidRDefault="00CE5361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 przypadku usługi odśnieżania powierzchni utwardzonych, Wykonawca jest zobowiązany przystąpić do prac objętych zgłoszeniem najpóźniej w ciągu </w:t>
      </w:r>
      <w:r w:rsidR="00C86DEE" w:rsidRPr="00C01CC0">
        <w:rPr>
          <w:rFonts w:ascii="Arial" w:hAnsi="Arial" w:cs="Arial"/>
          <w:bCs/>
          <w:sz w:val="18"/>
          <w:szCs w:val="18"/>
        </w:rPr>
        <w:t>1 godziny</w:t>
      </w:r>
      <w:r w:rsidRPr="00C01CC0">
        <w:rPr>
          <w:rFonts w:ascii="Arial" w:hAnsi="Arial" w:cs="Arial"/>
          <w:bCs/>
          <w:sz w:val="18"/>
          <w:szCs w:val="18"/>
        </w:rPr>
        <w:t xml:space="preserve"> od otrzymania zgłosze</w:t>
      </w:r>
      <w:r w:rsidR="00761BE2" w:rsidRPr="00C01CC0">
        <w:rPr>
          <w:rFonts w:ascii="Arial" w:hAnsi="Arial" w:cs="Arial"/>
          <w:bCs/>
          <w:sz w:val="18"/>
          <w:szCs w:val="18"/>
        </w:rPr>
        <w:t>nia określonego w ust. 7</w:t>
      </w:r>
      <w:r w:rsidRPr="00C01CC0">
        <w:rPr>
          <w:rFonts w:ascii="Arial" w:hAnsi="Arial" w:cs="Arial"/>
          <w:bCs/>
          <w:sz w:val="18"/>
          <w:szCs w:val="18"/>
        </w:rPr>
        <w:t>, w trybie całodobowym i wykonać je w czasie wskazanym w zgłoszeniu.</w:t>
      </w:r>
    </w:p>
    <w:p w14:paraId="5D52FE8B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odpowiada za działania lub zaniechania osób, którym powierzył lub za pomocą których wykonuje usługi objęte niniejszą umową, jak za własne.</w:t>
      </w:r>
    </w:p>
    <w:p w14:paraId="53FC0D6F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nie ma prawa, bez uzyskania wcześniejszej pisem</w:t>
      </w:r>
      <w:r w:rsidR="005C35C3" w:rsidRPr="00C01CC0">
        <w:rPr>
          <w:rFonts w:ascii="Arial" w:hAnsi="Arial" w:cs="Arial"/>
          <w:sz w:val="18"/>
          <w:szCs w:val="18"/>
        </w:rPr>
        <w:t>nej zgody Zamawiającego, przenieść</w:t>
      </w:r>
      <w:r w:rsidRPr="00C01CC0">
        <w:rPr>
          <w:rFonts w:ascii="Arial" w:hAnsi="Arial" w:cs="Arial"/>
          <w:sz w:val="18"/>
          <w:szCs w:val="18"/>
        </w:rPr>
        <w:t xml:space="preserve"> na osoby trzecie jakichkolwiek uprawnień wynikających z niniejszej umowy, a w szczególności nie może bez pisemnej zgody Zamawiającego zlecić innemu podmiotowi gospodarczemu wykonywania niniejszej umowy w całości ani w części.</w:t>
      </w:r>
    </w:p>
    <w:p w14:paraId="079C4D98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stosować do poleceń Zamawiającego lub osób działających w jego imieniu, w zakresie dotyczącym wykonywania przedmiotu niniejszej umowy.</w:t>
      </w:r>
    </w:p>
    <w:p w14:paraId="125973C6" w14:textId="77777777" w:rsidR="00C3362E" w:rsidRPr="00C01CC0" w:rsidRDefault="00C3362E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jest zobowiązany niezwłocznie usunąć usterki stwierdzone w </w:t>
      </w:r>
      <w:r w:rsidRPr="00C01CC0">
        <w:rPr>
          <w:rFonts w:ascii="Arial" w:hAnsi="Arial" w:cs="Arial"/>
          <w:bCs/>
          <w:sz w:val="18"/>
          <w:szCs w:val="18"/>
        </w:rPr>
        <w:t>protokole wykonanych usług</w:t>
      </w:r>
      <w:r w:rsidRPr="00C01CC0">
        <w:rPr>
          <w:rFonts w:ascii="Arial" w:hAnsi="Arial" w:cs="Arial"/>
          <w:sz w:val="18"/>
          <w:szCs w:val="18"/>
        </w:rPr>
        <w:t xml:space="preserve">, o którym mowa w </w:t>
      </w:r>
      <w:r w:rsidRPr="00C01CC0">
        <w:rPr>
          <w:rFonts w:ascii="Arial" w:hAnsi="Arial" w:cs="Arial"/>
          <w:bCs/>
          <w:sz w:val="18"/>
          <w:szCs w:val="18"/>
        </w:rPr>
        <w:t>§ 5 ust. 3 niniejszej umowy.</w:t>
      </w:r>
    </w:p>
    <w:p w14:paraId="0CBB2536" w14:textId="77777777" w:rsidR="00917C5A" w:rsidRPr="00C01CC0" w:rsidRDefault="00917C5A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utrzymywani</w:t>
      </w:r>
      <w:r w:rsidR="001854A5" w:rsidRPr="00C01CC0">
        <w:rPr>
          <w:rFonts w:ascii="Arial" w:hAnsi="Arial" w:cs="Arial"/>
          <w:sz w:val="18"/>
          <w:szCs w:val="18"/>
        </w:rPr>
        <w:t>a</w:t>
      </w:r>
      <w:r w:rsidRPr="00C01CC0">
        <w:rPr>
          <w:rFonts w:ascii="Arial" w:hAnsi="Arial" w:cs="Arial"/>
          <w:sz w:val="18"/>
          <w:szCs w:val="18"/>
        </w:rPr>
        <w:t xml:space="preserve"> swoich służb technicznych w gotowości na każde zgłoszenie Zamawiającego, o którym mowa w  ust. </w:t>
      </w:r>
      <w:r w:rsidR="00761BE2" w:rsidRPr="00C01CC0">
        <w:rPr>
          <w:rFonts w:ascii="Arial" w:hAnsi="Arial" w:cs="Arial"/>
          <w:sz w:val="18"/>
          <w:szCs w:val="18"/>
        </w:rPr>
        <w:t>7</w:t>
      </w:r>
      <w:r w:rsidRPr="00C01CC0">
        <w:rPr>
          <w:rFonts w:ascii="Arial" w:hAnsi="Arial" w:cs="Arial"/>
          <w:sz w:val="18"/>
          <w:szCs w:val="18"/>
        </w:rPr>
        <w:t xml:space="preserve"> niniejsze</w:t>
      </w:r>
      <w:r w:rsidR="00793CEF" w:rsidRPr="00C01CC0">
        <w:rPr>
          <w:rFonts w:ascii="Arial" w:hAnsi="Arial" w:cs="Arial"/>
          <w:sz w:val="18"/>
          <w:szCs w:val="18"/>
        </w:rPr>
        <w:t>go paragrafu</w:t>
      </w:r>
      <w:r w:rsidRPr="00C01CC0">
        <w:rPr>
          <w:rFonts w:ascii="Arial" w:hAnsi="Arial" w:cs="Arial"/>
          <w:sz w:val="18"/>
          <w:szCs w:val="18"/>
        </w:rPr>
        <w:t>.</w:t>
      </w:r>
    </w:p>
    <w:p w14:paraId="028F3787" w14:textId="0BB511E9" w:rsidR="00837AB5" w:rsidRPr="00C01CC0" w:rsidRDefault="00E957D8" w:rsidP="005C35C3">
      <w:pPr>
        <w:pStyle w:val="Akapitzlist"/>
        <w:widowControl w:val="0"/>
        <w:numPr>
          <w:ilvl w:val="0"/>
          <w:numId w:val="3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i jego pracownicy są zobowiązani do zachowania tajemnicy w zakresie wiadomości, które uzyskali w związku z realizacją niniejszej umowy, na zasadach określonych w przepisach ustawy z dnia </w:t>
      </w:r>
      <w:r w:rsidRPr="00C01CC0">
        <w:rPr>
          <w:rFonts w:ascii="Arial" w:hAnsi="Arial" w:cs="Arial"/>
          <w:snapToGrid w:val="0"/>
          <w:sz w:val="18"/>
          <w:szCs w:val="18"/>
        </w:rPr>
        <w:t>5 sierpnia 2010</w:t>
      </w:r>
      <w:r w:rsidR="00FF6EFF" w:rsidRPr="00C01CC0">
        <w:rPr>
          <w:rFonts w:ascii="Arial" w:hAnsi="Arial" w:cs="Arial"/>
          <w:snapToGrid w:val="0"/>
          <w:sz w:val="18"/>
          <w:szCs w:val="18"/>
        </w:rPr>
        <w:t> 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r. </w:t>
      </w:r>
      <w:r w:rsidRPr="00C01CC0">
        <w:rPr>
          <w:rFonts w:ascii="Arial" w:hAnsi="Arial" w:cs="Arial"/>
          <w:sz w:val="18"/>
          <w:szCs w:val="18"/>
        </w:rPr>
        <w:t xml:space="preserve">o ochronie informacji niejawnych </w:t>
      </w:r>
      <w:r w:rsidRPr="00C01CC0">
        <w:rPr>
          <w:rFonts w:ascii="Arial" w:hAnsi="Arial" w:cs="Arial"/>
          <w:snapToGrid w:val="0"/>
          <w:sz w:val="18"/>
          <w:szCs w:val="18"/>
        </w:rPr>
        <w:t>(</w:t>
      </w:r>
      <w:r w:rsidR="00FF6EFF" w:rsidRPr="00C01CC0">
        <w:rPr>
          <w:rFonts w:ascii="Arial" w:hAnsi="Arial" w:cs="Arial"/>
          <w:snapToGrid w:val="0"/>
          <w:sz w:val="18"/>
          <w:szCs w:val="18"/>
        </w:rPr>
        <w:t xml:space="preserve">t. j. </w:t>
      </w:r>
      <w:r w:rsidR="00CA6A23" w:rsidRPr="00CA6A23">
        <w:rPr>
          <w:rFonts w:ascii="Arial" w:hAnsi="Arial" w:cs="Arial"/>
          <w:bCs/>
          <w:snapToGrid w:val="0"/>
          <w:sz w:val="18"/>
          <w:szCs w:val="18"/>
        </w:rPr>
        <w:t xml:space="preserve">Dz. U. z 2023 r. poz. 756 </w:t>
      </w:r>
      <w:r w:rsidR="00FF6EFF" w:rsidRPr="00C01CC0">
        <w:rPr>
          <w:rFonts w:ascii="Arial" w:hAnsi="Arial" w:cs="Arial"/>
          <w:bCs/>
          <w:snapToGrid w:val="0"/>
          <w:sz w:val="18"/>
          <w:szCs w:val="18"/>
        </w:rPr>
        <w:t>ze zm.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). </w:t>
      </w:r>
    </w:p>
    <w:p w14:paraId="4B51DE47" w14:textId="77777777" w:rsidR="00EF6AD5" w:rsidRPr="00C01CC0" w:rsidRDefault="00EF6AD5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Przejazd pojazdów Wykonawcy po terenie </w:t>
      </w:r>
      <w:r w:rsidR="00FF6EFF" w:rsidRPr="00C01CC0">
        <w:rPr>
          <w:rFonts w:ascii="Arial" w:hAnsi="Arial" w:cs="Arial"/>
          <w:sz w:val="18"/>
          <w:szCs w:val="18"/>
        </w:rPr>
        <w:t xml:space="preserve"> WOSz</w:t>
      </w:r>
      <w:r w:rsidR="00C86DEE" w:rsidRPr="00C01CC0">
        <w:rPr>
          <w:rFonts w:ascii="Arial" w:hAnsi="Arial" w:cs="Arial"/>
          <w:sz w:val="18"/>
          <w:szCs w:val="18"/>
        </w:rPr>
        <w:t>K</w:t>
      </w:r>
      <w:r w:rsidR="00FF6EFF" w:rsidRPr="00C01CC0">
        <w:rPr>
          <w:rFonts w:ascii="Arial" w:hAnsi="Arial" w:cs="Arial"/>
          <w:sz w:val="18"/>
          <w:szCs w:val="18"/>
        </w:rPr>
        <w:t xml:space="preserve"> w</w:t>
      </w:r>
      <w:r w:rsidR="00C86DEE" w:rsidRPr="00C01CC0">
        <w:rPr>
          <w:rFonts w:ascii="Arial" w:hAnsi="Arial" w:cs="Arial"/>
          <w:sz w:val="18"/>
          <w:szCs w:val="18"/>
        </w:rPr>
        <w:t xml:space="preserve">  </w:t>
      </w:r>
      <w:r w:rsidRPr="00C01CC0">
        <w:rPr>
          <w:rFonts w:ascii="Arial" w:hAnsi="Arial" w:cs="Arial"/>
          <w:sz w:val="18"/>
          <w:szCs w:val="18"/>
        </w:rPr>
        <w:t>Zakopane</w:t>
      </w:r>
      <w:r w:rsidR="00FF6EFF"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</w:rPr>
        <w:t>, będzie się odbywał po trasie uzgod</w:t>
      </w:r>
      <w:r w:rsidR="0004395D" w:rsidRPr="00C01CC0">
        <w:rPr>
          <w:rFonts w:ascii="Arial" w:hAnsi="Arial" w:cs="Arial"/>
          <w:sz w:val="18"/>
          <w:szCs w:val="18"/>
        </w:rPr>
        <w:t>nionej z </w:t>
      </w:r>
      <w:r w:rsidRPr="00C01CC0">
        <w:rPr>
          <w:rFonts w:ascii="Arial" w:hAnsi="Arial" w:cs="Arial"/>
          <w:sz w:val="18"/>
          <w:szCs w:val="18"/>
        </w:rPr>
        <w:t>upoważnionym przedstawicielem Zamawiającego, z zachowaniem zasad bezpiecznego poruszania się osób i pojazdów po drogach, zgodnie z istniejącym oznakowaniem dróg wewnętrznych.</w:t>
      </w:r>
    </w:p>
    <w:p w14:paraId="1EC93864" w14:textId="77777777" w:rsidR="00EF6AD5" w:rsidRPr="00E5794E" w:rsidRDefault="00EF6AD5" w:rsidP="005C35C3">
      <w:pPr>
        <w:pStyle w:val="Akapitzlist"/>
        <w:numPr>
          <w:ilvl w:val="0"/>
          <w:numId w:val="33"/>
        </w:numPr>
        <w:suppressAutoHyphens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color w:val="000000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ponosi pełną odpowiedzialność za ewentualne szkody poniesione przez osoby </w:t>
      </w:r>
      <w:r w:rsidR="00761BE2" w:rsidRPr="00C01CC0">
        <w:rPr>
          <w:rFonts w:ascii="Arial" w:hAnsi="Arial" w:cs="Arial"/>
          <w:sz w:val="18"/>
          <w:szCs w:val="18"/>
        </w:rPr>
        <w:t>i</w:t>
      </w:r>
      <w:r w:rsidRPr="00C01CC0">
        <w:rPr>
          <w:rFonts w:ascii="Arial" w:hAnsi="Arial" w:cs="Arial"/>
          <w:sz w:val="18"/>
          <w:szCs w:val="18"/>
        </w:rPr>
        <w:t xml:space="preserve"> szkody w mieniu wojskowym oraz mieniu osób trzecich, spowodowane przez pojazdy</w:t>
      </w:r>
      <w:r w:rsidR="00761BE2" w:rsidRPr="00C01CC0">
        <w:rPr>
          <w:rFonts w:ascii="Arial" w:hAnsi="Arial" w:cs="Arial"/>
          <w:sz w:val="18"/>
          <w:szCs w:val="18"/>
        </w:rPr>
        <w:t xml:space="preserve"> lub maszyny</w:t>
      </w:r>
      <w:r w:rsidRPr="00C01CC0">
        <w:rPr>
          <w:rFonts w:ascii="Arial" w:hAnsi="Arial" w:cs="Arial"/>
          <w:sz w:val="18"/>
          <w:szCs w:val="18"/>
        </w:rPr>
        <w:t xml:space="preserve"> Wykonawcy i osoby realizujące usługę będącą przedmiotem niniejszej umowy </w:t>
      </w:r>
      <w:r w:rsidR="00FF6EFF" w:rsidRPr="00C01CC0">
        <w:rPr>
          <w:rFonts w:ascii="Arial" w:hAnsi="Arial" w:cs="Arial"/>
          <w:sz w:val="18"/>
          <w:szCs w:val="18"/>
        </w:rPr>
        <w:t>na terenie WOSz</w:t>
      </w:r>
      <w:r w:rsidR="00761BE2" w:rsidRPr="00C01CC0">
        <w:rPr>
          <w:rFonts w:ascii="Arial" w:hAnsi="Arial" w:cs="Arial"/>
          <w:sz w:val="18"/>
          <w:szCs w:val="18"/>
        </w:rPr>
        <w:t>K</w:t>
      </w:r>
      <w:r w:rsidR="00FF6EFF" w:rsidRPr="00C01CC0">
        <w:rPr>
          <w:rFonts w:ascii="Arial" w:hAnsi="Arial" w:cs="Arial"/>
          <w:sz w:val="18"/>
          <w:szCs w:val="18"/>
        </w:rPr>
        <w:t xml:space="preserve"> w</w:t>
      </w:r>
      <w:r w:rsidR="00761BE2"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 xml:space="preserve"> Zakopane</w:t>
      </w:r>
      <w:r w:rsidR="00FF6EFF"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</w:rPr>
        <w:t>.</w:t>
      </w:r>
    </w:p>
    <w:p w14:paraId="73A9ABCC" w14:textId="77777777" w:rsidR="00E5794E" w:rsidRPr="00E5794E" w:rsidRDefault="00E5794E" w:rsidP="00E5794E">
      <w:pPr>
        <w:pStyle w:val="Akapitzlist"/>
        <w:numPr>
          <w:ilvl w:val="0"/>
          <w:numId w:val="33"/>
        </w:numPr>
        <w:rPr>
          <w:rFonts w:ascii="Arial" w:hAnsi="Arial" w:cs="Arial"/>
          <w:sz w:val="18"/>
          <w:szCs w:val="18"/>
          <w:lang w:eastAsia="en-US"/>
        </w:rPr>
      </w:pPr>
      <w:r w:rsidRPr="00E5794E">
        <w:rPr>
          <w:rFonts w:ascii="Arial" w:hAnsi="Arial" w:cs="Arial"/>
          <w:sz w:val="18"/>
          <w:szCs w:val="18"/>
        </w:rPr>
        <w:t>Dostawca zobowiązuje się, w przypadku wyposażenia pojazdu Dostawcy w autonomiczny system monitorowania otoczenia, kamerę samochodową lub inny rejestrator jazdy, do jego zdemontowania, wyłączenia lub zasłonięcia w sposób uniemożliwiający nieuprawnione rejestrowanie obrazu</w:t>
      </w:r>
      <w:r w:rsidRPr="00E5794E">
        <w:rPr>
          <w:rFonts w:ascii="Arial" w:hAnsi="Arial" w:cs="Arial"/>
          <w:b/>
          <w:bCs/>
          <w:sz w:val="18"/>
          <w:szCs w:val="18"/>
        </w:rPr>
        <w:t xml:space="preserve"> </w:t>
      </w:r>
      <w:r w:rsidRPr="00E5794E">
        <w:rPr>
          <w:rFonts w:ascii="Arial" w:hAnsi="Arial" w:cs="Arial"/>
          <w:sz w:val="18"/>
          <w:szCs w:val="18"/>
        </w:rPr>
        <w:t>– przed wjazdem na teren kompleksu wojskowego WOSzK Zakopane.</w:t>
      </w:r>
    </w:p>
    <w:p w14:paraId="17208927" w14:textId="77777777" w:rsidR="00E5794E" w:rsidRPr="00E5794E" w:rsidRDefault="00E5794E" w:rsidP="00E5794E">
      <w:pPr>
        <w:pStyle w:val="Akapitzlist"/>
        <w:ind w:left="360"/>
      </w:pPr>
    </w:p>
    <w:p w14:paraId="288522B4" w14:textId="77777777" w:rsidR="0018394F" w:rsidRPr="00C01CC0" w:rsidRDefault="003D3D5D" w:rsidP="00877DF2">
      <w:pPr>
        <w:pStyle w:val="Akapitzlist"/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4</w:t>
      </w:r>
    </w:p>
    <w:p w14:paraId="16912D15" w14:textId="77777777" w:rsidR="00E957D8" w:rsidRPr="00C01CC0" w:rsidRDefault="00E957D8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zobowiązań Zamawiającego</w:t>
      </w:r>
    </w:p>
    <w:p w14:paraId="5A7B425D" w14:textId="77777777" w:rsidR="00651CC5" w:rsidRPr="00C01CC0" w:rsidRDefault="00651CC5" w:rsidP="00FF6EFF">
      <w:pPr>
        <w:pStyle w:val="Akapitzlist"/>
        <w:numPr>
          <w:ilvl w:val="0"/>
          <w:numId w:val="34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Zamawiający zgłosi Wykonawcy konieczność wykonania </w:t>
      </w:r>
      <w:r w:rsidRPr="00C01CC0">
        <w:rPr>
          <w:rFonts w:ascii="Arial" w:hAnsi="Arial" w:cs="Arial"/>
          <w:sz w:val="18"/>
          <w:szCs w:val="18"/>
        </w:rPr>
        <w:t xml:space="preserve">usługi </w:t>
      </w:r>
      <w:r w:rsidRPr="00C01CC0">
        <w:rPr>
          <w:rFonts w:ascii="Arial" w:hAnsi="Arial" w:cs="Arial"/>
          <w:bCs/>
          <w:sz w:val="18"/>
          <w:szCs w:val="18"/>
        </w:rPr>
        <w:t xml:space="preserve">i każdorazowo wskaże wielkość powierzchni i miejsce, w którym mają być wykonane usługi. </w:t>
      </w:r>
    </w:p>
    <w:p w14:paraId="45ADCB6B" w14:textId="77777777" w:rsidR="00651CC5" w:rsidRPr="00C01CC0" w:rsidRDefault="00651CC5" w:rsidP="00FF6EFF">
      <w:pPr>
        <w:pStyle w:val="Akapitzlist"/>
        <w:numPr>
          <w:ilvl w:val="0"/>
          <w:numId w:val="34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lastRenderedPageBreak/>
        <w:t>Zgłoszenie dokonane będzie w formie telefonicznej i potwierdzone pisemnie</w:t>
      </w:r>
      <w:r w:rsidR="00FF6EFF" w:rsidRPr="00C01CC0">
        <w:rPr>
          <w:rFonts w:ascii="Arial" w:hAnsi="Arial" w:cs="Arial"/>
          <w:bCs/>
          <w:sz w:val="18"/>
          <w:szCs w:val="18"/>
        </w:rPr>
        <w:t>,</w:t>
      </w:r>
      <w:r w:rsidRPr="00C01CC0">
        <w:rPr>
          <w:rFonts w:ascii="Arial" w:hAnsi="Arial" w:cs="Arial"/>
          <w:bCs/>
          <w:sz w:val="18"/>
          <w:szCs w:val="18"/>
        </w:rPr>
        <w:t xml:space="preserve"> w formie faxu</w:t>
      </w:r>
      <w:r w:rsidR="00FF6EFF" w:rsidRPr="00C01CC0">
        <w:rPr>
          <w:rFonts w:ascii="Arial" w:hAnsi="Arial" w:cs="Arial"/>
          <w:bCs/>
          <w:sz w:val="18"/>
          <w:szCs w:val="18"/>
        </w:rPr>
        <w:t xml:space="preserve"> lub za pośrednictwem poczty elektronicznej</w:t>
      </w:r>
      <w:r w:rsidRPr="00C01CC0">
        <w:rPr>
          <w:rFonts w:ascii="Arial" w:hAnsi="Arial" w:cs="Arial"/>
          <w:bCs/>
          <w:sz w:val="18"/>
          <w:szCs w:val="18"/>
        </w:rPr>
        <w:t>. Przed przystąpieniem do wykonania usługi, osoba upoważniona przez Zamawiającego wskaże Wykonawcy teren objęty zgłoszeniem</w:t>
      </w:r>
      <w:r w:rsidRPr="00C01CC0">
        <w:rPr>
          <w:rFonts w:ascii="Arial" w:hAnsi="Arial" w:cs="Arial"/>
          <w:sz w:val="18"/>
          <w:szCs w:val="18"/>
        </w:rPr>
        <w:t>.</w:t>
      </w:r>
    </w:p>
    <w:p w14:paraId="37619559" w14:textId="77777777" w:rsidR="0018394F" w:rsidRPr="00C01CC0" w:rsidRDefault="003D3D5D" w:rsidP="00877DF2">
      <w:pPr>
        <w:pStyle w:val="Akapitzlist"/>
        <w:spacing w:after="120" w:line="240" w:lineRule="auto"/>
        <w:ind w:left="0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5</w:t>
      </w:r>
    </w:p>
    <w:p w14:paraId="35AB4A21" w14:textId="77777777" w:rsidR="007D3A76" w:rsidRPr="00C01CC0" w:rsidRDefault="007D3A76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Postanowienia dotyczące kontroli realizacji usługi</w:t>
      </w:r>
    </w:p>
    <w:p w14:paraId="0747A2D1" w14:textId="77777777" w:rsidR="007D3A76" w:rsidRPr="00C01CC0" w:rsidRDefault="007D3A76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zobowiązuje się do bieżącej kontroli jakości usług wykonywanych przez pracowników Wykonawcy.</w:t>
      </w:r>
    </w:p>
    <w:p w14:paraId="623DE2B2" w14:textId="77777777" w:rsidR="00651CC5" w:rsidRPr="00C01CC0" w:rsidRDefault="00651CC5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Do bieżącej kontroli, nadzoru i współpracy w zakresie realizacji umowy upoważnia się:</w:t>
      </w:r>
    </w:p>
    <w:p w14:paraId="7B2EBE65" w14:textId="5284BEDA" w:rsidR="00651CC5" w:rsidRPr="00C01CC0" w:rsidRDefault="00651CC5" w:rsidP="00FF6EFF">
      <w:pPr>
        <w:pStyle w:val="Akapitzlist1"/>
        <w:numPr>
          <w:ilvl w:val="1"/>
          <w:numId w:val="35"/>
        </w:numPr>
        <w:autoSpaceDE w:val="0"/>
        <w:autoSpaceDN w:val="0"/>
        <w:adjustRightInd w:val="0"/>
        <w:spacing w:after="120" w:line="240" w:lineRule="auto"/>
        <w:ind w:left="788" w:hanging="431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ze strony Zamawiającego: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="004C0993">
        <w:rPr>
          <w:rFonts w:ascii="Arial" w:hAnsi="Arial" w:cs="Arial"/>
          <w:sz w:val="18"/>
          <w:szCs w:val="18"/>
        </w:rPr>
        <w:t>Lucjan GAJEWSKI</w:t>
      </w:r>
      <w:r w:rsidR="00FF6EFF" w:rsidRPr="00C01CC0">
        <w:rPr>
          <w:rFonts w:ascii="Arial" w:hAnsi="Arial" w:cs="Arial"/>
          <w:sz w:val="18"/>
          <w:szCs w:val="18"/>
        </w:rPr>
        <w:t>,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>tel.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86DEE" w:rsidRPr="00C01CC0">
        <w:rPr>
          <w:rFonts w:ascii="Arial" w:hAnsi="Arial" w:cs="Arial"/>
          <w:sz w:val="18"/>
          <w:szCs w:val="18"/>
        </w:rPr>
        <w:t>261 118</w:t>
      </w:r>
      <w:r w:rsidR="00EE5AAA">
        <w:rPr>
          <w:rFonts w:ascii="Arial" w:hAnsi="Arial" w:cs="Arial"/>
          <w:sz w:val="18"/>
          <w:szCs w:val="18"/>
        </w:rPr>
        <w:t> </w:t>
      </w:r>
      <w:r w:rsidR="00C86DEE" w:rsidRPr="00C01CC0">
        <w:rPr>
          <w:rFonts w:ascii="Arial" w:hAnsi="Arial" w:cs="Arial"/>
          <w:sz w:val="18"/>
          <w:szCs w:val="18"/>
        </w:rPr>
        <w:t>0</w:t>
      </w:r>
      <w:r w:rsidR="004C0993">
        <w:rPr>
          <w:rFonts w:ascii="Arial" w:hAnsi="Arial" w:cs="Arial"/>
          <w:sz w:val="18"/>
          <w:szCs w:val="18"/>
        </w:rPr>
        <w:t>64</w:t>
      </w:r>
      <w:r w:rsidR="00EE5AAA">
        <w:rPr>
          <w:rFonts w:ascii="Arial" w:hAnsi="Arial" w:cs="Arial"/>
          <w:sz w:val="18"/>
          <w:szCs w:val="18"/>
        </w:rPr>
        <w:t>, Jacek JASK</w:t>
      </w:r>
      <w:r w:rsidR="009042D3">
        <w:rPr>
          <w:rFonts w:ascii="Arial" w:hAnsi="Arial" w:cs="Arial"/>
          <w:sz w:val="18"/>
          <w:szCs w:val="18"/>
        </w:rPr>
        <w:t>U</w:t>
      </w:r>
      <w:r w:rsidR="00EE5AAA">
        <w:rPr>
          <w:rFonts w:ascii="Arial" w:hAnsi="Arial" w:cs="Arial"/>
          <w:sz w:val="18"/>
          <w:szCs w:val="18"/>
        </w:rPr>
        <w:t>LSKI, tel. 261 118 024</w:t>
      </w:r>
      <w:r w:rsidRPr="00C01CC0">
        <w:rPr>
          <w:rFonts w:ascii="Arial" w:hAnsi="Arial" w:cs="Arial"/>
          <w:sz w:val="18"/>
          <w:szCs w:val="18"/>
        </w:rPr>
        <w:t>;</w:t>
      </w:r>
    </w:p>
    <w:p w14:paraId="4B4B32EF" w14:textId="77777777" w:rsidR="00651CC5" w:rsidRPr="00C01CC0" w:rsidRDefault="00651CC5" w:rsidP="00FF6EFF">
      <w:pPr>
        <w:pStyle w:val="Akapitzlist1"/>
        <w:numPr>
          <w:ilvl w:val="1"/>
          <w:numId w:val="35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ze strony Wykonawcy: </w:t>
      </w:r>
      <w:r w:rsidR="00C86DEE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…………………tel. ……………………;</w:t>
      </w:r>
    </w:p>
    <w:p w14:paraId="1EEDD99C" w14:textId="77777777" w:rsidR="00E63672" w:rsidRPr="00C01CC0" w:rsidRDefault="00E63672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Osoby </w:t>
      </w:r>
      <w:r w:rsidRPr="00C01CC0">
        <w:rPr>
          <w:rFonts w:ascii="Arial" w:hAnsi="Arial" w:cs="Arial"/>
          <w:sz w:val="18"/>
          <w:szCs w:val="18"/>
        </w:rPr>
        <w:t xml:space="preserve">wskazane w ust. 2 pkt. 2.1. i pkt. 2.2. </w:t>
      </w:r>
      <w:r w:rsidR="00F47FFE" w:rsidRPr="00C01CC0">
        <w:rPr>
          <w:rFonts w:ascii="Arial" w:hAnsi="Arial" w:cs="Arial"/>
          <w:color w:val="000000"/>
          <w:sz w:val="18"/>
          <w:szCs w:val="18"/>
        </w:rPr>
        <w:t>będą dokonywały za dany miesiąc</w:t>
      </w:r>
      <w:r w:rsidR="00F47FFE" w:rsidRPr="00C01CC0">
        <w:rPr>
          <w:rFonts w:ascii="Arial" w:hAnsi="Arial" w:cs="Arial"/>
          <w:sz w:val="18"/>
          <w:szCs w:val="18"/>
        </w:rPr>
        <w:t xml:space="preserve"> wspólnie</w:t>
      </w:r>
      <w:r w:rsidR="00F47FFE" w:rsidRPr="00C01CC0">
        <w:rPr>
          <w:rFonts w:ascii="Arial" w:hAnsi="Arial" w:cs="Arial"/>
          <w:color w:val="000000"/>
          <w:sz w:val="18"/>
          <w:szCs w:val="18"/>
        </w:rPr>
        <w:t xml:space="preserve"> oceny jakości i terminowości wykonanych usług oraz wskażą powierzchnie, które nie zostały oczyszczone lub odśnieżone -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na podstawie załącznika nr 1 do niniejszej umowy. Z czynności tych sporządzą potwierdzenie wykonania usług objętych niniejszą umową -  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protokół wykonania usługi - załącznik nr 2 do niniejszej umowy.</w:t>
      </w:r>
    </w:p>
    <w:p w14:paraId="25C206E5" w14:textId="77777777" w:rsidR="00C17B02" w:rsidRPr="00C01CC0" w:rsidRDefault="00E63672" w:rsidP="00FF6EFF">
      <w:pPr>
        <w:pStyle w:val="Akapitzlist"/>
        <w:widowControl w:val="0"/>
        <w:numPr>
          <w:ilvl w:val="0"/>
          <w:numId w:val="35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Ustalenia zawarte w protokole odbioru usług stanowią podstawę do </w:t>
      </w:r>
      <w:r w:rsidR="000E0709" w:rsidRPr="00C01CC0">
        <w:rPr>
          <w:rFonts w:ascii="Arial" w:hAnsi="Arial" w:cs="Arial"/>
          <w:bCs/>
          <w:sz w:val="18"/>
          <w:szCs w:val="18"/>
        </w:rPr>
        <w:t>wystawienia faktury przez Wykonawcę oraz do</w:t>
      </w:r>
      <w:r w:rsidR="000E0709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naliczenia kar umownych wymienionych w </w:t>
      </w:r>
      <w:r w:rsidR="00C871F2" w:rsidRPr="00C01CC0">
        <w:rPr>
          <w:rFonts w:ascii="Arial" w:hAnsi="Arial" w:cs="Arial"/>
          <w:bCs/>
          <w:sz w:val="18"/>
          <w:szCs w:val="18"/>
        </w:rPr>
        <w:t>§ 11</w:t>
      </w:r>
      <w:r w:rsidRPr="00C01CC0">
        <w:rPr>
          <w:rFonts w:ascii="Arial" w:hAnsi="Arial" w:cs="Arial"/>
          <w:bCs/>
          <w:sz w:val="18"/>
          <w:szCs w:val="18"/>
        </w:rPr>
        <w:t xml:space="preserve"> ust. 1</w:t>
      </w:r>
      <w:r w:rsidR="000E0709" w:rsidRPr="00C01CC0">
        <w:rPr>
          <w:rFonts w:ascii="Arial" w:hAnsi="Arial" w:cs="Arial"/>
          <w:bCs/>
          <w:sz w:val="18"/>
          <w:szCs w:val="18"/>
        </w:rPr>
        <w:t xml:space="preserve"> niniejszej umowy</w:t>
      </w:r>
      <w:r w:rsidRPr="00C01CC0">
        <w:rPr>
          <w:rFonts w:ascii="Arial" w:hAnsi="Arial" w:cs="Arial"/>
          <w:bCs/>
          <w:sz w:val="18"/>
          <w:szCs w:val="18"/>
        </w:rPr>
        <w:t>. Wzór protokołu stanowi załącznik nr 2 do niniejszej umowy. Protokół będzie sporządzany każdorazowo po wykonaniu usługi czyszczenia lub odśnieżania terenów zewnętrznych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. </w:t>
      </w:r>
      <w:r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>Podstawą do rozliczenia faktury za usługę będzie otrzymanie przez Zamawiającego faktury wraz z zatwierdzonym przez osoby wskazane przez Zamawiającego oraz Wykonaw</w:t>
      </w:r>
      <w:r w:rsidR="00C871F2"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>cę oryginałem</w:t>
      </w:r>
      <w:r w:rsidRPr="00C01CC0">
        <w:rPr>
          <w:rFonts w:ascii="Arial" w:hAnsi="Arial" w:cs="Arial"/>
          <w:bCs/>
          <w:color w:val="000000"/>
          <w:sz w:val="18"/>
          <w:szCs w:val="18"/>
          <w:u w:val="single"/>
        </w:rPr>
        <w:t xml:space="preserve"> protokołu wykonanych usług, stanowiącego załącznik nr 2 do niniejszej umowy.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Faktura za usługę </w:t>
      </w:r>
      <w:r w:rsidRPr="00C01CC0">
        <w:rPr>
          <w:rFonts w:ascii="Arial" w:hAnsi="Arial" w:cs="Arial"/>
          <w:bCs/>
          <w:sz w:val="18"/>
          <w:szCs w:val="18"/>
        </w:rPr>
        <w:t>czyszczenia lub odśnieżania terenów zewnętrznych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będzie wystawiana po sporządzeniu i zatwierdzeniu przez ww. osoby protokołu oraz przysłana przez Wyko</w:t>
      </w:r>
      <w:r w:rsidR="0004395D" w:rsidRPr="00C01CC0">
        <w:rPr>
          <w:rFonts w:ascii="Arial" w:hAnsi="Arial" w:cs="Arial"/>
          <w:bCs/>
          <w:color w:val="000000"/>
          <w:sz w:val="18"/>
          <w:szCs w:val="18"/>
        </w:rPr>
        <w:t>nawcę wraz z 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oryginałem protokołu do siedziby Zamawiającego.</w:t>
      </w:r>
    </w:p>
    <w:p w14:paraId="1F8F5523" w14:textId="77777777" w:rsidR="0018394F" w:rsidRPr="00C01CC0" w:rsidRDefault="003D3D5D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6</w:t>
      </w:r>
    </w:p>
    <w:p w14:paraId="58C1E04D" w14:textId="77777777" w:rsidR="00F258F7" w:rsidRPr="00C01CC0" w:rsidRDefault="00F258F7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Termin realizacji umowy</w:t>
      </w:r>
    </w:p>
    <w:p w14:paraId="20C6D9D8" w14:textId="0691A918" w:rsidR="00D74074" w:rsidRPr="00C01CC0" w:rsidRDefault="00D74074" w:rsidP="00FF6EFF">
      <w:pPr>
        <w:pStyle w:val="Akapitzlist"/>
        <w:numPr>
          <w:ilvl w:val="0"/>
          <w:numId w:val="36"/>
        </w:numPr>
        <w:tabs>
          <w:tab w:val="left" w:pos="284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Umowa zostaje zawarta na czas określony, tj.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od dnia </w:t>
      </w:r>
      <w:r w:rsidR="000E0709" w:rsidRPr="00C01CC0">
        <w:rPr>
          <w:rFonts w:ascii="Arial" w:hAnsi="Arial" w:cs="Arial"/>
          <w:sz w:val="18"/>
          <w:szCs w:val="18"/>
        </w:rPr>
        <w:t xml:space="preserve">jej </w:t>
      </w:r>
      <w:r w:rsidR="00FF6EFF" w:rsidRPr="00C01CC0">
        <w:rPr>
          <w:rFonts w:ascii="Arial" w:hAnsi="Arial" w:cs="Arial"/>
          <w:sz w:val="18"/>
          <w:szCs w:val="18"/>
        </w:rPr>
        <w:t>zawarcia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do dnia</w:t>
      </w:r>
      <w:r w:rsidRPr="00C01CC0">
        <w:rPr>
          <w:rFonts w:ascii="Arial" w:hAnsi="Arial" w:cs="Arial"/>
          <w:b/>
          <w:sz w:val="18"/>
          <w:szCs w:val="18"/>
        </w:rPr>
        <w:t xml:space="preserve"> </w:t>
      </w:r>
      <w:r w:rsidR="00E80139">
        <w:rPr>
          <w:rFonts w:ascii="Arial" w:hAnsi="Arial" w:cs="Arial"/>
          <w:sz w:val="18"/>
          <w:szCs w:val="18"/>
        </w:rPr>
        <w:t>31.12.202</w:t>
      </w:r>
      <w:r w:rsidR="00493AA0">
        <w:rPr>
          <w:rFonts w:ascii="Arial" w:hAnsi="Arial" w:cs="Arial"/>
          <w:sz w:val="18"/>
          <w:szCs w:val="18"/>
        </w:rPr>
        <w:t>6</w:t>
      </w:r>
      <w:r w:rsidR="00FF6EFF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r.</w:t>
      </w:r>
    </w:p>
    <w:p w14:paraId="079FEE37" w14:textId="26D780E7" w:rsidR="00D74074" w:rsidRPr="00C01CC0" w:rsidRDefault="00D74074" w:rsidP="00FF6EFF">
      <w:pPr>
        <w:pStyle w:val="Akapitzlist"/>
        <w:numPr>
          <w:ilvl w:val="0"/>
          <w:numId w:val="36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Świadczenie usług będących przedmiotem niniejszej umowy będ</w:t>
      </w:r>
      <w:r w:rsidR="00C86DEE" w:rsidRPr="00C01CC0">
        <w:rPr>
          <w:rFonts w:ascii="Arial" w:hAnsi="Arial" w:cs="Arial"/>
          <w:sz w:val="18"/>
          <w:szCs w:val="18"/>
        </w:rPr>
        <w:t>zie realizowane w terminie od</w:t>
      </w:r>
      <w:r w:rsidR="00FF6EFF" w:rsidRPr="00C01CC0">
        <w:rPr>
          <w:rFonts w:ascii="Arial" w:hAnsi="Arial" w:cs="Arial"/>
          <w:sz w:val="18"/>
          <w:szCs w:val="18"/>
        </w:rPr>
        <w:t xml:space="preserve"> dnia zawarcia umowy</w:t>
      </w:r>
      <w:r w:rsidR="00702EDE">
        <w:rPr>
          <w:rFonts w:ascii="Arial" w:hAnsi="Arial" w:cs="Arial"/>
          <w:sz w:val="18"/>
          <w:szCs w:val="18"/>
        </w:rPr>
        <w:t xml:space="preserve"> </w:t>
      </w:r>
      <w:r w:rsidR="00E80139">
        <w:rPr>
          <w:rFonts w:ascii="Arial" w:hAnsi="Arial" w:cs="Arial"/>
          <w:sz w:val="18"/>
          <w:szCs w:val="18"/>
        </w:rPr>
        <w:t>do 31.12.202</w:t>
      </w:r>
      <w:r w:rsidR="00493AA0">
        <w:rPr>
          <w:rFonts w:ascii="Arial" w:hAnsi="Arial" w:cs="Arial"/>
          <w:sz w:val="18"/>
          <w:szCs w:val="18"/>
        </w:rPr>
        <w:t>6</w:t>
      </w:r>
      <w:r w:rsidR="00FF6EFF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r.</w:t>
      </w:r>
    </w:p>
    <w:p w14:paraId="1D82770B" w14:textId="77777777" w:rsidR="00F258F7" w:rsidRPr="00C01CC0" w:rsidRDefault="00F258F7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7</w:t>
      </w:r>
    </w:p>
    <w:p w14:paraId="311DAA47" w14:textId="77777777" w:rsidR="00F258F7" w:rsidRPr="00C01CC0" w:rsidRDefault="00F258F7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Wartość umowy</w:t>
      </w:r>
    </w:p>
    <w:p w14:paraId="5A1A31FE" w14:textId="77777777" w:rsidR="00A15E1B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Wartość zobowiązania Zamawiającego wynikającego z wykonania przez Wykonawcę niniejszej umowy</w:t>
      </w:r>
      <w:r w:rsidR="00E80139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nie przekroczy kwoty:</w:t>
      </w:r>
    </w:p>
    <w:p w14:paraId="39FCD310" w14:textId="77777777" w:rsidR="00E80139" w:rsidRDefault="00E80139" w:rsidP="00FF6EFF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ZAMÓWIENIE PODSTAWOWE:</w:t>
      </w:r>
    </w:p>
    <w:p w14:paraId="3339D4F8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b/>
          <w:sz w:val="18"/>
          <w:szCs w:val="18"/>
        </w:rPr>
        <w:t xml:space="preserve">brutto: ………………………… zł </w:t>
      </w:r>
      <w:r w:rsidRPr="00E80139">
        <w:rPr>
          <w:rFonts w:ascii="Arial" w:hAnsi="Arial" w:cs="Arial"/>
          <w:sz w:val="18"/>
          <w:szCs w:val="18"/>
        </w:rPr>
        <w:t>(słownie: ………………………..……………….………. złotych)</w:t>
      </w:r>
    </w:p>
    <w:p w14:paraId="4CAC04DC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w tym:</w:t>
      </w:r>
    </w:p>
    <w:p w14:paraId="7E4352CC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netto: ………………………..… zł + podatek (… %) VAT ……….... zł</w:t>
      </w:r>
      <w:r>
        <w:rPr>
          <w:rFonts w:ascii="Arial" w:hAnsi="Arial" w:cs="Arial"/>
          <w:sz w:val="18"/>
          <w:szCs w:val="18"/>
        </w:rPr>
        <w:t>.</w:t>
      </w:r>
    </w:p>
    <w:p w14:paraId="77CC4502" w14:textId="2FC56295" w:rsidR="00E80139" w:rsidRDefault="00E80139" w:rsidP="00FF6EFF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ZAMÓWIENIE W RAMACH OPCJI:</w:t>
      </w:r>
    </w:p>
    <w:p w14:paraId="728042F4" w14:textId="77777777" w:rsidR="00E80139" w:rsidRDefault="00E8013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b/>
          <w:sz w:val="18"/>
          <w:szCs w:val="18"/>
        </w:rPr>
        <w:t xml:space="preserve">brutto: ………………………… zł </w:t>
      </w:r>
      <w:r w:rsidRPr="00E80139">
        <w:rPr>
          <w:rFonts w:ascii="Arial" w:hAnsi="Arial" w:cs="Arial"/>
          <w:sz w:val="18"/>
          <w:szCs w:val="18"/>
        </w:rPr>
        <w:t>(słownie: ………………………..……………….………. złotych)</w:t>
      </w:r>
    </w:p>
    <w:p w14:paraId="3D9573C4" w14:textId="13494730" w:rsidR="00E80139" w:rsidRPr="00E80139" w:rsidRDefault="00E80139" w:rsidP="00E80139">
      <w:pPr>
        <w:pStyle w:val="Akapitzlist"/>
        <w:numPr>
          <w:ilvl w:val="1"/>
          <w:numId w:val="38"/>
        </w:numPr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E80139">
        <w:rPr>
          <w:rFonts w:ascii="Arial" w:hAnsi="Arial" w:cs="Arial"/>
          <w:sz w:val="18"/>
          <w:szCs w:val="18"/>
        </w:rPr>
        <w:t>ZAMÓWIENIE PODSTAWOWE</w:t>
      </w:r>
      <w:r>
        <w:rPr>
          <w:rFonts w:ascii="Arial" w:hAnsi="Arial" w:cs="Arial"/>
          <w:sz w:val="18"/>
          <w:szCs w:val="18"/>
        </w:rPr>
        <w:t xml:space="preserve"> + OPCJ</w:t>
      </w:r>
      <w:r w:rsidR="00CA6A23"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:</w:t>
      </w:r>
    </w:p>
    <w:p w14:paraId="2986FA0D" w14:textId="77777777" w:rsidR="00A15E1B" w:rsidRPr="00C01CC0" w:rsidRDefault="007446A9" w:rsidP="00E80139">
      <w:pPr>
        <w:pStyle w:val="Akapitzlist"/>
        <w:tabs>
          <w:tab w:val="left" w:pos="709"/>
        </w:tabs>
        <w:suppressAutoHyphens w:val="0"/>
        <w:overflowPunct w:val="0"/>
        <w:autoSpaceDE w:val="0"/>
        <w:adjustRightInd w:val="0"/>
        <w:spacing w:after="120" w:line="240" w:lineRule="auto"/>
        <w:ind w:left="792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brutto: ………………………… zł</w:t>
      </w:r>
      <w:r w:rsidR="00A15E1B" w:rsidRPr="00C01CC0">
        <w:rPr>
          <w:rFonts w:ascii="Arial" w:hAnsi="Arial" w:cs="Arial"/>
          <w:b/>
          <w:sz w:val="18"/>
          <w:szCs w:val="18"/>
        </w:rPr>
        <w:t xml:space="preserve"> </w:t>
      </w:r>
      <w:r w:rsidR="00A15E1B" w:rsidRPr="00C01CC0">
        <w:rPr>
          <w:rFonts w:ascii="Arial" w:hAnsi="Arial" w:cs="Arial"/>
          <w:sz w:val="18"/>
          <w:szCs w:val="18"/>
        </w:rPr>
        <w:t>(słownie: ………………………..……………….………. złotych)</w:t>
      </w:r>
      <w:r w:rsidR="00E80139">
        <w:rPr>
          <w:rFonts w:ascii="Arial" w:hAnsi="Arial" w:cs="Arial"/>
          <w:sz w:val="18"/>
          <w:szCs w:val="18"/>
        </w:rPr>
        <w:t>.</w:t>
      </w:r>
    </w:p>
    <w:p w14:paraId="3A338204" w14:textId="77777777" w:rsidR="00983F7F" w:rsidRPr="00C01CC0" w:rsidRDefault="00983F7F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 otrzyma wynagrodzenie</w:t>
      </w:r>
      <w:r w:rsidRPr="00C01CC0">
        <w:rPr>
          <w:rFonts w:ascii="Arial" w:hAnsi="Arial" w:cs="Arial"/>
          <w:snapToGrid w:val="0"/>
          <w:sz w:val="18"/>
          <w:szCs w:val="18"/>
        </w:rPr>
        <w:t xml:space="preserve"> obliczone na podstawie 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faktycznej ilości powierzchni zewnętrznej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, powierzchni dachu i długości rynien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, na które</w:t>
      </w:r>
      <w:r w:rsidR="0004395D" w:rsidRPr="00C01CC0">
        <w:rPr>
          <w:rFonts w:ascii="Arial" w:hAnsi="Arial" w:cs="Arial"/>
          <w:snapToGrid w:val="0"/>
          <w:sz w:val="18"/>
          <w:szCs w:val="18"/>
        </w:rPr>
        <w:t>j została zrealizowana usługa w 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>okresie trwania umowy oraz ceny jednostkowej za t</w:t>
      </w:r>
      <w:r w:rsidR="00E765F5" w:rsidRPr="00C01CC0">
        <w:rPr>
          <w:rFonts w:ascii="Arial" w:hAnsi="Arial" w:cs="Arial"/>
          <w:snapToGrid w:val="0"/>
          <w:sz w:val="18"/>
          <w:szCs w:val="18"/>
        </w:rPr>
        <w:t>ę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usługę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, zgodn</w:t>
      </w:r>
      <w:r w:rsidR="00E765F5" w:rsidRPr="00C01CC0">
        <w:rPr>
          <w:rFonts w:ascii="Arial" w:hAnsi="Arial" w:cs="Arial"/>
          <w:snapToGrid w:val="0"/>
          <w:sz w:val="18"/>
          <w:szCs w:val="18"/>
        </w:rPr>
        <w:t>ej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 xml:space="preserve"> z ceną jaką przedstawił Wykonawca składając ofertę,</w:t>
      </w:r>
      <w:r w:rsidR="007446A9" w:rsidRPr="00C01CC0">
        <w:rPr>
          <w:rFonts w:ascii="Arial" w:hAnsi="Arial" w:cs="Arial"/>
          <w:snapToGrid w:val="0"/>
          <w:sz w:val="18"/>
          <w:szCs w:val="18"/>
        </w:rPr>
        <w:t xml:space="preserve"> jako iloczyn tych wartości +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podat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ek</w:t>
      </w:r>
      <w:r w:rsidR="00027501" w:rsidRPr="00C01CC0">
        <w:rPr>
          <w:rFonts w:ascii="Arial" w:hAnsi="Arial" w:cs="Arial"/>
          <w:snapToGrid w:val="0"/>
          <w:sz w:val="18"/>
          <w:szCs w:val="18"/>
        </w:rPr>
        <w:t xml:space="preserve"> VAT</w:t>
      </w:r>
      <w:r w:rsidR="00A67FA2" w:rsidRPr="00C01CC0">
        <w:rPr>
          <w:rFonts w:ascii="Arial" w:hAnsi="Arial" w:cs="Arial"/>
          <w:snapToGrid w:val="0"/>
          <w:sz w:val="18"/>
          <w:szCs w:val="18"/>
        </w:rPr>
        <w:t>.</w:t>
      </w:r>
    </w:p>
    <w:p w14:paraId="650F9D41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Ceny </w:t>
      </w:r>
      <w:r w:rsidR="00561DD0" w:rsidRPr="00C01CC0">
        <w:rPr>
          <w:rFonts w:ascii="Arial" w:hAnsi="Arial" w:cs="Arial"/>
          <w:sz w:val="18"/>
          <w:szCs w:val="18"/>
        </w:rPr>
        <w:t xml:space="preserve">jednostkowe </w:t>
      </w:r>
      <w:r w:rsidR="00676807" w:rsidRPr="00C01CC0">
        <w:rPr>
          <w:rFonts w:ascii="Arial" w:hAnsi="Arial" w:cs="Arial"/>
          <w:sz w:val="18"/>
          <w:szCs w:val="18"/>
        </w:rPr>
        <w:t>określone</w:t>
      </w:r>
      <w:r w:rsidR="00561DD0" w:rsidRPr="00C01CC0">
        <w:rPr>
          <w:rFonts w:ascii="Arial" w:hAnsi="Arial" w:cs="Arial"/>
          <w:sz w:val="18"/>
          <w:szCs w:val="18"/>
        </w:rPr>
        <w:t xml:space="preserve"> </w:t>
      </w:r>
      <w:r w:rsidR="00E765F5" w:rsidRPr="00C01CC0">
        <w:rPr>
          <w:rFonts w:ascii="Arial" w:hAnsi="Arial" w:cs="Arial"/>
          <w:sz w:val="18"/>
          <w:szCs w:val="18"/>
        </w:rPr>
        <w:t xml:space="preserve">w </w:t>
      </w:r>
      <w:r w:rsidR="00F80CBD" w:rsidRPr="00C01CC0">
        <w:rPr>
          <w:rFonts w:ascii="Arial" w:hAnsi="Arial" w:cs="Arial"/>
          <w:sz w:val="18"/>
          <w:szCs w:val="18"/>
        </w:rPr>
        <w:t>„</w:t>
      </w:r>
      <w:r w:rsidR="00561DD0" w:rsidRPr="00C01CC0">
        <w:rPr>
          <w:rFonts w:ascii="Arial" w:hAnsi="Arial" w:cs="Arial"/>
          <w:sz w:val="18"/>
          <w:szCs w:val="18"/>
        </w:rPr>
        <w:t>Szczegółow</w:t>
      </w:r>
      <w:r w:rsidR="001E50F7" w:rsidRPr="00C01CC0">
        <w:rPr>
          <w:rFonts w:ascii="Arial" w:hAnsi="Arial" w:cs="Arial"/>
          <w:sz w:val="18"/>
          <w:szCs w:val="18"/>
        </w:rPr>
        <w:t>ej</w:t>
      </w:r>
      <w:r w:rsidR="00561DD0" w:rsidRPr="00C01CC0">
        <w:rPr>
          <w:rFonts w:ascii="Arial" w:hAnsi="Arial" w:cs="Arial"/>
          <w:sz w:val="18"/>
          <w:szCs w:val="18"/>
        </w:rPr>
        <w:t xml:space="preserve"> ofer</w:t>
      </w:r>
      <w:r w:rsidR="001E50F7" w:rsidRPr="00C01CC0">
        <w:rPr>
          <w:rFonts w:ascii="Arial" w:hAnsi="Arial" w:cs="Arial"/>
          <w:sz w:val="18"/>
          <w:szCs w:val="18"/>
        </w:rPr>
        <w:t>cie</w:t>
      </w:r>
      <w:r w:rsidR="00561DD0" w:rsidRPr="00C01CC0">
        <w:rPr>
          <w:rFonts w:ascii="Arial" w:hAnsi="Arial" w:cs="Arial"/>
          <w:sz w:val="18"/>
          <w:szCs w:val="18"/>
        </w:rPr>
        <w:t xml:space="preserve"> cenow</w:t>
      </w:r>
      <w:r w:rsidR="001E50F7" w:rsidRPr="00C01CC0">
        <w:rPr>
          <w:rFonts w:ascii="Arial" w:hAnsi="Arial" w:cs="Arial"/>
          <w:sz w:val="18"/>
          <w:szCs w:val="18"/>
        </w:rPr>
        <w:t>ej</w:t>
      </w:r>
      <w:r w:rsidR="00F80CBD" w:rsidRPr="00C01CC0">
        <w:rPr>
          <w:rFonts w:ascii="Arial" w:hAnsi="Arial" w:cs="Arial"/>
          <w:sz w:val="18"/>
          <w:szCs w:val="18"/>
        </w:rPr>
        <w:t>”</w:t>
      </w:r>
      <w:r w:rsidR="00561DD0" w:rsidRPr="00C01CC0">
        <w:rPr>
          <w:rFonts w:ascii="Arial" w:hAnsi="Arial" w:cs="Arial"/>
          <w:sz w:val="18"/>
          <w:szCs w:val="18"/>
        </w:rPr>
        <w:t xml:space="preserve"> </w:t>
      </w:r>
      <w:r w:rsidR="00A67FA2" w:rsidRPr="00C01CC0">
        <w:rPr>
          <w:rFonts w:ascii="Arial" w:hAnsi="Arial" w:cs="Arial"/>
          <w:sz w:val="18"/>
          <w:szCs w:val="18"/>
        </w:rPr>
        <w:t xml:space="preserve">będącej załącznikiem nr 3 do niniejszej umowy, </w:t>
      </w:r>
      <w:r w:rsidRPr="00C01CC0">
        <w:rPr>
          <w:rFonts w:ascii="Arial" w:hAnsi="Arial" w:cs="Arial"/>
          <w:sz w:val="18"/>
          <w:szCs w:val="18"/>
        </w:rPr>
        <w:t>nie mogą ulec zwiększeniu w okresie obowiązywania umowy.</w:t>
      </w:r>
    </w:p>
    <w:p w14:paraId="2310C399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Ceny </w:t>
      </w:r>
      <w:r w:rsidR="00676807" w:rsidRPr="00C01CC0">
        <w:rPr>
          <w:rFonts w:ascii="Arial" w:hAnsi="Arial" w:cs="Arial"/>
          <w:sz w:val="18"/>
          <w:szCs w:val="18"/>
        </w:rPr>
        <w:t xml:space="preserve">jednostkowe określone w </w:t>
      </w:r>
      <w:r w:rsidR="001E50F7" w:rsidRPr="00C01CC0">
        <w:rPr>
          <w:rFonts w:ascii="Arial" w:hAnsi="Arial" w:cs="Arial"/>
          <w:sz w:val="18"/>
          <w:szCs w:val="18"/>
        </w:rPr>
        <w:t xml:space="preserve">zał. nr 3 </w:t>
      </w:r>
      <w:r w:rsidR="005206DF" w:rsidRPr="00C01CC0">
        <w:rPr>
          <w:rFonts w:ascii="Arial" w:hAnsi="Arial" w:cs="Arial"/>
          <w:sz w:val="18"/>
          <w:szCs w:val="18"/>
        </w:rPr>
        <w:t>–</w:t>
      </w:r>
      <w:r w:rsidR="001E50F7"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„</w:t>
      </w:r>
      <w:r w:rsidR="00676807" w:rsidRPr="00C01CC0">
        <w:rPr>
          <w:rFonts w:ascii="Arial" w:hAnsi="Arial" w:cs="Arial"/>
          <w:sz w:val="18"/>
          <w:szCs w:val="18"/>
        </w:rPr>
        <w:t>Szczegółow</w:t>
      </w:r>
      <w:r w:rsidR="001E50F7" w:rsidRPr="00C01CC0">
        <w:rPr>
          <w:rFonts w:ascii="Arial" w:hAnsi="Arial" w:cs="Arial"/>
          <w:sz w:val="18"/>
          <w:szCs w:val="18"/>
        </w:rPr>
        <w:t>a</w:t>
      </w:r>
      <w:r w:rsidR="00676807" w:rsidRPr="00C01CC0">
        <w:rPr>
          <w:rFonts w:ascii="Arial" w:hAnsi="Arial" w:cs="Arial"/>
          <w:sz w:val="18"/>
          <w:szCs w:val="18"/>
        </w:rPr>
        <w:t xml:space="preserve"> ofer</w:t>
      </w:r>
      <w:r w:rsidR="001E50F7" w:rsidRPr="00C01CC0">
        <w:rPr>
          <w:rFonts w:ascii="Arial" w:hAnsi="Arial" w:cs="Arial"/>
          <w:sz w:val="18"/>
          <w:szCs w:val="18"/>
        </w:rPr>
        <w:t>ta</w:t>
      </w:r>
      <w:r w:rsidR="00676807" w:rsidRPr="00C01CC0">
        <w:rPr>
          <w:rFonts w:ascii="Arial" w:hAnsi="Arial" w:cs="Arial"/>
          <w:sz w:val="18"/>
          <w:szCs w:val="18"/>
        </w:rPr>
        <w:t xml:space="preserve"> cenow</w:t>
      </w:r>
      <w:r w:rsidR="001E50F7" w:rsidRPr="00C01CC0">
        <w:rPr>
          <w:rFonts w:ascii="Arial" w:hAnsi="Arial" w:cs="Arial"/>
          <w:sz w:val="18"/>
          <w:szCs w:val="18"/>
        </w:rPr>
        <w:t>a</w:t>
      </w:r>
      <w:r w:rsidR="005206DF" w:rsidRPr="00C01CC0">
        <w:rPr>
          <w:rFonts w:ascii="Arial" w:hAnsi="Arial" w:cs="Arial"/>
          <w:sz w:val="18"/>
          <w:szCs w:val="18"/>
        </w:rPr>
        <w:t>”</w:t>
      </w:r>
      <w:r w:rsidR="00676807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obejmują wszelkie koszty Wykonawcy związane z wykonywaniem zamówienia.</w:t>
      </w:r>
    </w:p>
    <w:p w14:paraId="552C7728" w14:textId="77777777" w:rsidR="00A67FA2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Cs/>
          <w:sz w:val="18"/>
          <w:szCs w:val="18"/>
        </w:rPr>
        <w:t xml:space="preserve">Wynagrodzenie należne Wykonawcy będzie płatne </w:t>
      </w:r>
      <w:r w:rsidRPr="00C01CC0">
        <w:rPr>
          <w:rFonts w:ascii="Arial" w:hAnsi="Arial" w:cs="Arial"/>
          <w:sz w:val="18"/>
          <w:szCs w:val="18"/>
        </w:rPr>
        <w:t>na podstawie faktur wystawian</w:t>
      </w:r>
      <w:r w:rsidR="00E765F5" w:rsidRPr="00C01CC0">
        <w:rPr>
          <w:rFonts w:ascii="Arial" w:hAnsi="Arial" w:cs="Arial"/>
          <w:sz w:val="18"/>
          <w:szCs w:val="18"/>
        </w:rPr>
        <w:t>ych</w:t>
      </w:r>
      <w:r w:rsidRPr="00C01CC0">
        <w:rPr>
          <w:rFonts w:ascii="Arial" w:hAnsi="Arial" w:cs="Arial"/>
          <w:sz w:val="18"/>
          <w:szCs w:val="18"/>
        </w:rPr>
        <w:t xml:space="preserve"> po sporządzeniu protokołu wykonanych usług</w:t>
      </w:r>
      <w:r w:rsidR="00144620" w:rsidRPr="00C01CC0">
        <w:rPr>
          <w:rFonts w:ascii="Arial" w:hAnsi="Arial" w:cs="Arial"/>
          <w:sz w:val="18"/>
          <w:szCs w:val="18"/>
        </w:rPr>
        <w:t xml:space="preserve"> za dany miesiąc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(</w:t>
      </w:r>
      <w:r w:rsidRPr="00C01CC0">
        <w:rPr>
          <w:rFonts w:ascii="Arial" w:hAnsi="Arial" w:cs="Arial"/>
          <w:sz w:val="18"/>
          <w:szCs w:val="18"/>
        </w:rPr>
        <w:t xml:space="preserve">o którym mowa w </w:t>
      </w:r>
      <w:r w:rsidRPr="00C01CC0">
        <w:rPr>
          <w:rFonts w:ascii="Arial" w:hAnsi="Arial" w:cs="Arial"/>
          <w:bCs/>
          <w:sz w:val="18"/>
          <w:szCs w:val="18"/>
        </w:rPr>
        <w:t>§ 5 ust. 3 niniejszej umowy</w:t>
      </w:r>
      <w:r w:rsidR="005206DF" w:rsidRPr="00C01CC0">
        <w:rPr>
          <w:rFonts w:ascii="Arial" w:hAnsi="Arial" w:cs="Arial"/>
          <w:bCs/>
          <w:sz w:val="18"/>
          <w:szCs w:val="18"/>
        </w:rPr>
        <w:t>)</w:t>
      </w:r>
      <w:r w:rsidRPr="00C01CC0">
        <w:rPr>
          <w:rFonts w:ascii="Arial" w:hAnsi="Arial" w:cs="Arial"/>
          <w:bCs/>
          <w:sz w:val="18"/>
          <w:szCs w:val="18"/>
        </w:rPr>
        <w:t>, za faktycznie świadczone przez Wykonawcę usługi.</w:t>
      </w:r>
    </w:p>
    <w:p w14:paraId="25E42AAD" w14:textId="77777777" w:rsidR="005B06FA" w:rsidRPr="00C01CC0" w:rsidRDefault="00A15E1B" w:rsidP="00FF6EFF">
      <w:pPr>
        <w:pStyle w:val="Akapitzlist"/>
        <w:numPr>
          <w:ilvl w:val="0"/>
          <w:numId w:val="38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 sobie prawo niewykorzystania całej wartości, o której mowa w ust. 1, a Wykonawca nie będzie z tego tytułu dochodził żadnych roszczeń</w:t>
      </w:r>
      <w:r w:rsidRPr="00C01CC0">
        <w:rPr>
          <w:rFonts w:ascii="Arial" w:hAnsi="Arial" w:cs="Arial"/>
          <w:b/>
          <w:sz w:val="18"/>
          <w:szCs w:val="18"/>
        </w:rPr>
        <w:t>.</w:t>
      </w:r>
    </w:p>
    <w:p w14:paraId="3D45ECF7" w14:textId="77777777" w:rsidR="0018394F" w:rsidRPr="00C01CC0" w:rsidRDefault="003D3D5D" w:rsidP="00877DF2">
      <w:pPr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8</w:t>
      </w:r>
    </w:p>
    <w:p w14:paraId="3EA08976" w14:textId="77777777" w:rsidR="000027F4" w:rsidRPr="00C01CC0" w:rsidRDefault="000027F4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lastRenderedPageBreak/>
        <w:t>Warunki płatności</w:t>
      </w:r>
    </w:p>
    <w:p w14:paraId="2FC64384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Strony postanawiają, że rozliczenie wynagrodzenia Wykonawcy za wykonane usługi będzie się odby</w:t>
      </w:r>
      <w:r w:rsidR="007446A9" w:rsidRPr="00C01CC0">
        <w:rPr>
          <w:rFonts w:ascii="Arial" w:hAnsi="Arial" w:cs="Arial"/>
          <w:sz w:val="18"/>
          <w:szCs w:val="18"/>
        </w:rPr>
        <w:t xml:space="preserve">wało </w:t>
      </w:r>
      <w:r w:rsidRPr="00C01CC0">
        <w:rPr>
          <w:rFonts w:ascii="Arial" w:hAnsi="Arial" w:cs="Arial"/>
          <w:sz w:val="18"/>
          <w:szCs w:val="18"/>
        </w:rPr>
        <w:t xml:space="preserve">fakturami częściowymi, wystawianymi przez Wykonawcę </w:t>
      </w:r>
      <w:r w:rsidR="00144620" w:rsidRPr="00C01CC0">
        <w:rPr>
          <w:rFonts w:ascii="Arial" w:hAnsi="Arial" w:cs="Arial"/>
          <w:sz w:val="18"/>
          <w:szCs w:val="18"/>
        </w:rPr>
        <w:t>na koniec miesiąca, w którym zrealizowana była usługa</w:t>
      </w:r>
      <w:r w:rsidRPr="00C01CC0">
        <w:rPr>
          <w:rFonts w:ascii="Arial" w:hAnsi="Arial" w:cs="Arial"/>
          <w:sz w:val="18"/>
          <w:szCs w:val="18"/>
        </w:rPr>
        <w:t xml:space="preserve">, za faktyczną ilość powierzchni </w:t>
      </w:r>
      <w:r w:rsidR="001E50F7" w:rsidRPr="00C01CC0">
        <w:rPr>
          <w:rFonts w:ascii="Arial" w:hAnsi="Arial" w:cs="Arial"/>
          <w:sz w:val="18"/>
          <w:szCs w:val="18"/>
        </w:rPr>
        <w:t xml:space="preserve">i długości rynien, na których została </w:t>
      </w:r>
      <w:r w:rsidR="00144620" w:rsidRPr="00C01CC0">
        <w:rPr>
          <w:rFonts w:ascii="Arial" w:hAnsi="Arial" w:cs="Arial"/>
          <w:sz w:val="18"/>
          <w:szCs w:val="18"/>
        </w:rPr>
        <w:t>wykonana</w:t>
      </w:r>
      <w:r w:rsidR="001E50F7" w:rsidRPr="00C01CC0">
        <w:rPr>
          <w:rFonts w:ascii="Arial" w:hAnsi="Arial" w:cs="Arial"/>
          <w:sz w:val="18"/>
          <w:szCs w:val="18"/>
        </w:rPr>
        <w:t xml:space="preserve"> usługa,</w:t>
      </w:r>
      <w:r w:rsidRPr="00C01CC0">
        <w:rPr>
          <w:rFonts w:ascii="Arial" w:hAnsi="Arial" w:cs="Arial"/>
          <w:sz w:val="18"/>
          <w:szCs w:val="18"/>
        </w:rPr>
        <w:t xml:space="preserve"> zgodnie z przedmiotem zamówienia, w oparciu o cenę określoną </w:t>
      </w:r>
      <w:r w:rsidR="001E50F7" w:rsidRPr="00C01CC0">
        <w:rPr>
          <w:rFonts w:ascii="Arial" w:hAnsi="Arial" w:cs="Arial"/>
          <w:sz w:val="18"/>
          <w:szCs w:val="18"/>
        </w:rPr>
        <w:t xml:space="preserve">w zał. nr 3 </w:t>
      </w:r>
      <w:r w:rsidR="009E0122" w:rsidRPr="00C01CC0">
        <w:rPr>
          <w:rFonts w:ascii="Arial" w:hAnsi="Arial" w:cs="Arial"/>
          <w:sz w:val="18"/>
          <w:szCs w:val="18"/>
        </w:rPr>
        <w:t>–„</w:t>
      </w:r>
      <w:r w:rsidR="001E50F7" w:rsidRPr="00C01CC0">
        <w:rPr>
          <w:rFonts w:ascii="Arial" w:hAnsi="Arial" w:cs="Arial"/>
          <w:sz w:val="18"/>
          <w:szCs w:val="18"/>
        </w:rPr>
        <w:t xml:space="preserve"> Szczegółowa oferta cenowa</w:t>
      </w:r>
      <w:r w:rsidR="009E0122" w:rsidRPr="00C01CC0">
        <w:rPr>
          <w:rFonts w:ascii="Arial" w:hAnsi="Arial" w:cs="Arial"/>
          <w:sz w:val="18"/>
          <w:szCs w:val="18"/>
        </w:rPr>
        <w:t>”</w:t>
      </w:r>
      <w:r w:rsidR="001E50F7" w:rsidRPr="00C01CC0">
        <w:rPr>
          <w:rFonts w:ascii="Arial" w:hAnsi="Arial" w:cs="Arial"/>
          <w:sz w:val="18"/>
          <w:szCs w:val="18"/>
        </w:rPr>
        <w:t>.</w:t>
      </w:r>
    </w:p>
    <w:p w14:paraId="6418FC03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Wykonawca załączy do każdej faktury 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>zatwierdzony przez osoby wskazane przez Zamawiającego oraz Wykonawcę oryg</w:t>
      </w:r>
      <w:r w:rsidR="00E5187C" w:rsidRPr="00C01CC0">
        <w:rPr>
          <w:rFonts w:ascii="Arial" w:hAnsi="Arial" w:cs="Arial"/>
          <w:bCs/>
          <w:color w:val="000000"/>
          <w:sz w:val="18"/>
          <w:szCs w:val="18"/>
        </w:rPr>
        <w:t>inał protokołu wykonanych usług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="001E50F7" w:rsidRPr="00C01CC0">
        <w:rPr>
          <w:rFonts w:ascii="Arial" w:hAnsi="Arial" w:cs="Arial"/>
          <w:bCs/>
          <w:color w:val="000000"/>
          <w:sz w:val="18"/>
          <w:szCs w:val="18"/>
        </w:rPr>
        <w:t>zgodny z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załącznik</w:t>
      </w:r>
      <w:r w:rsidR="001E50F7" w:rsidRPr="00C01CC0">
        <w:rPr>
          <w:rFonts w:ascii="Arial" w:hAnsi="Arial" w:cs="Arial"/>
          <w:bCs/>
          <w:color w:val="000000"/>
          <w:sz w:val="18"/>
          <w:szCs w:val="18"/>
        </w:rPr>
        <w:t>iem</w:t>
      </w:r>
      <w:r w:rsidRPr="00C01CC0">
        <w:rPr>
          <w:rFonts w:ascii="Arial" w:hAnsi="Arial" w:cs="Arial"/>
          <w:bCs/>
          <w:color w:val="000000"/>
          <w:sz w:val="18"/>
          <w:szCs w:val="18"/>
        </w:rPr>
        <w:t xml:space="preserve"> nr 2 do niniejszej umowy</w:t>
      </w:r>
      <w:r w:rsidRPr="00C01CC0">
        <w:rPr>
          <w:rFonts w:ascii="Arial" w:hAnsi="Arial" w:cs="Arial"/>
          <w:sz w:val="18"/>
          <w:szCs w:val="18"/>
        </w:rPr>
        <w:t>.</w:t>
      </w:r>
    </w:p>
    <w:p w14:paraId="2D88EFDC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Zamawiający zobowiązuje się do zapłaty należności określonych w fakturach w terminie </w:t>
      </w:r>
      <w:r w:rsidR="00F51F4A" w:rsidRPr="00C01CC0">
        <w:rPr>
          <w:rFonts w:ascii="Arial" w:hAnsi="Arial" w:cs="Arial"/>
          <w:sz w:val="18"/>
          <w:szCs w:val="18"/>
        </w:rPr>
        <w:t>30</w:t>
      </w:r>
      <w:r w:rsidRPr="00C01CC0">
        <w:rPr>
          <w:rFonts w:ascii="Arial" w:hAnsi="Arial" w:cs="Arial"/>
          <w:sz w:val="18"/>
          <w:szCs w:val="18"/>
        </w:rPr>
        <w:t xml:space="preserve"> dni od </w:t>
      </w:r>
      <w:r w:rsidR="00F51F4A" w:rsidRPr="00C01CC0">
        <w:rPr>
          <w:rFonts w:ascii="Arial" w:hAnsi="Arial" w:cs="Arial"/>
          <w:sz w:val="18"/>
          <w:szCs w:val="18"/>
        </w:rPr>
        <w:t>daty</w:t>
      </w:r>
      <w:r w:rsidRPr="00C01CC0">
        <w:rPr>
          <w:rFonts w:ascii="Arial" w:hAnsi="Arial" w:cs="Arial"/>
          <w:sz w:val="18"/>
          <w:szCs w:val="18"/>
        </w:rPr>
        <w:t xml:space="preserve"> prawidłowo wystawionej faktury.</w:t>
      </w:r>
    </w:p>
    <w:p w14:paraId="79668C8E" w14:textId="77777777" w:rsidR="00DB155C" w:rsidRPr="00C01CC0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Wynagrodzenie przysługujące Wykonawcy będzie płatne przelewem na konto Wykonawcy wskazane w fakturze.</w:t>
      </w:r>
    </w:p>
    <w:p w14:paraId="6E2B2848" w14:textId="77777777" w:rsidR="00DB155C" w:rsidRDefault="00DB155C" w:rsidP="00E5187C">
      <w:pPr>
        <w:pStyle w:val="Akapitzlist"/>
        <w:numPr>
          <w:ilvl w:val="0"/>
          <w:numId w:val="39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Termin zapłaty uważa się za zachowany, jeżeli obciążenie rachunku </w:t>
      </w:r>
      <w:r w:rsidR="00962B2F" w:rsidRPr="00C01CC0">
        <w:rPr>
          <w:rFonts w:ascii="Arial" w:hAnsi="Arial" w:cs="Arial"/>
          <w:sz w:val="18"/>
          <w:szCs w:val="18"/>
        </w:rPr>
        <w:t>Zamawiającego nastąpi najpóźniej w </w:t>
      </w:r>
      <w:r w:rsidRPr="00C01CC0">
        <w:rPr>
          <w:rFonts w:ascii="Arial" w:hAnsi="Arial" w:cs="Arial"/>
          <w:sz w:val="18"/>
          <w:szCs w:val="18"/>
        </w:rPr>
        <w:t>dniu roboczym oznaczonym jako termin płatności.</w:t>
      </w:r>
    </w:p>
    <w:p w14:paraId="08B54660" w14:textId="77777777" w:rsidR="0018394F" w:rsidRPr="00C01CC0" w:rsidRDefault="003D3D5D" w:rsidP="00877DF2">
      <w:pPr>
        <w:spacing w:after="120" w:line="240" w:lineRule="auto"/>
        <w:ind w:left="284" w:hanging="284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9</w:t>
      </w:r>
    </w:p>
    <w:p w14:paraId="2D5979DD" w14:textId="77777777" w:rsidR="00935503" w:rsidRPr="00C01CC0" w:rsidRDefault="00935503" w:rsidP="00877DF2">
      <w:pPr>
        <w:tabs>
          <w:tab w:val="left" w:pos="284"/>
          <w:tab w:val="left" w:pos="360"/>
        </w:tabs>
        <w:spacing w:after="120" w:line="240" w:lineRule="auto"/>
        <w:jc w:val="center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Przeniesienie wierzytelności</w:t>
      </w:r>
    </w:p>
    <w:p w14:paraId="5CA4D479" w14:textId="77777777" w:rsidR="00935503" w:rsidRPr="00C01CC0" w:rsidRDefault="00935503" w:rsidP="00E5187C">
      <w:pPr>
        <w:pStyle w:val="Akapitzlist"/>
        <w:numPr>
          <w:ilvl w:val="0"/>
          <w:numId w:val="40"/>
        </w:numPr>
        <w:tabs>
          <w:tab w:val="left" w:pos="284"/>
          <w:tab w:val="left" w:pos="360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zastrzega, że Wykonawca nie może bez zgody Zamawiającego przenieść wierzytelności wynikających z wykonywania niniejszej umowy na osobę trzecią.</w:t>
      </w:r>
    </w:p>
    <w:p w14:paraId="3A7800D9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0</w:t>
      </w:r>
    </w:p>
    <w:p w14:paraId="28C544F9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Kary umowne</w:t>
      </w:r>
    </w:p>
    <w:p w14:paraId="32F3CA84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 przypadku niewykonania lub nienależytego wykonania umowy, Wykonawca jest zobowiązany zapłacić Zamawiającemu kary umowne naliczane od wynagrodzenia brutto za wykonanie przedmiotu umowy określonego  w § 7 ust. 1: </w:t>
      </w:r>
    </w:p>
    <w:p w14:paraId="4DACFD6C" w14:textId="77777777" w:rsidR="00DB155C" w:rsidRPr="00C01CC0" w:rsidRDefault="00DB155C" w:rsidP="00E5187C">
      <w:pPr>
        <w:pStyle w:val="Akapitzlist"/>
        <w:numPr>
          <w:ilvl w:val="1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ind w:left="788" w:hanging="431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5 % wynagrodzenia brutto za wykonanie przedmiotu umowy o</w:t>
      </w:r>
      <w:r w:rsidR="00447AA6" w:rsidRPr="00C01CC0">
        <w:rPr>
          <w:rFonts w:ascii="Arial" w:hAnsi="Arial" w:cs="Arial"/>
          <w:sz w:val="18"/>
          <w:szCs w:val="18"/>
        </w:rPr>
        <w:t>kreślonego w</w:t>
      </w:r>
      <w:r w:rsidR="00E5187C" w:rsidRPr="00C01CC0">
        <w:rPr>
          <w:rFonts w:ascii="Arial" w:hAnsi="Arial" w:cs="Arial"/>
          <w:sz w:val="18"/>
          <w:szCs w:val="18"/>
        </w:rPr>
        <w:t xml:space="preserve"> </w:t>
      </w:r>
      <w:r w:rsidR="00447AA6" w:rsidRPr="00C01CC0">
        <w:rPr>
          <w:rFonts w:ascii="Arial" w:hAnsi="Arial" w:cs="Arial"/>
          <w:sz w:val="18"/>
          <w:szCs w:val="18"/>
        </w:rPr>
        <w:t>§ 7 ust. 1 pkt 1.1</w:t>
      </w:r>
      <w:r w:rsidRPr="00C01CC0">
        <w:rPr>
          <w:rFonts w:ascii="Arial" w:hAnsi="Arial" w:cs="Arial"/>
          <w:sz w:val="18"/>
          <w:szCs w:val="18"/>
        </w:rPr>
        <w:t>, za odstąpienie od umowy przez którąkolwiek ze stron z przyczyn leżących po stronie Wykonawcy;</w:t>
      </w:r>
    </w:p>
    <w:p w14:paraId="0082FF6A" w14:textId="77777777" w:rsidR="00DB155C" w:rsidRPr="00C01CC0" w:rsidRDefault="00DB155C" w:rsidP="00E5187C">
      <w:pPr>
        <w:pStyle w:val="Akapitzlist"/>
        <w:numPr>
          <w:ilvl w:val="1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2 % wynagrodzenia brutto za wykonanie przedmiotu umowy określonego w § 7 ust. 1 pkt 1.</w:t>
      </w:r>
      <w:r w:rsidR="00447AA6" w:rsidRPr="00C01CC0">
        <w:rPr>
          <w:rFonts w:ascii="Arial" w:hAnsi="Arial" w:cs="Arial"/>
          <w:sz w:val="18"/>
          <w:szCs w:val="18"/>
        </w:rPr>
        <w:t>1</w:t>
      </w:r>
      <w:r w:rsidRPr="00C01CC0">
        <w:rPr>
          <w:rFonts w:ascii="Arial" w:hAnsi="Arial" w:cs="Arial"/>
          <w:sz w:val="18"/>
          <w:szCs w:val="18"/>
        </w:rPr>
        <w:t xml:space="preserve">, - za każdy dzień </w:t>
      </w:r>
      <w:r w:rsidR="009F745D" w:rsidRPr="00C01CC0">
        <w:rPr>
          <w:rFonts w:ascii="Arial" w:hAnsi="Arial" w:cs="Arial"/>
          <w:sz w:val="18"/>
          <w:szCs w:val="18"/>
        </w:rPr>
        <w:t xml:space="preserve">niedotrzymania terminu </w:t>
      </w:r>
      <w:r w:rsidR="005206DF" w:rsidRPr="00C01CC0">
        <w:rPr>
          <w:rFonts w:ascii="Arial" w:hAnsi="Arial" w:cs="Arial"/>
          <w:sz w:val="18"/>
          <w:szCs w:val="18"/>
        </w:rPr>
        <w:t>wykonania usługi</w:t>
      </w:r>
      <w:r w:rsidR="00D569BB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liczony </w:t>
      </w:r>
      <w:r w:rsidR="00D569BB" w:rsidRPr="00C01CC0">
        <w:rPr>
          <w:rFonts w:ascii="Arial" w:hAnsi="Arial" w:cs="Arial"/>
          <w:sz w:val="18"/>
          <w:szCs w:val="18"/>
        </w:rPr>
        <w:t>po dniu</w:t>
      </w:r>
      <w:r w:rsidRPr="00C01CC0">
        <w:rPr>
          <w:rFonts w:ascii="Arial" w:hAnsi="Arial" w:cs="Arial"/>
          <w:sz w:val="18"/>
          <w:szCs w:val="18"/>
        </w:rPr>
        <w:t>, w którym upłynął termin je</w:t>
      </w:r>
      <w:r w:rsidR="005206DF" w:rsidRPr="00C01CC0">
        <w:rPr>
          <w:rFonts w:ascii="Arial" w:hAnsi="Arial" w:cs="Arial"/>
          <w:sz w:val="18"/>
          <w:szCs w:val="18"/>
        </w:rPr>
        <w:t>j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5206DF" w:rsidRPr="00C01CC0">
        <w:rPr>
          <w:rFonts w:ascii="Arial" w:hAnsi="Arial" w:cs="Arial"/>
          <w:sz w:val="18"/>
          <w:szCs w:val="18"/>
        </w:rPr>
        <w:t>wykonania,</w:t>
      </w:r>
      <w:r w:rsidRPr="00C01CC0">
        <w:rPr>
          <w:rFonts w:ascii="Arial" w:hAnsi="Arial" w:cs="Arial"/>
          <w:sz w:val="18"/>
          <w:szCs w:val="18"/>
        </w:rPr>
        <w:t xml:space="preserve"> ustalony zgodnie z </w:t>
      </w:r>
      <w:r w:rsidRPr="00C01CC0">
        <w:rPr>
          <w:rFonts w:ascii="Arial" w:hAnsi="Arial" w:cs="Arial"/>
          <w:bCs/>
          <w:sz w:val="18"/>
          <w:szCs w:val="18"/>
        </w:rPr>
        <w:t xml:space="preserve">§ </w:t>
      </w:r>
      <w:r w:rsidRPr="00C01CC0">
        <w:rPr>
          <w:rFonts w:ascii="Arial" w:hAnsi="Arial" w:cs="Arial"/>
          <w:sz w:val="18"/>
          <w:szCs w:val="18"/>
        </w:rPr>
        <w:t>3 ust. 7;</w:t>
      </w:r>
    </w:p>
    <w:p w14:paraId="3C8D3D8E" w14:textId="77777777" w:rsidR="00DB155C" w:rsidRPr="00C01CC0" w:rsidRDefault="00DB155C" w:rsidP="00E5187C">
      <w:pPr>
        <w:pStyle w:val="Akapitzlist"/>
        <w:numPr>
          <w:ilvl w:val="0"/>
          <w:numId w:val="41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wysokości 2 % wynagrodzenia brutto za wykonanie przedmiotu umowy określonego w § 7 ust. 1 pkt 1.</w:t>
      </w:r>
      <w:r w:rsidR="00447AA6" w:rsidRPr="00C01CC0">
        <w:rPr>
          <w:rFonts w:ascii="Arial" w:hAnsi="Arial" w:cs="Arial"/>
          <w:sz w:val="18"/>
          <w:szCs w:val="18"/>
        </w:rPr>
        <w:t>1</w:t>
      </w:r>
      <w:r w:rsidRPr="00C01CC0">
        <w:rPr>
          <w:rFonts w:ascii="Arial" w:hAnsi="Arial" w:cs="Arial"/>
          <w:sz w:val="18"/>
          <w:szCs w:val="18"/>
        </w:rPr>
        <w:t>, za każd</w:t>
      </w:r>
      <w:r w:rsidR="00C163D8" w:rsidRPr="00C01CC0">
        <w:rPr>
          <w:rFonts w:ascii="Arial" w:hAnsi="Arial" w:cs="Arial"/>
          <w:sz w:val="18"/>
          <w:szCs w:val="18"/>
        </w:rPr>
        <w:t>e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163D8" w:rsidRPr="00C01CC0">
        <w:rPr>
          <w:rFonts w:ascii="Arial" w:hAnsi="Arial" w:cs="Arial"/>
          <w:sz w:val="18"/>
          <w:szCs w:val="18"/>
        </w:rPr>
        <w:t>pól godziny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9F745D" w:rsidRPr="00C01CC0">
        <w:rPr>
          <w:rFonts w:ascii="Arial" w:hAnsi="Arial" w:cs="Arial"/>
          <w:sz w:val="18"/>
          <w:szCs w:val="18"/>
        </w:rPr>
        <w:t xml:space="preserve">niedotrzymania terminu </w:t>
      </w:r>
      <w:r w:rsidR="005206DF" w:rsidRPr="00C01CC0">
        <w:rPr>
          <w:rFonts w:ascii="Arial" w:hAnsi="Arial" w:cs="Arial"/>
          <w:sz w:val="18"/>
          <w:szCs w:val="18"/>
        </w:rPr>
        <w:t>wykonania usługi</w:t>
      </w:r>
      <w:r w:rsidR="00D569BB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liczon</w:t>
      </w:r>
      <w:r w:rsidR="00C163D8" w:rsidRPr="00C01CC0">
        <w:rPr>
          <w:rFonts w:ascii="Arial" w:hAnsi="Arial" w:cs="Arial"/>
          <w:sz w:val="18"/>
          <w:szCs w:val="18"/>
        </w:rPr>
        <w:t>e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D569BB" w:rsidRPr="00C01CC0">
        <w:rPr>
          <w:rFonts w:ascii="Arial" w:hAnsi="Arial" w:cs="Arial"/>
          <w:sz w:val="18"/>
          <w:szCs w:val="18"/>
        </w:rPr>
        <w:t xml:space="preserve">po </w:t>
      </w:r>
      <w:r w:rsidR="00E765F5" w:rsidRPr="00C01CC0">
        <w:rPr>
          <w:rFonts w:ascii="Arial" w:hAnsi="Arial" w:cs="Arial"/>
          <w:sz w:val="18"/>
          <w:szCs w:val="18"/>
        </w:rPr>
        <w:t>godzinie</w:t>
      </w:r>
      <w:r w:rsidRPr="00C01CC0">
        <w:rPr>
          <w:rFonts w:ascii="Arial" w:hAnsi="Arial" w:cs="Arial"/>
          <w:sz w:val="18"/>
          <w:szCs w:val="18"/>
        </w:rPr>
        <w:t>, w któr</w:t>
      </w:r>
      <w:r w:rsidR="00E765F5" w:rsidRPr="00C01CC0">
        <w:rPr>
          <w:rFonts w:ascii="Arial" w:hAnsi="Arial" w:cs="Arial"/>
          <w:sz w:val="18"/>
          <w:szCs w:val="18"/>
        </w:rPr>
        <w:t>ej</w:t>
      </w:r>
      <w:r w:rsidRPr="00C01CC0">
        <w:rPr>
          <w:rFonts w:ascii="Arial" w:hAnsi="Arial" w:cs="Arial"/>
          <w:sz w:val="18"/>
          <w:szCs w:val="18"/>
        </w:rPr>
        <w:t xml:space="preserve"> upłynął termin je</w:t>
      </w:r>
      <w:r w:rsidR="005206DF" w:rsidRPr="00C01CC0">
        <w:rPr>
          <w:rFonts w:ascii="Arial" w:hAnsi="Arial" w:cs="Arial"/>
          <w:sz w:val="18"/>
          <w:szCs w:val="18"/>
        </w:rPr>
        <w:t>j</w:t>
      </w:r>
      <w:r w:rsidRPr="00C01CC0">
        <w:rPr>
          <w:rFonts w:ascii="Arial" w:hAnsi="Arial" w:cs="Arial"/>
          <w:sz w:val="18"/>
          <w:szCs w:val="18"/>
        </w:rPr>
        <w:t xml:space="preserve"> wykonania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Pr="00C01CC0">
        <w:rPr>
          <w:rFonts w:ascii="Arial" w:hAnsi="Arial" w:cs="Arial"/>
          <w:sz w:val="18"/>
          <w:szCs w:val="18"/>
        </w:rPr>
        <w:t xml:space="preserve"> ustalony zgodnie z </w:t>
      </w:r>
      <w:r w:rsidRPr="00C01CC0">
        <w:rPr>
          <w:rFonts w:ascii="Arial" w:hAnsi="Arial" w:cs="Arial"/>
          <w:bCs/>
          <w:sz w:val="18"/>
          <w:szCs w:val="18"/>
        </w:rPr>
        <w:t xml:space="preserve">§ </w:t>
      </w:r>
      <w:r w:rsidR="00E152F8" w:rsidRPr="00C01CC0">
        <w:rPr>
          <w:rFonts w:ascii="Arial" w:hAnsi="Arial" w:cs="Arial"/>
          <w:sz w:val="18"/>
          <w:szCs w:val="18"/>
        </w:rPr>
        <w:t>3 ust. 9</w:t>
      </w:r>
      <w:r w:rsidR="00C163D8" w:rsidRPr="00C01CC0">
        <w:rPr>
          <w:rFonts w:ascii="Arial" w:hAnsi="Arial" w:cs="Arial"/>
          <w:sz w:val="18"/>
          <w:szCs w:val="18"/>
        </w:rPr>
        <w:t xml:space="preserve"> </w:t>
      </w:r>
      <w:r w:rsidR="008F6E9C" w:rsidRPr="00C01CC0">
        <w:rPr>
          <w:rFonts w:ascii="Arial" w:hAnsi="Arial" w:cs="Arial"/>
          <w:sz w:val="18"/>
          <w:szCs w:val="18"/>
        </w:rPr>
        <w:t>lub</w:t>
      </w:r>
      <w:r w:rsidR="00E152F8" w:rsidRPr="00C01CC0">
        <w:rPr>
          <w:rFonts w:ascii="Arial" w:hAnsi="Arial" w:cs="Arial"/>
          <w:sz w:val="18"/>
          <w:szCs w:val="18"/>
        </w:rPr>
        <w:t xml:space="preserve"> </w:t>
      </w:r>
      <w:r w:rsidR="00075F7B" w:rsidRPr="00C01CC0">
        <w:rPr>
          <w:rFonts w:ascii="Arial" w:hAnsi="Arial" w:cs="Arial"/>
          <w:sz w:val="18"/>
          <w:szCs w:val="18"/>
        </w:rPr>
        <w:t xml:space="preserve">ust. </w:t>
      </w:r>
      <w:r w:rsidR="00E152F8" w:rsidRPr="00C01CC0">
        <w:rPr>
          <w:rFonts w:ascii="Arial" w:hAnsi="Arial" w:cs="Arial"/>
          <w:sz w:val="18"/>
          <w:szCs w:val="18"/>
        </w:rPr>
        <w:t>10</w:t>
      </w:r>
      <w:r w:rsidRPr="00C01CC0">
        <w:rPr>
          <w:rFonts w:ascii="Arial" w:hAnsi="Arial" w:cs="Arial"/>
          <w:sz w:val="18"/>
          <w:szCs w:val="18"/>
        </w:rPr>
        <w:t xml:space="preserve">. </w:t>
      </w:r>
    </w:p>
    <w:p w14:paraId="117F4556" w14:textId="3EEC9184" w:rsidR="00935503" w:rsidRDefault="00E5187C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Kary umowne będą w pierwszej kolejności potrącane z należnego Wykonawcy wynagrodzenia</w:t>
      </w:r>
      <w:r w:rsidR="00935503" w:rsidRPr="00C01CC0">
        <w:rPr>
          <w:rFonts w:ascii="Arial" w:hAnsi="Arial" w:cs="Arial"/>
          <w:sz w:val="18"/>
          <w:szCs w:val="18"/>
        </w:rPr>
        <w:t>.</w:t>
      </w:r>
    </w:p>
    <w:p w14:paraId="14974CB2" w14:textId="5996FEE2" w:rsidR="004C0993" w:rsidRPr="00C01CC0" w:rsidRDefault="004C099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Maksymalna wysokość kar umownych nie przekroczy 10</w:t>
      </w:r>
      <w:r w:rsidRPr="004C0993">
        <w:rPr>
          <w:rFonts w:ascii="Arial" w:hAnsi="Arial" w:cs="Arial"/>
          <w:sz w:val="18"/>
          <w:szCs w:val="18"/>
        </w:rPr>
        <w:t xml:space="preserve"> % wynagrodzenia brutto za wykonanie przedmiotu umowy określonego w § 7 ust. 1 pkt 1.1,</w:t>
      </w:r>
      <w:r>
        <w:rPr>
          <w:rFonts w:ascii="Arial" w:hAnsi="Arial" w:cs="Arial"/>
          <w:sz w:val="18"/>
          <w:szCs w:val="18"/>
        </w:rPr>
        <w:t xml:space="preserve"> z zastrzeżeniem ust. 6.</w:t>
      </w:r>
    </w:p>
    <w:p w14:paraId="5A939D87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Wykonawca, niezależnie od kar umownych, ponosi odpowiedzialność w pełnej wysokości za szkody poniesione przez Zamawiającego wynikłe z nienależytego wykonywania warunków umowy, ustalone na podstawie protokołu sporządzonego na tę okoliczność.</w:t>
      </w:r>
    </w:p>
    <w:p w14:paraId="6C0F211A" w14:textId="77777777" w:rsidR="00935503" w:rsidRPr="00C01CC0" w:rsidRDefault="00935503" w:rsidP="00E5187C">
      <w:pPr>
        <w:pStyle w:val="Akapitzlist"/>
        <w:numPr>
          <w:ilvl w:val="0"/>
          <w:numId w:val="41"/>
        </w:numPr>
        <w:tabs>
          <w:tab w:val="left" w:pos="36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zastrzega sobie prawo dochodzenia odszkodowania uzupełniającego przewyższającego wysokość zastrzeżonych kar umownych.</w:t>
      </w:r>
    </w:p>
    <w:p w14:paraId="1B75D337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1</w:t>
      </w:r>
    </w:p>
    <w:p w14:paraId="1234A6B2" w14:textId="77777777" w:rsidR="000D1BAE" w:rsidRPr="00C01CC0" w:rsidRDefault="000D1BAE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Odstąpienie od umowy</w:t>
      </w:r>
    </w:p>
    <w:p w14:paraId="08EBB99C" w14:textId="77777777" w:rsidR="000D1BAE" w:rsidRPr="00C01CC0" w:rsidRDefault="000D1BAE" w:rsidP="00E5187C">
      <w:pPr>
        <w:pStyle w:val="Akapitzlist"/>
        <w:numPr>
          <w:ilvl w:val="0"/>
          <w:numId w:val="43"/>
        </w:numPr>
        <w:tabs>
          <w:tab w:val="left" w:pos="993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wypadku rażącego naruszenia przez Wykonawcę warunków niniejszej umowy, w szczególności narusze</w:t>
      </w:r>
      <w:r w:rsidR="000F293E" w:rsidRPr="00C01CC0">
        <w:rPr>
          <w:rFonts w:ascii="Arial" w:hAnsi="Arial" w:cs="Arial"/>
          <w:sz w:val="18"/>
          <w:szCs w:val="18"/>
        </w:rPr>
        <w:t>nia obowiązków określonych w § 2</w:t>
      </w:r>
      <w:r w:rsidRPr="00C01CC0">
        <w:rPr>
          <w:rFonts w:ascii="Arial" w:hAnsi="Arial" w:cs="Arial"/>
          <w:sz w:val="18"/>
          <w:szCs w:val="18"/>
        </w:rPr>
        <w:t xml:space="preserve"> i </w:t>
      </w:r>
      <w:r w:rsidR="00C8292D" w:rsidRPr="00C01CC0">
        <w:rPr>
          <w:rFonts w:ascii="Arial" w:hAnsi="Arial" w:cs="Arial"/>
          <w:sz w:val="18"/>
          <w:szCs w:val="18"/>
        </w:rPr>
        <w:t xml:space="preserve">§ </w:t>
      </w:r>
      <w:r w:rsidR="000F293E" w:rsidRPr="00C01CC0">
        <w:rPr>
          <w:rFonts w:ascii="Arial" w:hAnsi="Arial" w:cs="Arial"/>
          <w:sz w:val="18"/>
          <w:szCs w:val="18"/>
        </w:rPr>
        <w:t>3</w:t>
      </w:r>
      <w:r w:rsidR="00CA070A" w:rsidRPr="00C01CC0">
        <w:rPr>
          <w:rFonts w:ascii="Arial" w:hAnsi="Arial" w:cs="Arial"/>
          <w:sz w:val="18"/>
          <w:szCs w:val="18"/>
        </w:rPr>
        <w:t xml:space="preserve"> umowy</w:t>
      </w:r>
      <w:r w:rsidRPr="00C01CC0">
        <w:rPr>
          <w:rFonts w:ascii="Arial" w:hAnsi="Arial" w:cs="Arial"/>
          <w:sz w:val="18"/>
          <w:szCs w:val="18"/>
        </w:rPr>
        <w:t>,</w:t>
      </w:r>
      <w:r w:rsidR="00CA070A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 Zamawiający jest uprawniony do odstąpienia od umowy ze skutkiem na koniec miesiąca kalendarzowego, w którym stwierdzono naruszenie </w:t>
      </w:r>
      <w:r w:rsidR="00C17B02" w:rsidRPr="00C01CC0">
        <w:rPr>
          <w:rFonts w:ascii="Arial" w:hAnsi="Arial" w:cs="Arial"/>
          <w:sz w:val="18"/>
          <w:szCs w:val="18"/>
        </w:rPr>
        <w:t>postanowień</w:t>
      </w:r>
      <w:r w:rsidRPr="00C01CC0">
        <w:rPr>
          <w:rFonts w:ascii="Arial" w:hAnsi="Arial" w:cs="Arial"/>
          <w:sz w:val="18"/>
          <w:szCs w:val="18"/>
        </w:rPr>
        <w:t xml:space="preserve"> umowy. Za rażące naruszenie warunków umowy przez Wykonawcę </w:t>
      </w:r>
      <w:r w:rsidR="005206DF" w:rsidRPr="00C01CC0">
        <w:rPr>
          <w:rFonts w:ascii="Arial" w:hAnsi="Arial" w:cs="Arial"/>
          <w:sz w:val="18"/>
          <w:szCs w:val="18"/>
        </w:rPr>
        <w:t>w </w:t>
      </w:r>
      <w:r w:rsidR="000F293E" w:rsidRPr="00C01CC0">
        <w:rPr>
          <w:rFonts w:ascii="Arial" w:hAnsi="Arial" w:cs="Arial"/>
          <w:sz w:val="18"/>
          <w:szCs w:val="18"/>
        </w:rPr>
        <w:t xml:space="preserve">szczególności </w:t>
      </w:r>
      <w:r w:rsidRPr="00C01CC0">
        <w:rPr>
          <w:rFonts w:ascii="Arial" w:hAnsi="Arial" w:cs="Arial"/>
          <w:sz w:val="18"/>
          <w:szCs w:val="18"/>
        </w:rPr>
        <w:t>uważa się:</w:t>
      </w:r>
    </w:p>
    <w:p w14:paraId="563C38F6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stwierdzenie trzykrotnego niezrealizowania usługi czyszczenia lub odśnieżania terenów zewnętrznych w terminach wymaganych przez Zamawiające</w:t>
      </w:r>
      <w:r w:rsidR="0054594D" w:rsidRPr="00C01CC0">
        <w:rPr>
          <w:rFonts w:ascii="Arial" w:hAnsi="Arial" w:cs="Arial"/>
          <w:sz w:val="18"/>
          <w:szCs w:val="18"/>
        </w:rPr>
        <w:t>go</w:t>
      </w:r>
      <w:r w:rsidR="005206DF" w:rsidRPr="00C01CC0">
        <w:rPr>
          <w:rFonts w:ascii="Arial" w:hAnsi="Arial" w:cs="Arial"/>
          <w:sz w:val="18"/>
          <w:szCs w:val="18"/>
        </w:rPr>
        <w:t>,</w:t>
      </w:r>
      <w:r w:rsidR="0054594D" w:rsidRPr="00C01CC0">
        <w:rPr>
          <w:rFonts w:ascii="Arial" w:hAnsi="Arial" w:cs="Arial"/>
          <w:sz w:val="18"/>
          <w:szCs w:val="18"/>
        </w:rPr>
        <w:t xml:space="preserve"> zgodnie z  </w:t>
      </w:r>
      <w:r w:rsidR="00D77577" w:rsidRPr="00C01CC0">
        <w:rPr>
          <w:rFonts w:ascii="Arial" w:hAnsi="Arial" w:cs="Arial"/>
          <w:sz w:val="18"/>
          <w:szCs w:val="18"/>
        </w:rPr>
        <w:t>§ 2</w:t>
      </w:r>
      <w:r w:rsidR="0054594D" w:rsidRPr="00C01CC0">
        <w:rPr>
          <w:rFonts w:ascii="Arial" w:hAnsi="Arial" w:cs="Arial"/>
          <w:sz w:val="18"/>
          <w:szCs w:val="18"/>
        </w:rPr>
        <w:t xml:space="preserve"> i § 3 ust. 7, </w:t>
      </w:r>
      <w:r w:rsidRPr="00C01CC0">
        <w:rPr>
          <w:rFonts w:ascii="Arial" w:hAnsi="Arial" w:cs="Arial"/>
          <w:sz w:val="18"/>
          <w:szCs w:val="18"/>
        </w:rPr>
        <w:t>ust. 8</w:t>
      </w:r>
      <w:r w:rsidR="0054594D" w:rsidRPr="00C01CC0">
        <w:rPr>
          <w:rFonts w:ascii="Arial" w:hAnsi="Arial" w:cs="Arial"/>
          <w:sz w:val="18"/>
          <w:szCs w:val="18"/>
        </w:rPr>
        <w:t xml:space="preserve"> lub ust. 9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0F293E" w:rsidRPr="00C01CC0">
        <w:rPr>
          <w:rFonts w:ascii="Arial" w:hAnsi="Arial" w:cs="Arial"/>
          <w:sz w:val="18"/>
          <w:szCs w:val="18"/>
        </w:rPr>
        <w:t xml:space="preserve">lub ust. 10 </w:t>
      </w:r>
      <w:r w:rsidRPr="00C01CC0">
        <w:rPr>
          <w:rFonts w:ascii="Arial" w:hAnsi="Arial" w:cs="Arial"/>
          <w:sz w:val="18"/>
          <w:szCs w:val="18"/>
        </w:rPr>
        <w:t>niniejszej umowy;</w:t>
      </w:r>
    </w:p>
    <w:p w14:paraId="5F622469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stwierdzenie realizacji umowy niezgodnie z załącznikiem nr 1 do niniejszej umowy;</w:t>
      </w:r>
    </w:p>
    <w:p w14:paraId="531BB153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stwierdzenie świadomego wprowadzenia się w stan niezdolności do wykonywania obowiązków </w:t>
      </w:r>
      <w:r w:rsidR="005206DF" w:rsidRPr="00C01CC0">
        <w:rPr>
          <w:rFonts w:ascii="Arial" w:hAnsi="Arial" w:cs="Arial"/>
          <w:sz w:val="18"/>
          <w:szCs w:val="18"/>
        </w:rPr>
        <w:t>z umowy</w:t>
      </w:r>
      <w:r w:rsidRPr="00C01CC0">
        <w:rPr>
          <w:rFonts w:ascii="Arial" w:hAnsi="Arial" w:cs="Arial"/>
          <w:sz w:val="18"/>
          <w:szCs w:val="18"/>
        </w:rPr>
        <w:t xml:space="preserve"> przez pracowników Wykonawcy.</w:t>
      </w:r>
    </w:p>
    <w:p w14:paraId="686EAD8B" w14:textId="77777777" w:rsidR="000D1BAE" w:rsidRPr="00C01CC0" w:rsidRDefault="000D1BAE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 przypadku określonym w ust. 1 niniejszego paragrafu, Wykonawca jest zobowiązany do wykonywania </w:t>
      </w:r>
      <w:r w:rsidR="00C17B02" w:rsidRPr="00C01CC0">
        <w:rPr>
          <w:rFonts w:ascii="Arial" w:hAnsi="Arial" w:cs="Arial"/>
          <w:sz w:val="18"/>
          <w:szCs w:val="18"/>
        </w:rPr>
        <w:t>obowiązków z </w:t>
      </w:r>
      <w:r w:rsidRPr="00C01CC0">
        <w:rPr>
          <w:rFonts w:ascii="Arial" w:hAnsi="Arial" w:cs="Arial"/>
          <w:sz w:val="18"/>
          <w:szCs w:val="18"/>
        </w:rPr>
        <w:t xml:space="preserve">umowy do końca miesiąca, w którym następuje odstąpienie od umowy, zachowując prawo do wynagrodzenia. Postanowienie powyższe nie narusza możliwości dochodzenia przez Zamawiającego odszkodowania za szkody wynikłe z rażącego naruszenia </w:t>
      </w:r>
      <w:r w:rsidR="00C17B02" w:rsidRPr="00C01CC0">
        <w:rPr>
          <w:rFonts w:ascii="Arial" w:hAnsi="Arial" w:cs="Arial"/>
          <w:sz w:val="18"/>
          <w:szCs w:val="18"/>
        </w:rPr>
        <w:t>postanowień</w:t>
      </w:r>
      <w:r w:rsidRPr="00C01CC0">
        <w:rPr>
          <w:rFonts w:ascii="Arial" w:hAnsi="Arial" w:cs="Arial"/>
          <w:sz w:val="18"/>
          <w:szCs w:val="18"/>
        </w:rPr>
        <w:t xml:space="preserve"> umowy.</w:t>
      </w:r>
    </w:p>
    <w:p w14:paraId="79049904" w14:textId="77777777" w:rsidR="000D1BAE" w:rsidRPr="00C01CC0" w:rsidRDefault="000D1BAE" w:rsidP="00E5187C">
      <w:pPr>
        <w:pStyle w:val="Akapitzlist"/>
        <w:numPr>
          <w:ilvl w:val="0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Zamawiający może także odstąpić od umowy, jeżeli:</w:t>
      </w:r>
    </w:p>
    <w:p w14:paraId="406F2165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nastąpi rozwiązanie firmy Wykonawcy bądź Wykonawca zaprzestanie prowadzenia działalności;</w:t>
      </w:r>
    </w:p>
    <w:p w14:paraId="0260EBBF" w14:textId="77777777" w:rsidR="000D1BAE" w:rsidRPr="00C01CC0" w:rsidRDefault="000D1BAE" w:rsidP="00E5187C">
      <w:pPr>
        <w:pStyle w:val="Akapitzlist"/>
        <w:numPr>
          <w:ilvl w:val="1"/>
          <w:numId w:val="43"/>
        </w:numPr>
        <w:tabs>
          <w:tab w:val="left" w:pos="0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 xml:space="preserve">zostanie wydany </w:t>
      </w:r>
      <w:r w:rsidR="00C17B02" w:rsidRPr="00C01CC0">
        <w:rPr>
          <w:rFonts w:ascii="Arial" w:hAnsi="Arial" w:cs="Arial"/>
          <w:sz w:val="18"/>
          <w:szCs w:val="18"/>
        </w:rPr>
        <w:t>nakaz zajęcia majątku Wykonawcy, uniemożliwiający</w:t>
      </w:r>
      <w:r w:rsidR="005206DF" w:rsidRPr="00C01CC0">
        <w:rPr>
          <w:rFonts w:ascii="Arial" w:hAnsi="Arial" w:cs="Arial"/>
          <w:sz w:val="18"/>
          <w:szCs w:val="18"/>
        </w:rPr>
        <w:t xml:space="preserve"> lub znacznie utrudniający</w:t>
      </w:r>
      <w:r w:rsidR="00C17B02" w:rsidRPr="00C01CC0">
        <w:rPr>
          <w:rFonts w:ascii="Arial" w:hAnsi="Arial" w:cs="Arial"/>
          <w:sz w:val="18"/>
          <w:szCs w:val="18"/>
        </w:rPr>
        <w:t xml:space="preserve"> mu dalsze wykonywanie umowy;</w:t>
      </w:r>
    </w:p>
    <w:p w14:paraId="5B40BFDF" w14:textId="77777777" w:rsidR="00CA4909" w:rsidRPr="00C01CC0" w:rsidRDefault="000D1BAE" w:rsidP="00E5187C">
      <w:pPr>
        <w:pStyle w:val="Akapitzlist"/>
        <w:numPr>
          <w:ilvl w:val="1"/>
          <w:numId w:val="43"/>
        </w:numPr>
        <w:tabs>
          <w:tab w:val="left" w:pos="851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nie doszło do realizacji umowy z winy Wykonawcy;</w:t>
      </w:r>
    </w:p>
    <w:p w14:paraId="5E0DC4C6" w14:textId="77777777" w:rsidR="00CA4909" w:rsidRPr="00C01CC0" w:rsidRDefault="00CA4909" w:rsidP="00E5187C">
      <w:pPr>
        <w:pStyle w:val="Akapitzlist"/>
        <w:numPr>
          <w:ilvl w:val="1"/>
          <w:numId w:val="43"/>
        </w:numPr>
        <w:tabs>
          <w:tab w:val="left" w:pos="567"/>
        </w:tabs>
        <w:suppressAutoHyphens w:val="0"/>
        <w:overflowPunct w:val="0"/>
        <w:autoSpaceDE w:val="0"/>
        <w:adjustRightInd w:val="0"/>
        <w:spacing w:after="120" w:line="240" w:lineRule="auto"/>
        <w:ind w:left="788" w:hanging="431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zostanie złożony wniosek o ogłoszenie upadłości lub zostanie ogłoszona likwidacja firmy Wykonawcy </w:t>
      </w:r>
      <w:r w:rsidR="005206DF" w:rsidRPr="00C01CC0">
        <w:rPr>
          <w:rFonts w:ascii="Arial" w:hAnsi="Arial" w:cs="Arial"/>
          <w:sz w:val="18"/>
          <w:szCs w:val="18"/>
        </w:rPr>
        <w:t>albo</w:t>
      </w:r>
      <w:r w:rsidRPr="00C01CC0">
        <w:rPr>
          <w:rFonts w:ascii="Arial" w:hAnsi="Arial" w:cs="Arial"/>
          <w:sz w:val="18"/>
          <w:szCs w:val="18"/>
        </w:rPr>
        <w:t xml:space="preserve"> co najmniej jednego z Wykonawców</w:t>
      </w:r>
      <w:r w:rsidR="005206DF" w:rsidRPr="00C01CC0">
        <w:rPr>
          <w:rFonts w:ascii="Arial" w:hAnsi="Arial" w:cs="Arial"/>
          <w:sz w:val="18"/>
          <w:szCs w:val="18"/>
        </w:rPr>
        <w:t xml:space="preserve"> -</w:t>
      </w:r>
      <w:r w:rsidRPr="00C01CC0">
        <w:rPr>
          <w:rFonts w:ascii="Arial" w:hAnsi="Arial" w:cs="Arial"/>
          <w:sz w:val="18"/>
          <w:szCs w:val="18"/>
        </w:rPr>
        <w:t xml:space="preserve"> w przypadku Wykonawców wspólnie realizujących zamówienie (konsorcjum, spółka cywilna);</w:t>
      </w:r>
    </w:p>
    <w:p w14:paraId="5142CCF3" w14:textId="77777777" w:rsidR="000D1BAE" w:rsidRPr="00C01CC0" w:rsidRDefault="00447AA6" w:rsidP="00E5187C">
      <w:pPr>
        <w:pStyle w:val="Akapitzlist"/>
        <w:numPr>
          <w:ilvl w:val="1"/>
          <w:numId w:val="43"/>
        </w:num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wystąpi istotna zmiana okoliczności powodująca, że wykonanie umowy nie leży w interesie publicznym, czego nie można było przewidzieć w chwili zawarcia umowy - w terminie 30 dni od powzięcia wiadomości o tych okolicznościach. </w:t>
      </w:r>
    </w:p>
    <w:p w14:paraId="0ABD6B22" w14:textId="77777777" w:rsidR="00CA4909" w:rsidRPr="00C01CC0" w:rsidRDefault="00CA4909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przypadkach, o których mowa w ust. 3, Zamawiający jest upoważniony do odstąpienia od umowy w terminie 30 dni od zaistnienia danej okoliczności bądź powzięcia o niej wiadomości.</w:t>
      </w:r>
    </w:p>
    <w:p w14:paraId="1FC3BD90" w14:textId="77777777" w:rsidR="000D1BAE" w:rsidRPr="00C01CC0" w:rsidRDefault="000D1BAE" w:rsidP="00E5187C">
      <w:pPr>
        <w:pStyle w:val="Akapitzlist"/>
        <w:numPr>
          <w:ilvl w:val="0"/>
          <w:numId w:val="43"/>
        </w:numPr>
        <w:suppressAutoHyphens w:val="0"/>
        <w:overflowPunct w:val="0"/>
        <w:autoSpaceDE w:val="0"/>
        <w:adjustRightInd w:val="0"/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Odstąpienie od umowy powinno nastąpić w formie pisemnej z podaniem uzasadnienia.</w:t>
      </w:r>
    </w:p>
    <w:p w14:paraId="334BF85B" w14:textId="77777777" w:rsidR="00935503" w:rsidRPr="00C01CC0" w:rsidRDefault="00935503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447AA6" w:rsidRPr="00C01CC0">
        <w:rPr>
          <w:rFonts w:ascii="Arial" w:hAnsi="Arial" w:cs="Arial"/>
          <w:b/>
          <w:sz w:val="18"/>
          <w:szCs w:val="18"/>
        </w:rPr>
        <w:t>2</w:t>
      </w:r>
    </w:p>
    <w:p w14:paraId="048399FF" w14:textId="77777777" w:rsidR="00935503" w:rsidRPr="00C01CC0" w:rsidRDefault="00935503" w:rsidP="00877DF2">
      <w:pPr>
        <w:pStyle w:val="Tekstpodstawowy"/>
        <w:tabs>
          <w:tab w:val="left" w:pos="284"/>
        </w:tabs>
        <w:autoSpaceDN/>
        <w:spacing w:line="240" w:lineRule="auto"/>
        <w:jc w:val="center"/>
        <w:textAlignment w:val="auto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Zmiany umowy</w:t>
      </w:r>
    </w:p>
    <w:p w14:paraId="47B7846F" w14:textId="77777777" w:rsidR="001159F8" w:rsidRPr="00C01CC0" w:rsidRDefault="003D4F06" w:rsidP="00C958BE">
      <w:pPr>
        <w:pStyle w:val="Akapitzlist"/>
        <w:numPr>
          <w:ilvl w:val="0"/>
          <w:numId w:val="44"/>
        </w:numPr>
        <w:autoSpaceDN/>
        <w:spacing w:after="120" w:line="240" w:lineRule="auto"/>
        <w:jc w:val="both"/>
        <w:textAlignment w:val="auto"/>
        <w:rPr>
          <w:rFonts w:ascii="Arial" w:hAnsi="Arial" w:cs="Arial"/>
          <w:kern w:val="2"/>
          <w:sz w:val="18"/>
          <w:szCs w:val="18"/>
        </w:rPr>
      </w:pPr>
      <w:r w:rsidRPr="00C01CC0">
        <w:rPr>
          <w:rFonts w:ascii="Arial" w:hAnsi="Arial" w:cs="Arial"/>
          <w:kern w:val="2"/>
          <w:sz w:val="18"/>
          <w:szCs w:val="18"/>
        </w:rPr>
        <w:t>Wszelkie zmiany umowy wymagają zgody obu Stron i zachowania formy pisemnej pod rygorem nieważności.</w:t>
      </w:r>
    </w:p>
    <w:p w14:paraId="66606406" w14:textId="355BA691" w:rsidR="00447AA6" w:rsidRPr="00C01CC0" w:rsidRDefault="00F80CBD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Zmiana postanowień niniejszej umowy może nastąpić wyłącznie za zgodą Stron wyrażoną, pod rygorem nieważności, na piśmie</w:t>
      </w:r>
      <w:r w:rsidR="004C0993">
        <w:rPr>
          <w:rFonts w:ascii="Arial" w:hAnsi="Arial" w:cs="Arial"/>
          <w:sz w:val="18"/>
          <w:szCs w:val="18"/>
        </w:rPr>
        <w:t>.</w:t>
      </w:r>
    </w:p>
    <w:p w14:paraId="1AEA21E2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Dopuszcza się możliwość zmiany ustaleń niniejszej umowy w przypadku </w:t>
      </w:r>
      <w:r w:rsidRPr="00C01CC0">
        <w:rPr>
          <w:rFonts w:ascii="Arial" w:hAnsi="Arial" w:cs="Arial"/>
          <w:color w:val="000000"/>
          <w:sz w:val="18"/>
          <w:szCs w:val="18"/>
        </w:rPr>
        <w:t>czasowego bądź stałego ograniczenia czyszczenia lub odśnieżania powierzchni zewnętrznych</w:t>
      </w:r>
      <w:r w:rsidR="00E765F5" w:rsidRPr="00C01CC0">
        <w:rPr>
          <w:rFonts w:ascii="Arial" w:hAnsi="Arial" w:cs="Arial"/>
          <w:color w:val="000000"/>
          <w:sz w:val="18"/>
          <w:szCs w:val="18"/>
        </w:rPr>
        <w:t>,</w:t>
      </w:r>
      <w:r w:rsidRPr="00C01CC0">
        <w:rPr>
          <w:rFonts w:ascii="Arial" w:hAnsi="Arial" w:cs="Arial"/>
          <w:color w:val="000000"/>
          <w:sz w:val="18"/>
          <w:szCs w:val="18"/>
        </w:rPr>
        <w:t xml:space="preserve"> spowodowanego w szczególności przekazaniem budynków przez Zamawiającego do Agencji Mienia Wojskowego lub Gminy.</w:t>
      </w:r>
    </w:p>
    <w:p w14:paraId="23229D91" w14:textId="642730E2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Dopuszcza się możliwość </w:t>
      </w:r>
      <w:r w:rsidR="004C0993" w:rsidRPr="004C0993">
        <w:rPr>
          <w:rFonts w:ascii="Arial" w:hAnsi="Arial" w:cs="Arial"/>
          <w:sz w:val="18"/>
          <w:szCs w:val="18"/>
        </w:rPr>
        <w:t>ograniczenia przedmiotu zamówienia w okresie trwania umowy, z przyczyn niezależnych od zamawiającego</w:t>
      </w:r>
      <w:r w:rsidR="004C0993">
        <w:rPr>
          <w:rFonts w:ascii="Arial" w:hAnsi="Arial" w:cs="Arial"/>
          <w:sz w:val="18"/>
          <w:szCs w:val="18"/>
        </w:rPr>
        <w:t xml:space="preserve"> (zmienne warunki atmosferyczne)</w:t>
      </w:r>
      <w:r w:rsidR="004C0993" w:rsidRPr="004C0993">
        <w:rPr>
          <w:rFonts w:ascii="Arial" w:hAnsi="Arial" w:cs="Arial"/>
          <w:sz w:val="18"/>
          <w:szCs w:val="18"/>
        </w:rPr>
        <w:t xml:space="preserve"> i zlecenie wykonania usług w mniejszej ilości niż określone w </w:t>
      </w:r>
      <w:r w:rsidR="004C0993">
        <w:rPr>
          <w:rFonts w:ascii="Arial" w:hAnsi="Arial" w:cs="Arial"/>
          <w:sz w:val="18"/>
          <w:szCs w:val="18"/>
        </w:rPr>
        <w:t>z</w:t>
      </w:r>
      <w:r w:rsidR="004C0993" w:rsidRPr="004C0993">
        <w:rPr>
          <w:rFonts w:ascii="Arial" w:hAnsi="Arial" w:cs="Arial"/>
          <w:sz w:val="18"/>
          <w:szCs w:val="18"/>
        </w:rPr>
        <w:t xml:space="preserve">ał. nr </w:t>
      </w:r>
      <w:r w:rsidR="004C0993">
        <w:rPr>
          <w:rFonts w:ascii="Arial" w:hAnsi="Arial" w:cs="Arial"/>
          <w:sz w:val="18"/>
          <w:szCs w:val="18"/>
        </w:rPr>
        <w:t>3</w:t>
      </w:r>
      <w:r w:rsidR="004C0993" w:rsidRPr="004C0993">
        <w:rPr>
          <w:rFonts w:ascii="Arial" w:hAnsi="Arial" w:cs="Arial"/>
          <w:sz w:val="18"/>
          <w:szCs w:val="18"/>
        </w:rPr>
        <w:t xml:space="preserve"> – „Szczegółowa oferta cenowa” a także dokonania zmian ilościowych w zakresie poszczególnych usług kosztem innych usług będących przedmiotem zamówienia, stosownie do bieżących potrzeb Zamawiającego, przy czym wykonawcy nie przysługują roszczenia z tytułu ograniczenia przedmiotu umowy</w:t>
      </w:r>
      <w:r w:rsidRPr="00C01CC0">
        <w:rPr>
          <w:rFonts w:ascii="Arial" w:hAnsi="Arial" w:cs="Arial"/>
          <w:bCs/>
          <w:sz w:val="18"/>
          <w:szCs w:val="18"/>
        </w:rPr>
        <w:t xml:space="preserve">. </w:t>
      </w:r>
      <w:r w:rsidR="004C0993" w:rsidRPr="004C0993">
        <w:rPr>
          <w:rFonts w:ascii="Arial" w:hAnsi="Arial" w:cs="Arial"/>
          <w:sz w:val="18"/>
          <w:szCs w:val="18"/>
        </w:rPr>
        <w:t>Realizacja zamówienia będzie uzależniona od faktycznych potrzeb zamawiającego, wynikających w szczególności z warunków atmosferycznych</w:t>
      </w:r>
      <w:r w:rsidRPr="00C01CC0">
        <w:rPr>
          <w:rFonts w:ascii="Arial" w:hAnsi="Arial" w:cs="Arial"/>
          <w:sz w:val="18"/>
          <w:szCs w:val="18"/>
        </w:rPr>
        <w:t>.</w:t>
      </w:r>
    </w:p>
    <w:p w14:paraId="02037B94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color w:val="000000"/>
          <w:sz w:val="18"/>
          <w:szCs w:val="18"/>
        </w:rPr>
        <w:t xml:space="preserve">wystąpieniu okoliczności, o których mowa w ust. </w:t>
      </w:r>
      <w:r w:rsidR="00E56AFD" w:rsidRPr="00C01CC0">
        <w:rPr>
          <w:rFonts w:ascii="Arial" w:hAnsi="Arial" w:cs="Arial"/>
          <w:color w:val="000000"/>
          <w:sz w:val="18"/>
          <w:szCs w:val="18"/>
        </w:rPr>
        <w:t>4</w:t>
      </w:r>
      <w:r w:rsidR="00C17B02" w:rsidRPr="00C01CC0">
        <w:rPr>
          <w:rFonts w:ascii="Arial" w:hAnsi="Arial" w:cs="Arial"/>
          <w:color w:val="000000"/>
          <w:sz w:val="18"/>
          <w:szCs w:val="18"/>
        </w:rPr>
        <w:t>,</w:t>
      </w:r>
      <w:r w:rsidR="00AC63A6" w:rsidRPr="00C01CC0">
        <w:rPr>
          <w:rFonts w:ascii="Arial" w:hAnsi="Arial" w:cs="Arial"/>
          <w:color w:val="000000"/>
          <w:sz w:val="18"/>
          <w:szCs w:val="18"/>
        </w:rPr>
        <w:t xml:space="preserve"> </w:t>
      </w:r>
      <w:r w:rsidRPr="00C01CC0">
        <w:rPr>
          <w:rFonts w:ascii="Arial" w:hAnsi="Arial" w:cs="Arial"/>
          <w:color w:val="000000"/>
          <w:sz w:val="18"/>
          <w:szCs w:val="18"/>
        </w:rPr>
        <w:t>Za</w:t>
      </w:r>
      <w:r w:rsidR="00EE1CF5" w:rsidRPr="00C01CC0">
        <w:rPr>
          <w:rFonts w:ascii="Arial" w:hAnsi="Arial" w:cs="Arial"/>
          <w:color w:val="000000"/>
          <w:sz w:val="18"/>
          <w:szCs w:val="18"/>
        </w:rPr>
        <w:t>mawiający powiadomi Wykonawcę z </w:t>
      </w:r>
      <w:r w:rsidRPr="00C01CC0">
        <w:rPr>
          <w:rFonts w:ascii="Arial" w:hAnsi="Arial" w:cs="Arial"/>
          <w:color w:val="000000"/>
          <w:sz w:val="18"/>
          <w:szCs w:val="18"/>
        </w:rPr>
        <w:t>tygodniowym wyprzedzeniem.</w:t>
      </w:r>
    </w:p>
    <w:p w14:paraId="5AA87D35" w14:textId="77777777" w:rsidR="000D1BAE" w:rsidRPr="00C01CC0" w:rsidRDefault="000D1BAE" w:rsidP="00C958BE">
      <w:pPr>
        <w:pStyle w:val="Tekstpodstawowy"/>
        <w:numPr>
          <w:ilvl w:val="0"/>
          <w:numId w:val="44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Zmiana osób określonych w § 5 nie wymaga aneksu, a jedynie pisemnej notyfikacji.</w:t>
      </w:r>
    </w:p>
    <w:p w14:paraId="0CD84D0D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§ 1</w:t>
      </w:r>
      <w:r w:rsidR="00E56AFD" w:rsidRPr="00C01CC0">
        <w:rPr>
          <w:rFonts w:ascii="Arial" w:hAnsi="Arial" w:cs="Arial"/>
          <w:b/>
          <w:sz w:val="18"/>
          <w:szCs w:val="18"/>
        </w:rPr>
        <w:t>3</w:t>
      </w:r>
    </w:p>
    <w:p w14:paraId="61109A54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Inne postanowienia</w:t>
      </w:r>
    </w:p>
    <w:p w14:paraId="54FD619B" w14:textId="77777777" w:rsidR="000918EA" w:rsidRPr="00C01CC0" w:rsidRDefault="001073A3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W sprawach nieuregulowanych niniejszą umową będą miały zastosowanie przepisy Kodeksu cywilnego</w:t>
      </w:r>
      <w:r w:rsidR="000918EA" w:rsidRPr="00C01CC0">
        <w:rPr>
          <w:rFonts w:ascii="Arial" w:hAnsi="Arial" w:cs="Arial"/>
          <w:sz w:val="18"/>
          <w:szCs w:val="18"/>
        </w:rPr>
        <w:t>.</w:t>
      </w:r>
    </w:p>
    <w:p w14:paraId="17965007" w14:textId="77777777" w:rsidR="000918EA" w:rsidRPr="00C01CC0" w:rsidRDefault="000918EA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Ewentualne spory wynikłe w trakcie realizacji umowy będą za</w:t>
      </w:r>
      <w:r w:rsidR="001073A3" w:rsidRPr="00C01CC0">
        <w:rPr>
          <w:rFonts w:ascii="Arial" w:hAnsi="Arial" w:cs="Arial"/>
          <w:sz w:val="18"/>
          <w:szCs w:val="18"/>
        </w:rPr>
        <w:t>łatwiane w drodze porozumienia S</w:t>
      </w:r>
      <w:r w:rsidR="0088519C" w:rsidRPr="00C01CC0">
        <w:rPr>
          <w:rFonts w:ascii="Arial" w:hAnsi="Arial" w:cs="Arial"/>
          <w:sz w:val="18"/>
          <w:szCs w:val="18"/>
        </w:rPr>
        <w:t xml:space="preserve">tron, </w:t>
      </w:r>
      <w:r w:rsidRPr="00C01CC0">
        <w:rPr>
          <w:rFonts w:ascii="Arial" w:hAnsi="Arial" w:cs="Arial"/>
          <w:sz w:val="18"/>
          <w:szCs w:val="18"/>
        </w:rPr>
        <w:t>w przypadku braku porozumienia rozstrzygającym spór będzie sąd powszechny właściwy dla siedziby Zamawiającego.</w:t>
      </w:r>
    </w:p>
    <w:p w14:paraId="7C88D26A" w14:textId="77777777" w:rsidR="000918EA" w:rsidRPr="00C01CC0" w:rsidRDefault="000918EA" w:rsidP="00C958BE">
      <w:pPr>
        <w:pStyle w:val="Tekstpodstawowy"/>
        <w:numPr>
          <w:ilvl w:val="0"/>
          <w:numId w:val="46"/>
        </w:numPr>
        <w:suppressAutoHyphens w:val="0"/>
        <w:autoSpaceDN/>
        <w:spacing w:line="240" w:lineRule="auto"/>
        <w:jc w:val="both"/>
        <w:textAlignment w:val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Umowę sporządzono w trzech jednobrzmiących egzemplarzach, w tym dwa egzemplarze dla Zamawiającego, a jeden egzemplarz dla Wykonawcy. </w:t>
      </w:r>
    </w:p>
    <w:p w14:paraId="27FD1D5A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345BCE74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Załącznik nr 1 - „Opis przedmiotu zamówienia”</w:t>
      </w:r>
    </w:p>
    <w:p w14:paraId="410BF9EE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Załącznik nr 2 - „</w:t>
      </w:r>
      <w:r w:rsidRPr="00C01CC0">
        <w:rPr>
          <w:rFonts w:ascii="Arial" w:hAnsi="Arial" w:cs="Arial"/>
          <w:bCs/>
          <w:sz w:val="18"/>
          <w:szCs w:val="18"/>
        </w:rPr>
        <w:t>Wzór protokołu wykonania usługi czyszczenia lub odśnieżania terenów zewnętrznych</w:t>
      </w:r>
      <w:r w:rsidRPr="00C01CC0">
        <w:rPr>
          <w:rFonts w:ascii="Arial" w:hAnsi="Arial" w:cs="Arial"/>
          <w:sz w:val="18"/>
          <w:szCs w:val="18"/>
        </w:rPr>
        <w:t>”</w:t>
      </w:r>
    </w:p>
    <w:p w14:paraId="037FE560" w14:textId="77777777" w:rsidR="00B64EA3" w:rsidRPr="00C01CC0" w:rsidRDefault="00B64EA3" w:rsidP="00877DF2">
      <w:pPr>
        <w:pStyle w:val="Bezodstpw"/>
        <w:spacing w:after="12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 xml:space="preserve">Załącznik nr 3 </w:t>
      </w:r>
      <w:r w:rsidR="007A50EF" w:rsidRPr="00C01CC0">
        <w:rPr>
          <w:rFonts w:ascii="Arial" w:hAnsi="Arial" w:cs="Arial"/>
          <w:sz w:val="18"/>
          <w:szCs w:val="18"/>
        </w:rPr>
        <w:t>–</w:t>
      </w:r>
      <w:r w:rsidRPr="00C01CC0">
        <w:rPr>
          <w:rFonts w:ascii="Arial" w:hAnsi="Arial" w:cs="Arial"/>
          <w:sz w:val="18"/>
          <w:szCs w:val="18"/>
        </w:rPr>
        <w:t xml:space="preserve"> </w:t>
      </w:r>
      <w:r w:rsidR="00C958BE" w:rsidRPr="00C01CC0">
        <w:rPr>
          <w:rFonts w:ascii="Arial" w:hAnsi="Arial" w:cs="Arial"/>
          <w:sz w:val="18"/>
          <w:szCs w:val="18"/>
        </w:rPr>
        <w:t>„</w:t>
      </w:r>
      <w:r w:rsidR="007A50EF" w:rsidRPr="00C01CC0">
        <w:rPr>
          <w:rFonts w:ascii="Arial" w:hAnsi="Arial" w:cs="Arial"/>
          <w:sz w:val="18"/>
          <w:szCs w:val="18"/>
        </w:rPr>
        <w:t>Szczegółowa oferta cenowa</w:t>
      </w:r>
      <w:r w:rsidR="00C958BE" w:rsidRPr="00C01CC0">
        <w:rPr>
          <w:rFonts w:ascii="Arial" w:hAnsi="Arial" w:cs="Arial"/>
          <w:sz w:val="18"/>
          <w:szCs w:val="18"/>
        </w:rPr>
        <w:t>”</w:t>
      </w:r>
      <w:r w:rsidR="007A50EF" w:rsidRPr="00C01CC0">
        <w:rPr>
          <w:rFonts w:ascii="Arial" w:hAnsi="Arial" w:cs="Arial"/>
          <w:sz w:val="18"/>
          <w:szCs w:val="18"/>
        </w:rPr>
        <w:t>.</w:t>
      </w:r>
    </w:p>
    <w:p w14:paraId="5C8F330B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7CA61C69" w14:textId="77777777" w:rsidR="00D7340B" w:rsidRPr="00C01CC0" w:rsidRDefault="00D7340B" w:rsidP="00877DF2">
      <w:pPr>
        <w:tabs>
          <w:tab w:val="left" w:pos="284"/>
        </w:tabs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5"/>
      </w:tblGrid>
      <w:tr w:rsidR="00C958BE" w:rsidRPr="00C01CC0" w14:paraId="5B0487EB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0B9CEC2C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747" w:type="dxa"/>
            <w:vAlign w:val="center"/>
          </w:tcPr>
          <w:p w14:paraId="1E1D098F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WYKONAWCA</w:t>
            </w:r>
          </w:p>
        </w:tc>
      </w:tr>
      <w:tr w:rsidR="00C958BE" w:rsidRPr="00C01CC0" w14:paraId="575F6E5D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57DF1B76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4747" w:type="dxa"/>
            <w:vAlign w:val="center"/>
          </w:tcPr>
          <w:p w14:paraId="252D5696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</w:tr>
      <w:tr w:rsidR="00C958BE" w:rsidRPr="00C01CC0" w14:paraId="1E561DF0" w14:textId="77777777" w:rsidTr="00370591">
        <w:trPr>
          <w:trHeight w:val="737"/>
          <w:jc w:val="center"/>
        </w:trPr>
        <w:tc>
          <w:tcPr>
            <w:tcW w:w="4747" w:type="dxa"/>
            <w:vAlign w:val="center"/>
          </w:tcPr>
          <w:p w14:paraId="0319D6A2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4747" w:type="dxa"/>
            <w:vAlign w:val="center"/>
          </w:tcPr>
          <w:p w14:paraId="114BA719" w14:textId="77777777" w:rsidR="00C958BE" w:rsidRPr="00C01CC0" w:rsidRDefault="00C958BE" w:rsidP="00E95AC0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1CC0">
              <w:rPr>
                <w:rFonts w:ascii="Arial" w:hAnsi="Arial" w:cs="Arial"/>
                <w:b/>
                <w:sz w:val="18"/>
                <w:szCs w:val="18"/>
              </w:rPr>
              <w:t>..............................................</w:t>
            </w:r>
          </w:p>
        </w:tc>
      </w:tr>
    </w:tbl>
    <w:p w14:paraId="68C73EFA" w14:textId="77777777" w:rsidR="00F72A9C" w:rsidRPr="00C01CC0" w:rsidRDefault="00F72A9C" w:rsidP="00877DF2">
      <w:pPr>
        <w:spacing w:after="120" w:line="240" w:lineRule="auto"/>
        <w:ind w:left="2832" w:firstLine="708"/>
        <w:jc w:val="right"/>
        <w:rPr>
          <w:rFonts w:ascii="Arial" w:hAnsi="Arial" w:cs="Arial"/>
          <w:b/>
          <w:sz w:val="18"/>
          <w:szCs w:val="18"/>
        </w:rPr>
      </w:pPr>
    </w:p>
    <w:p w14:paraId="3EC7DEE7" w14:textId="77777777" w:rsidR="00F72A9C" w:rsidRPr="00C01CC0" w:rsidRDefault="00F72A9C" w:rsidP="00877DF2">
      <w:pPr>
        <w:spacing w:after="120" w:line="240" w:lineRule="auto"/>
        <w:ind w:left="2832" w:firstLine="708"/>
        <w:jc w:val="right"/>
        <w:rPr>
          <w:rFonts w:ascii="Arial" w:hAnsi="Arial" w:cs="Arial"/>
          <w:b/>
          <w:sz w:val="18"/>
          <w:szCs w:val="18"/>
        </w:rPr>
      </w:pPr>
    </w:p>
    <w:p w14:paraId="14BF14D8" w14:textId="77777777" w:rsidR="001073A3" w:rsidRPr="00C01CC0" w:rsidRDefault="001073A3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018F5C8B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73DDEB34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23951843" w14:textId="77777777" w:rsidR="0088519C" w:rsidRPr="00C01CC0" w:rsidRDefault="0088519C" w:rsidP="00877DF2">
      <w:pPr>
        <w:spacing w:after="120" w:line="240" w:lineRule="auto"/>
        <w:ind w:left="2832" w:firstLine="708"/>
        <w:rPr>
          <w:rFonts w:ascii="Arial" w:hAnsi="Arial" w:cs="Arial"/>
          <w:b/>
          <w:sz w:val="18"/>
          <w:szCs w:val="18"/>
        </w:rPr>
      </w:pPr>
    </w:p>
    <w:p w14:paraId="29D096C9" w14:textId="77777777" w:rsidR="0088519C" w:rsidRPr="00C01CC0" w:rsidRDefault="0088519C" w:rsidP="00877DF2">
      <w:pPr>
        <w:spacing w:after="120" w:line="240" w:lineRule="auto"/>
        <w:jc w:val="both"/>
        <w:rPr>
          <w:rFonts w:ascii="Arial" w:hAnsi="Arial" w:cs="Arial"/>
          <w:b/>
          <w:sz w:val="18"/>
          <w:szCs w:val="18"/>
        </w:rPr>
        <w:sectPr w:rsidR="0088519C" w:rsidRPr="00C01CC0" w:rsidSect="005F1D2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021" w:right="1418" w:bottom="1021" w:left="1418" w:header="454" w:footer="397" w:gutter="0"/>
          <w:cols w:space="708"/>
          <w:docGrid w:linePitch="299"/>
        </w:sectPr>
      </w:pPr>
    </w:p>
    <w:p w14:paraId="42356BB2" w14:textId="77777777" w:rsidR="005A786F" w:rsidRPr="00C01CC0" w:rsidRDefault="00AF341F" w:rsidP="00877DF2">
      <w:pPr>
        <w:spacing w:after="120" w:line="240" w:lineRule="auto"/>
        <w:ind w:left="2832" w:firstLine="708"/>
        <w:jc w:val="right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lastRenderedPageBreak/>
        <w:t>Z</w:t>
      </w:r>
      <w:r w:rsidR="005A786F" w:rsidRPr="00C01CC0">
        <w:rPr>
          <w:rFonts w:ascii="Arial" w:hAnsi="Arial" w:cs="Arial"/>
          <w:sz w:val="18"/>
          <w:szCs w:val="18"/>
        </w:rPr>
        <w:t>ałącznik nr 2 do umowy</w:t>
      </w:r>
    </w:p>
    <w:p w14:paraId="16715ADE" w14:textId="77777777" w:rsidR="0072176C" w:rsidRPr="00C01CC0" w:rsidRDefault="0072176C" w:rsidP="0072176C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15B7A9E7" w14:textId="77777777" w:rsidR="005A786F" w:rsidRPr="00C01CC0" w:rsidRDefault="0072176C" w:rsidP="0072176C">
      <w:pPr>
        <w:spacing w:after="120" w:line="240" w:lineRule="auto"/>
        <w:jc w:val="right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Kościelisko</w:t>
      </w:r>
      <w:r w:rsidR="00E80139">
        <w:rPr>
          <w:rFonts w:ascii="Arial" w:hAnsi="Arial" w:cs="Arial"/>
          <w:sz w:val="18"/>
          <w:szCs w:val="18"/>
        </w:rPr>
        <w:t>, dn. ................. 20</w:t>
      </w:r>
      <w:r w:rsidR="00D67F6C">
        <w:rPr>
          <w:rFonts w:ascii="Arial" w:hAnsi="Arial" w:cs="Arial"/>
          <w:sz w:val="18"/>
          <w:szCs w:val="18"/>
        </w:rPr>
        <w:t>.....</w:t>
      </w:r>
      <w:r w:rsidRPr="00C01CC0">
        <w:rPr>
          <w:rFonts w:ascii="Arial" w:hAnsi="Arial" w:cs="Arial"/>
          <w:sz w:val="18"/>
          <w:szCs w:val="18"/>
        </w:rPr>
        <w:t xml:space="preserve"> r.</w:t>
      </w:r>
    </w:p>
    <w:p w14:paraId="41FDBFAF" w14:textId="77777777" w:rsidR="0072176C" w:rsidRPr="00C01CC0" w:rsidRDefault="0072176C" w:rsidP="0072176C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3EAF8254" w14:textId="77777777" w:rsidR="0072176C" w:rsidRPr="00C01CC0" w:rsidRDefault="0072176C" w:rsidP="0072176C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6E279D9D" w14:textId="77777777" w:rsidR="005A786F" w:rsidRPr="00C01CC0" w:rsidRDefault="005A786F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Protokół wykonania usługi czyszczenia lub odśnieżania</w:t>
      </w:r>
      <w:r w:rsidRPr="00C01CC0">
        <w:rPr>
          <w:rFonts w:ascii="Arial" w:hAnsi="Arial" w:cs="Arial"/>
          <w:sz w:val="18"/>
          <w:szCs w:val="18"/>
        </w:rPr>
        <w:t>*</w:t>
      </w:r>
    </w:p>
    <w:p w14:paraId="00D68CB8" w14:textId="77777777" w:rsidR="005A786F" w:rsidRPr="00C01CC0" w:rsidRDefault="005A786F" w:rsidP="00877DF2">
      <w:pPr>
        <w:spacing w:after="120"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terenów zewnętrznych</w:t>
      </w:r>
    </w:p>
    <w:p w14:paraId="41E12BE9" w14:textId="77777777" w:rsidR="0072176C" w:rsidRPr="00C01CC0" w:rsidRDefault="0072176C" w:rsidP="00877DF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</w:p>
    <w:p w14:paraId="765E64E8" w14:textId="77777777" w:rsidR="005A786F" w:rsidRPr="00C01CC0" w:rsidRDefault="005A786F" w:rsidP="0072176C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Kompleks/miejscowość</w:t>
      </w:r>
      <w:r w:rsidR="0072176C" w:rsidRPr="00C01CC0">
        <w:rPr>
          <w:rFonts w:ascii="Arial" w:hAnsi="Arial" w:cs="Arial"/>
          <w:b/>
          <w:sz w:val="18"/>
          <w:szCs w:val="18"/>
        </w:rPr>
        <w:t>: Wojskowy Ośrodek Szkoleniowo-Kondycyjny w Zakopanem</w:t>
      </w:r>
    </w:p>
    <w:p w14:paraId="1E5206BA" w14:textId="77777777" w:rsidR="005A786F" w:rsidRPr="00C01CC0" w:rsidRDefault="0072176C" w:rsidP="0072176C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z w:val="18"/>
          <w:szCs w:val="18"/>
        </w:rPr>
        <w:t>Rodzaj, zakres usługi</w:t>
      </w:r>
      <w:r w:rsidR="005A786F" w:rsidRPr="00C01CC0">
        <w:rPr>
          <w:rFonts w:ascii="Arial" w:hAnsi="Arial" w:cs="Arial"/>
          <w:b/>
          <w:sz w:val="18"/>
          <w:szCs w:val="18"/>
        </w:rPr>
        <w:t xml:space="preserve">: </w:t>
      </w:r>
      <w:r w:rsidRPr="00C01CC0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4BD8DD85" w14:textId="77777777" w:rsidR="005A786F" w:rsidRPr="00C01CC0" w:rsidRDefault="005A786F" w:rsidP="0072176C">
      <w:pPr>
        <w:spacing w:after="12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Ustalono, że usługi o których mowa w załączniku nr 1 do umowy Nr</w:t>
      </w:r>
      <w:r w:rsidR="0072176C" w:rsidRPr="00C01CC0">
        <w:rPr>
          <w:rFonts w:ascii="Arial" w:hAnsi="Arial" w:cs="Arial"/>
          <w:sz w:val="18"/>
          <w:szCs w:val="18"/>
        </w:rPr>
        <w:t>.......................</w:t>
      </w:r>
      <w:r w:rsidRPr="00C01CC0">
        <w:rPr>
          <w:rFonts w:ascii="Arial" w:hAnsi="Arial" w:cs="Arial"/>
          <w:sz w:val="18"/>
          <w:szCs w:val="18"/>
        </w:rPr>
        <w:t xml:space="preserve"> z dnia</w:t>
      </w:r>
      <w:r w:rsidR="0072176C" w:rsidRPr="00C01CC0">
        <w:rPr>
          <w:rFonts w:ascii="Arial" w:hAnsi="Arial" w:cs="Arial"/>
          <w:sz w:val="18"/>
          <w:szCs w:val="18"/>
        </w:rPr>
        <w:t xml:space="preserve"> ............................... </w:t>
      </w:r>
      <w:r w:rsidRPr="00C01CC0">
        <w:rPr>
          <w:rFonts w:ascii="Arial" w:hAnsi="Arial" w:cs="Arial"/>
          <w:sz w:val="18"/>
          <w:szCs w:val="18"/>
        </w:rPr>
        <w:t xml:space="preserve"> zostały w dniu……………………. wykonane przez firm</w:t>
      </w:r>
      <w:r w:rsidR="0072176C" w:rsidRPr="00C01CC0">
        <w:rPr>
          <w:rFonts w:ascii="Arial" w:hAnsi="Arial" w:cs="Arial"/>
          <w:sz w:val="18"/>
          <w:szCs w:val="18"/>
        </w:rPr>
        <w:t>ę ...........................................................................................</w:t>
      </w:r>
    </w:p>
    <w:p w14:paraId="59B709E3" w14:textId="77777777" w:rsidR="0072176C" w:rsidRPr="00C01CC0" w:rsidRDefault="0072176C" w:rsidP="0072176C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.....................................................................................................................................................................................</w:t>
      </w:r>
    </w:p>
    <w:p w14:paraId="5E0329BF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czyszczenia powierzchni zewnętrznej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 </w:t>
      </w:r>
    </w:p>
    <w:p w14:paraId="3A656DE3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odśnieżenia powierzchni zewnętrznej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</w:t>
      </w:r>
    </w:p>
    <w:p w14:paraId="60356DB6" w14:textId="77777777" w:rsidR="005A786F" w:rsidRPr="00C01CC0" w:rsidRDefault="005A786F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odśnieżenia dachu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</w:t>
      </w:r>
      <w:r w:rsidRPr="00C01CC0">
        <w:rPr>
          <w:rFonts w:ascii="Arial" w:hAnsi="Arial" w:cs="Arial"/>
          <w:sz w:val="18"/>
          <w:szCs w:val="18"/>
          <w:vertAlign w:val="superscript"/>
        </w:rPr>
        <w:t>2</w:t>
      </w:r>
      <w:r w:rsidRPr="00C01CC0">
        <w:rPr>
          <w:rFonts w:ascii="Arial" w:hAnsi="Arial" w:cs="Arial"/>
          <w:sz w:val="18"/>
          <w:szCs w:val="18"/>
        </w:rPr>
        <w:t xml:space="preserve"> powierzchni.</w:t>
      </w:r>
    </w:p>
    <w:p w14:paraId="7CBECD8F" w14:textId="77777777" w:rsidR="003428B0" w:rsidRPr="00C01CC0" w:rsidRDefault="003428B0" w:rsidP="00877DF2">
      <w:pPr>
        <w:widowControl w:val="0"/>
        <w:numPr>
          <w:ilvl w:val="0"/>
          <w:numId w:val="15"/>
        </w:numPr>
        <w:tabs>
          <w:tab w:val="clear" w:pos="644"/>
          <w:tab w:val="num" w:pos="426"/>
        </w:tabs>
        <w:suppressAutoHyphens w:val="0"/>
        <w:overflowPunct w:val="0"/>
        <w:autoSpaceDE w:val="0"/>
        <w:adjustRightInd w:val="0"/>
        <w:spacing w:after="12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b/>
          <w:snapToGrid w:val="0"/>
          <w:sz w:val="18"/>
          <w:szCs w:val="18"/>
        </w:rPr>
        <w:t xml:space="preserve">usuwanie liści z rynien </w:t>
      </w:r>
      <w:r w:rsidRPr="00C01CC0">
        <w:rPr>
          <w:rFonts w:ascii="Arial" w:hAnsi="Arial" w:cs="Arial"/>
          <w:sz w:val="18"/>
          <w:szCs w:val="18"/>
        </w:rPr>
        <w:t>na ………………..</w:t>
      </w:r>
      <w:r w:rsidR="0072176C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>m długości.</w:t>
      </w:r>
    </w:p>
    <w:p w14:paraId="3EE0DD1D" w14:textId="77777777" w:rsidR="0072176C" w:rsidRPr="00C01CC0" w:rsidRDefault="0072176C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538F663E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Usługa ………………. została zrealizowana w terminie / nie została zrealizowana w terminie*</w:t>
      </w:r>
    </w:p>
    <w:p w14:paraId="3F524804" w14:textId="77777777" w:rsidR="0072176C" w:rsidRPr="00C01CC0" w:rsidRDefault="0072176C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52A1A615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**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Pr="00C01CC0">
        <w:rPr>
          <w:rFonts w:ascii="Arial" w:hAnsi="Arial" w:cs="Arial"/>
          <w:sz w:val="18"/>
          <w:szCs w:val="18"/>
        </w:rPr>
        <w:t xml:space="preserve">Opóźnienie wynosiło: ………………. </w:t>
      </w:r>
      <w:r w:rsidR="00F50259" w:rsidRPr="00C01CC0">
        <w:rPr>
          <w:rFonts w:ascii="Arial" w:hAnsi="Arial" w:cs="Arial"/>
          <w:sz w:val="18"/>
          <w:szCs w:val="18"/>
        </w:rPr>
        <w:t xml:space="preserve">. </w:t>
      </w:r>
    </w:p>
    <w:p w14:paraId="1E6D4B4C" w14:textId="77777777" w:rsidR="005A786F" w:rsidRPr="00C01CC0" w:rsidRDefault="00533251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**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="005A786F" w:rsidRPr="00C01CC0">
        <w:rPr>
          <w:rFonts w:ascii="Arial" w:hAnsi="Arial" w:cs="Arial"/>
          <w:sz w:val="18"/>
          <w:szCs w:val="18"/>
        </w:rPr>
        <w:t>Powierzchnia</w:t>
      </w:r>
      <w:r w:rsidR="003428B0" w:rsidRPr="00C01CC0">
        <w:rPr>
          <w:rFonts w:ascii="Arial" w:hAnsi="Arial" w:cs="Arial"/>
          <w:sz w:val="18"/>
          <w:szCs w:val="18"/>
        </w:rPr>
        <w:t>/d</w:t>
      </w:r>
      <w:r w:rsidR="004D2C3F" w:rsidRPr="00C01CC0">
        <w:rPr>
          <w:rFonts w:ascii="Arial" w:hAnsi="Arial" w:cs="Arial"/>
          <w:sz w:val="18"/>
          <w:szCs w:val="18"/>
        </w:rPr>
        <w:t>ł</w:t>
      </w:r>
      <w:r w:rsidR="003428B0" w:rsidRPr="00C01CC0">
        <w:rPr>
          <w:rFonts w:ascii="Arial" w:hAnsi="Arial" w:cs="Arial"/>
          <w:sz w:val="18"/>
          <w:szCs w:val="18"/>
        </w:rPr>
        <w:t>ugość</w:t>
      </w:r>
      <w:r w:rsidR="005A786F" w:rsidRPr="00C01CC0">
        <w:rPr>
          <w:rFonts w:ascii="Arial" w:hAnsi="Arial" w:cs="Arial"/>
          <w:sz w:val="18"/>
          <w:szCs w:val="18"/>
        </w:rPr>
        <w:t xml:space="preserve">, na której usługa nie </w:t>
      </w:r>
      <w:r w:rsidRPr="00C01CC0">
        <w:rPr>
          <w:rFonts w:ascii="Arial" w:hAnsi="Arial" w:cs="Arial"/>
          <w:sz w:val="18"/>
          <w:szCs w:val="18"/>
        </w:rPr>
        <w:t>była wykonywana</w:t>
      </w:r>
      <w:r w:rsidR="00F50259" w:rsidRPr="00C01CC0">
        <w:rPr>
          <w:rFonts w:ascii="Arial" w:hAnsi="Arial" w:cs="Arial"/>
          <w:sz w:val="18"/>
          <w:szCs w:val="18"/>
        </w:rPr>
        <w:t xml:space="preserve"> </w:t>
      </w:r>
      <w:r w:rsidR="009776F0" w:rsidRPr="00C01CC0">
        <w:rPr>
          <w:rFonts w:ascii="Arial" w:hAnsi="Arial" w:cs="Arial"/>
          <w:sz w:val="18"/>
          <w:szCs w:val="18"/>
        </w:rPr>
        <w:t>…………………………………</w:t>
      </w:r>
    </w:p>
    <w:p w14:paraId="61EE6A04" w14:textId="77777777" w:rsidR="00F50259" w:rsidRPr="00C01CC0" w:rsidRDefault="00F50259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</w:p>
    <w:p w14:paraId="1265F944" w14:textId="77777777" w:rsidR="005A786F" w:rsidRPr="00C01CC0" w:rsidRDefault="005A786F" w:rsidP="00877DF2">
      <w:pPr>
        <w:spacing w:after="120" w:line="240" w:lineRule="auto"/>
        <w:jc w:val="both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Stwierdza się następujące usterki:</w:t>
      </w:r>
    </w:p>
    <w:p w14:paraId="6D186910" w14:textId="77777777" w:rsidR="005A786F" w:rsidRPr="00C01CC0" w:rsidRDefault="005A786F" w:rsidP="00877DF2">
      <w:pPr>
        <w:pStyle w:val="Akapitzlist1"/>
        <w:numPr>
          <w:ilvl w:val="0"/>
          <w:numId w:val="14"/>
        </w:numPr>
        <w:spacing w:after="120" w:line="240" w:lineRule="auto"/>
        <w:contextualSpacing w:val="0"/>
        <w:rPr>
          <w:rFonts w:ascii="Arial" w:hAnsi="Arial" w:cs="Arial"/>
          <w:sz w:val="18"/>
          <w:szCs w:val="18"/>
        </w:rPr>
      </w:pPr>
      <w:r w:rsidRPr="00C01CC0">
        <w:rPr>
          <w:rFonts w:ascii="Arial" w:hAnsi="Arial" w:cs="Arial"/>
          <w:sz w:val="18"/>
          <w:szCs w:val="18"/>
        </w:rPr>
        <w:t>nienależycie wykonano……………………………………………………………….…</w:t>
      </w:r>
    </w:p>
    <w:p w14:paraId="5C836FF7" w14:textId="77777777" w:rsidR="005A786F" w:rsidRPr="00C01CC0" w:rsidRDefault="005A786F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96B38F6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75143A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275"/>
        <w:gridCol w:w="3964"/>
      </w:tblGrid>
      <w:tr w:rsidR="00F50259" w:rsidRPr="00C01CC0" w14:paraId="2593DED9" w14:textId="77777777" w:rsidTr="00F50259">
        <w:tc>
          <w:tcPr>
            <w:tcW w:w="3823" w:type="dxa"/>
          </w:tcPr>
          <w:p w14:paraId="6395CD42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04F0552A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osoby upoważnionej ze strony Zamawiającego</w:t>
            </w:r>
          </w:p>
        </w:tc>
        <w:tc>
          <w:tcPr>
            <w:tcW w:w="1275" w:type="dxa"/>
          </w:tcPr>
          <w:p w14:paraId="12FFED3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7F3C69B0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4BAF77C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osoby upoważnionej ze strony Wykonawcy</w:t>
            </w:r>
          </w:p>
        </w:tc>
      </w:tr>
      <w:tr w:rsidR="00F50259" w:rsidRPr="00C01CC0" w14:paraId="5F1E5412" w14:textId="77777777" w:rsidTr="00F50259">
        <w:tc>
          <w:tcPr>
            <w:tcW w:w="3823" w:type="dxa"/>
          </w:tcPr>
          <w:p w14:paraId="34D8E97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0819B1B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7280D9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269EF95C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BD0FBA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..........................................................</w:t>
            </w:r>
          </w:p>
          <w:p w14:paraId="5B53F559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1CC0">
              <w:rPr>
                <w:rFonts w:ascii="Arial" w:hAnsi="Arial" w:cs="Arial"/>
                <w:i/>
                <w:sz w:val="18"/>
                <w:szCs w:val="18"/>
              </w:rPr>
              <w:t>Podpis Szefa Sekcji Obsługi Infrastruktury</w:t>
            </w:r>
          </w:p>
        </w:tc>
        <w:tc>
          <w:tcPr>
            <w:tcW w:w="1275" w:type="dxa"/>
          </w:tcPr>
          <w:p w14:paraId="3EF8433B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4" w:type="dxa"/>
          </w:tcPr>
          <w:p w14:paraId="5537F77D" w14:textId="77777777" w:rsidR="00F50259" w:rsidRPr="00C01CC0" w:rsidRDefault="00F50259" w:rsidP="00F50259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8C1254" w14:textId="77777777" w:rsidR="00F50259" w:rsidRPr="00C01CC0" w:rsidRDefault="00F50259" w:rsidP="00877DF2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DA7E78B" w14:textId="77777777" w:rsidR="00F50259" w:rsidRPr="00C01CC0" w:rsidRDefault="00F50259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</w:p>
    <w:p w14:paraId="2D6AC731" w14:textId="77777777" w:rsidR="005A786F" w:rsidRPr="00C01CC0" w:rsidRDefault="0072176C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  <w:r w:rsidRPr="00C01CC0">
        <w:rPr>
          <w:rFonts w:ascii="Arial" w:hAnsi="Arial" w:cs="Arial"/>
          <w:sz w:val="16"/>
          <w:szCs w:val="16"/>
        </w:rPr>
        <w:t xml:space="preserve">* </w:t>
      </w:r>
      <w:r w:rsidR="005A786F" w:rsidRPr="00C01CC0">
        <w:rPr>
          <w:rFonts w:ascii="Arial" w:hAnsi="Arial" w:cs="Arial"/>
          <w:sz w:val="16"/>
          <w:szCs w:val="16"/>
        </w:rPr>
        <w:t>niepotrzebne skreślić</w:t>
      </w:r>
    </w:p>
    <w:p w14:paraId="74687AD7" w14:textId="77777777" w:rsidR="00CC5E49" w:rsidRPr="00F50259" w:rsidRDefault="0072176C" w:rsidP="00877DF2">
      <w:pPr>
        <w:pStyle w:val="Bezodstpw"/>
        <w:spacing w:after="120"/>
        <w:rPr>
          <w:rFonts w:ascii="Arial" w:hAnsi="Arial" w:cs="Arial"/>
          <w:sz w:val="16"/>
          <w:szCs w:val="16"/>
        </w:rPr>
      </w:pPr>
      <w:r w:rsidRPr="00C01CC0">
        <w:rPr>
          <w:rFonts w:ascii="Arial" w:hAnsi="Arial" w:cs="Arial"/>
          <w:sz w:val="16"/>
          <w:szCs w:val="16"/>
        </w:rPr>
        <w:t xml:space="preserve">** </w:t>
      </w:r>
      <w:r w:rsidR="005A786F" w:rsidRPr="00C01CC0">
        <w:rPr>
          <w:rFonts w:ascii="Arial" w:hAnsi="Arial" w:cs="Arial"/>
          <w:sz w:val="16"/>
          <w:szCs w:val="16"/>
        </w:rPr>
        <w:t>wpisać jeżeli wystąpią usterki - jeżeli nie dotyczy skreślić</w:t>
      </w:r>
    </w:p>
    <w:sectPr w:rsidR="00CC5E49" w:rsidRPr="00F50259" w:rsidSect="00D50114">
      <w:pgSz w:w="11906" w:h="16838"/>
      <w:pgMar w:top="1417" w:right="1417" w:bottom="1417" w:left="1417" w:header="624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1145C" w14:textId="77777777" w:rsidR="00EA43E5" w:rsidRDefault="00EA43E5">
      <w:pPr>
        <w:spacing w:after="0" w:line="240" w:lineRule="auto"/>
      </w:pPr>
      <w:r>
        <w:separator/>
      </w:r>
    </w:p>
  </w:endnote>
  <w:endnote w:type="continuationSeparator" w:id="0">
    <w:p w14:paraId="7D867A47" w14:textId="77777777" w:rsidR="00EA43E5" w:rsidRDefault="00EA4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93C3" w14:textId="77777777" w:rsidR="008F6E9C" w:rsidRDefault="008F6E9C" w:rsidP="00FA62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2260BB" w14:textId="77777777" w:rsidR="008F6E9C" w:rsidRDefault="008F6E9C" w:rsidP="00C50D1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5CEE6" w14:textId="77777777" w:rsidR="008F6E9C" w:rsidRPr="00370591" w:rsidRDefault="008F6E9C" w:rsidP="00FA6200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370591">
      <w:rPr>
        <w:rStyle w:val="Numerstrony"/>
        <w:rFonts w:ascii="Arial" w:hAnsi="Arial" w:cs="Arial"/>
        <w:sz w:val="18"/>
        <w:szCs w:val="18"/>
      </w:rPr>
      <w:fldChar w:fldCharType="begin"/>
    </w:r>
    <w:r w:rsidRPr="00370591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370591">
      <w:rPr>
        <w:rStyle w:val="Numerstrony"/>
        <w:rFonts w:ascii="Arial" w:hAnsi="Arial" w:cs="Arial"/>
        <w:sz w:val="18"/>
        <w:szCs w:val="18"/>
      </w:rPr>
      <w:fldChar w:fldCharType="separate"/>
    </w:r>
    <w:r w:rsidR="002D712C">
      <w:rPr>
        <w:rStyle w:val="Numerstrony"/>
        <w:rFonts w:ascii="Arial" w:hAnsi="Arial" w:cs="Arial"/>
        <w:noProof/>
        <w:sz w:val="18"/>
        <w:szCs w:val="18"/>
      </w:rPr>
      <w:t>6</w:t>
    </w:r>
    <w:r w:rsidRPr="00370591">
      <w:rPr>
        <w:rStyle w:val="Numerstrony"/>
        <w:rFonts w:ascii="Arial" w:hAnsi="Arial" w:cs="Arial"/>
        <w:sz w:val="18"/>
        <w:szCs w:val="18"/>
      </w:rPr>
      <w:fldChar w:fldCharType="end"/>
    </w:r>
  </w:p>
  <w:p w14:paraId="5C0F387A" w14:textId="77777777" w:rsidR="008F6E9C" w:rsidRPr="005F1D2A" w:rsidRDefault="005F1D2A" w:rsidP="005F1D2A">
    <w:pPr>
      <w:suppressAutoHyphens w:val="0"/>
      <w:autoSpaceDN/>
      <w:spacing w:after="120" w:line="240" w:lineRule="auto"/>
      <w:jc w:val="center"/>
      <w:textAlignment w:val="auto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  <w:r w:rsidRPr="005F1D2A">
      <w:rPr>
        <w:rFonts w:ascii="Arial" w:eastAsia="Times New Roman" w:hAnsi="Arial" w:cs="Arial"/>
        <w:bCs/>
        <w:i/>
        <w:iCs/>
        <w:sz w:val="18"/>
        <w:szCs w:val="18"/>
        <w:lang w:eastAsia="pl-PL"/>
      </w:rPr>
      <w:t>[PUBLICZNE]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0BE6" w14:textId="77777777" w:rsidR="00493AA0" w:rsidRDefault="00493A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98A0E" w14:textId="77777777" w:rsidR="00EA43E5" w:rsidRDefault="00EA43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17FAA61" w14:textId="77777777" w:rsidR="00EA43E5" w:rsidRDefault="00EA4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6D60" w14:textId="77777777" w:rsidR="00493AA0" w:rsidRDefault="00493A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2916" w14:textId="77777777" w:rsidR="005F1D2A" w:rsidRPr="005F1D2A" w:rsidRDefault="005F1D2A" w:rsidP="005F1D2A">
    <w:pPr>
      <w:suppressAutoHyphens w:val="0"/>
      <w:autoSpaceDN/>
      <w:spacing w:after="120" w:line="240" w:lineRule="auto"/>
      <w:jc w:val="center"/>
      <w:textAlignment w:val="auto"/>
      <w:rPr>
        <w:rFonts w:ascii="Arial" w:eastAsia="Times New Roman" w:hAnsi="Arial" w:cs="Arial"/>
        <w:bCs/>
        <w:i/>
        <w:iCs/>
        <w:sz w:val="18"/>
        <w:szCs w:val="18"/>
        <w:lang w:eastAsia="pl-PL"/>
      </w:rPr>
    </w:pPr>
    <w:bookmarkStart w:id="0" w:name="_Hlk57896078"/>
    <w:bookmarkStart w:id="1" w:name="_Hlk57896079"/>
    <w:r w:rsidRPr="005F1D2A">
      <w:rPr>
        <w:rFonts w:ascii="Arial" w:eastAsia="Times New Roman" w:hAnsi="Arial" w:cs="Arial"/>
        <w:bCs/>
        <w:i/>
        <w:iCs/>
        <w:sz w:val="18"/>
        <w:szCs w:val="18"/>
        <w:lang w:eastAsia="pl-PL"/>
      </w:rPr>
      <w:t>[PUBLICZNE]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52C16" w14:textId="77777777" w:rsidR="00493AA0" w:rsidRDefault="00493A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6606FD"/>
    <w:multiLevelType w:val="hybridMultilevel"/>
    <w:tmpl w:val="74623410"/>
    <w:lvl w:ilvl="0" w:tplc="A282F5F8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 w15:restartNumberingAfterBreak="0">
    <w:nsid w:val="0A0932A9"/>
    <w:multiLevelType w:val="hybridMultilevel"/>
    <w:tmpl w:val="99E46B48"/>
    <w:lvl w:ilvl="0" w:tplc="50AC2A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C9F6E59"/>
    <w:multiLevelType w:val="multilevel"/>
    <w:tmpl w:val="616CCD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6206D35"/>
    <w:multiLevelType w:val="hybridMultilevel"/>
    <w:tmpl w:val="C5468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E1D62"/>
    <w:multiLevelType w:val="hybridMultilevel"/>
    <w:tmpl w:val="3536AA3E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1A5722CD"/>
    <w:multiLevelType w:val="hybridMultilevel"/>
    <w:tmpl w:val="84009600"/>
    <w:lvl w:ilvl="0" w:tplc="0660086E">
      <w:start w:val="4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Times New Roman" w:hAnsi="Times New Roman" w:hint="default"/>
        <w:b w:val="0"/>
        <w:i w:val="0"/>
        <w:sz w:val="20"/>
      </w:rPr>
    </w:lvl>
    <w:lvl w:ilvl="1" w:tplc="08342280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902F00"/>
    <w:multiLevelType w:val="multilevel"/>
    <w:tmpl w:val="9F80999C"/>
    <w:lvl w:ilvl="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5"/>
        </w:tabs>
        <w:ind w:left="78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390"/>
        </w:tabs>
        <w:ind w:left="139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635"/>
        </w:tabs>
        <w:ind w:left="163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2240"/>
        </w:tabs>
        <w:ind w:left="22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485"/>
        </w:tabs>
        <w:ind w:left="24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30"/>
        </w:tabs>
        <w:ind w:left="273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335"/>
        </w:tabs>
        <w:ind w:left="333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80"/>
        </w:tabs>
        <w:ind w:left="3580" w:hanging="1440"/>
      </w:pPr>
      <w:rPr>
        <w:rFonts w:hint="default"/>
        <w:b/>
      </w:rPr>
    </w:lvl>
  </w:abstractNum>
  <w:abstractNum w:abstractNumId="8" w15:restartNumberingAfterBreak="0">
    <w:nsid w:val="23E53B0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4DB1BD9"/>
    <w:multiLevelType w:val="multilevel"/>
    <w:tmpl w:val="FA505E7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E35B8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86E4FF1"/>
    <w:multiLevelType w:val="multilevel"/>
    <w:tmpl w:val="6B3C7E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440"/>
      </w:pPr>
      <w:rPr>
        <w:rFonts w:hint="default"/>
      </w:rPr>
    </w:lvl>
  </w:abstractNum>
  <w:abstractNum w:abstractNumId="12" w15:restartNumberingAfterBreak="0">
    <w:nsid w:val="295A1C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A541EDD"/>
    <w:multiLevelType w:val="multilevel"/>
    <w:tmpl w:val="C72ED9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294C27"/>
    <w:multiLevelType w:val="multilevel"/>
    <w:tmpl w:val="79726562"/>
    <w:lvl w:ilvl="0">
      <w:start w:val="2"/>
      <w:numFmt w:val="decimal"/>
      <w:lvlText w:val="%1."/>
      <w:lvlJc w:val="left"/>
      <w:pPr>
        <w:tabs>
          <w:tab w:val="num" w:pos="1419"/>
        </w:tabs>
        <w:ind w:left="1419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1419"/>
        </w:tabs>
        <w:ind w:left="141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79"/>
        </w:tabs>
        <w:ind w:left="17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39"/>
        </w:tabs>
        <w:ind w:left="213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99"/>
        </w:tabs>
        <w:ind w:left="24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99"/>
        </w:tabs>
        <w:ind w:left="2499" w:hanging="1440"/>
      </w:pPr>
      <w:rPr>
        <w:rFonts w:hint="default"/>
      </w:rPr>
    </w:lvl>
  </w:abstractNum>
  <w:abstractNum w:abstractNumId="15" w15:restartNumberingAfterBreak="0">
    <w:nsid w:val="32192B33"/>
    <w:multiLevelType w:val="hybridMultilevel"/>
    <w:tmpl w:val="23BEA42C"/>
    <w:lvl w:ilvl="0" w:tplc="9616476A">
      <w:start w:val="1"/>
      <w:numFmt w:val="bullet"/>
      <w:lvlText w:val="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A942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C03031B"/>
    <w:multiLevelType w:val="multilevel"/>
    <w:tmpl w:val="C7909004"/>
    <w:lvl w:ilvl="0">
      <w:start w:val="1"/>
      <w:numFmt w:val="decimal"/>
      <w:lvlText w:val="%1."/>
      <w:lvlJc w:val="left"/>
      <w:pPr>
        <w:tabs>
          <w:tab w:val="num" w:pos="1447"/>
        </w:tabs>
        <w:ind w:left="1390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580"/>
        </w:tabs>
        <w:ind w:left="15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40"/>
        </w:tabs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00"/>
        </w:tabs>
        <w:ind w:left="23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60"/>
        </w:tabs>
        <w:ind w:left="26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60"/>
        </w:tabs>
        <w:ind w:left="2660" w:hanging="1440"/>
      </w:pPr>
      <w:rPr>
        <w:rFonts w:hint="default"/>
      </w:rPr>
    </w:lvl>
  </w:abstractNum>
  <w:abstractNum w:abstractNumId="18" w15:restartNumberingAfterBreak="0">
    <w:nsid w:val="3C6F41B9"/>
    <w:multiLevelType w:val="hybridMultilevel"/>
    <w:tmpl w:val="80E699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882A2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E191818"/>
    <w:multiLevelType w:val="multilevel"/>
    <w:tmpl w:val="84204F4C"/>
    <w:lvl w:ilvl="0">
      <w:start w:val="1"/>
      <w:numFmt w:val="decimal"/>
      <w:lvlText w:val="%1."/>
      <w:lvlJc w:val="center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0" w15:restartNumberingAfterBreak="0">
    <w:nsid w:val="3E254DFB"/>
    <w:multiLevelType w:val="hybridMultilevel"/>
    <w:tmpl w:val="AEC4267E"/>
    <w:lvl w:ilvl="0" w:tplc="F2D462B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FE629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0832A41"/>
    <w:multiLevelType w:val="multilevel"/>
    <w:tmpl w:val="A69428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1DA0582"/>
    <w:multiLevelType w:val="multilevel"/>
    <w:tmpl w:val="7D163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42700D3D"/>
    <w:multiLevelType w:val="multilevel"/>
    <w:tmpl w:val="C9CAC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440"/>
      </w:pPr>
      <w:rPr>
        <w:rFonts w:hint="default"/>
      </w:rPr>
    </w:lvl>
  </w:abstractNum>
  <w:abstractNum w:abstractNumId="26" w15:restartNumberingAfterBreak="0">
    <w:nsid w:val="433925E1"/>
    <w:multiLevelType w:val="multilevel"/>
    <w:tmpl w:val="9A3EA8E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ascii="Times New Roman" w:hAnsi="Times New Roman" w:hint="default"/>
        <w:b w:val="0"/>
        <w:i w:val="0"/>
        <w:sz w:val="20"/>
      </w:rPr>
    </w:lvl>
    <w:lvl w:ilvl="1">
      <w:start w:val="1"/>
      <w:numFmt w:val="decimal"/>
      <w:isLgl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11"/>
        </w:tabs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05"/>
        </w:tabs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82"/>
        </w:tabs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99"/>
        </w:tabs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16"/>
        </w:tabs>
        <w:ind w:left="1916" w:hanging="1440"/>
      </w:pPr>
      <w:rPr>
        <w:rFonts w:hint="default"/>
      </w:rPr>
    </w:lvl>
  </w:abstractNum>
  <w:abstractNum w:abstractNumId="27" w15:restartNumberingAfterBreak="0">
    <w:nsid w:val="49132B6F"/>
    <w:multiLevelType w:val="hybridMultilevel"/>
    <w:tmpl w:val="E2BE5346"/>
    <w:lvl w:ilvl="0" w:tplc="FFE22B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172A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56139B"/>
    <w:multiLevelType w:val="hybridMultilevel"/>
    <w:tmpl w:val="582AB732"/>
    <w:lvl w:ilvl="0" w:tplc="2FF88A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0D">
      <w:start w:val="1"/>
      <w:numFmt w:val="bullet"/>
      <w:lvlText w:val=""/>
      <w:lvlJc w:val="left"/>
      <w:pPr>
        <w:tabs>
          <w:tab w:val="num" w:pos="360"/>
        </w:tabs>
      </w:pPr>
      <w:rPr>
        <w:rFonts w:ascii="Wingdings" w:hAnsi="Wingdings" w:hint="default"/>
      </w:rPr>
    </w:lvl>
    <w:lvl w:ilvl="2" w:tplc="F49A4D74">
      <w:numFmt w:val="none"/>
      <w:lvlText w:val=""/>
      <w:lvlJc w:val="left"/>
      <w:pPr>
        <w:tabs>
          <w:tab w:val="num" w:pos="360"/>
        </w:tabs>
      </w:pPr>
    </w:lvl>
    <w:lvl w:ilvl="3" w:tplc="E44E250E">
      <w:numFmt w:val="none"/>
      <w:lvlText w:val=""/>
      <w:lvlJc w:val="left"/>
      <w:pPr>
        <w:tabs>
          <w:tab w:val="num" w:pos="360"/>
        </w:tabs>
      </w:pPr>
    </w:lvl>
    <w:lvl w:ilvl="4" w:tplc="E1566316">
      <w:numFmt w:val="none"/>
      <w:lvlText w:val=""/>
      <w:lvlJc w:val="left"/>
      <w:pPr>
        <w:tabs>
          <w:tab w:val="num" w:pos="360"/>
        </w:tabs>
      </w:pPr>
    </w:lvl>
    <w:lvl w:ilvl="5" w:tplc="A32E9D74">
      <w:numFmt w:val="none"/>
      <w:lvlText w:val=""/>
      <w:lvlJc w:val="left"/>
      <w:pPr>
        <w:tabs>
          <w:tab w:val="num" w:pos="360"/>
        </w:tabs>
      </w:pPr>
    </w:lvl>
    <w:lvl w:ilvl="6" w:tplc="EBFE161E">
      <w:numFmt w:val="none"/>
      <w:lvlText w:val=""/>
      <w:lvlJc w:val="left"/>
      <w:pPr>
        <w:tabs>
          <w:tab w:val="num" w:pos="360"/>
        </w:tabs>
      </w:pPr>
    </w:lvl>
    <w:lvl w:ilvl="7" w:tplc="D99E1AC0">
      <w:numFmt w:val="none"/>
      <w:lvlText w:val=""/>
      <w:lvlJc w:val="left"/>
      <w:pPr>
        <w:tabs>
          <w:tab w:val="num" w:pos="360"/>
        </w:tabs>
      </w:pPr>
    </w:lvl>
    <w:lvl w:ilvl="8" w:tplc="8576899A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4F3565C7"/>
    <w:multiLevelType w:val="multilevel"/>
    <w:tmpl w:val="AB3A47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21F34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4E22A8B"/>
    <w:multiLevelType w:val="hybridMultilevel"/>
    <w:tmpl w:val="148E06AE"/>
    <w:lvl w:ilvl="0" w:tplc="E0DE4002">
      <w:start w:val="1"/>
      <w:numFmt w:val="decimal"/>
      <w:lvlText w:val="2.%1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56CB0009"/>
    <w:multiLevelType w:val="multilevel"/>
    <w:tmpl w:val="0B4CBE3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D2484B"/>
    <w:multiLevelType w:val="multilevel"/>
    <w:tmpl w:val="1CAAFF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4D74CBD"/>
    <w:multiLevelType w:val="multilevel"/>
    <w:tmpl w:val="AB3A473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52E61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69B17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6F76782"/>
    <w:multiLevelType w:val="hybridMultilevel"/>
    <w:tmpl w:val="F13E6E64"/>
    <w:lvl w:ilvl="0" w:tplc="E16C97C6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62AE3C00">
      <w:start w:val="1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265ACF"/>
    <w:multiLevelType w:val="multilevel"/>
    <w:tmpl w:val="0D609E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46474E9"/>
    <w:multiLevelType w:val="multilevel"/>
    <w:tmpl w:val="A694280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915F3C"/>
    <w:multiLevelType w:val="hybridMultilevel"/>
    <w:tmpl w:val="6902EA56"/>
    <w:lvl w:ilvl="0" w:tplc="697080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D462B8"/>
    <w:multiLevelType w:val="multilevel"/>
    <w:tmpl w:val="BE6E08B0"/>
    <w:lvl w:ilvl="0">
      <w:start w:val="1"/>
      <w:numFmt w:val="decimal"/>
      <w:lvlText w:val="%1."/>
      <w:lvlJc w:val="center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9DD702D"/>
    <w:multiLevelType w:val="multilevel"/>
    <w:tmpl w:val="864A54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44" w15:restartNumberingAfterBreak="0">
    <w:nsid w:val="79EB6F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EDD3AF6"/>
    <w:multiLevelType w:val="hybridMultilevel"/>
    <w:tmpl w:val="4A646A94"/>
    <w:lvl w:ilvl="0" w:tplc="2082A71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2227C7E">
      <w:numFmt w:val="none"/>
      <w:lvlText w:val=""/>
      <w:lvlJc w:val="left"/>
      <w:pPr>
        <w:tabs>
          <w:tab w:val="num" w:pos="360"/>
        </w:tabs>
      </w:pPr>
    </w:lvl>
    <w:lvl w:ilvl="2" w:tplc="90F48A00">
      <w:numFmt w:val="none"/>
      <w:lvlText w:val=""/>
      <w:lvlJc w:val="left"/>
      <w:pPr>
        <w:tabs>
          <w:tab w:val="num" w:pos="360"/>
        </w:tabs>
      </w:pPr>
    </w:lvl>
    <w:lvl w:ilvl="3" w:tplc="8BC2381C">
      <w:numFmt w:val="none"/>
      <w:lvlText w:val=""/>
      <w:lvlJc w:val="left"/>
      <w:pPr>
        <w:tabs>
          <w:tab w:val="num" w:pos="360"/>
        </w:tabs>
      </w:pPr>
    </w:lvl>
    <w:lvl w:ilvl="4" w:tplc="EA7C575E">
      <w:numFmt w:val="none"/>
      <w:lvlText w:val=""/>
      <w:lvlJc w:val="left"/>
      <w:pPr>
        <w:tabs>
          <w:tab w:val="num" w:pos="360"/>
        </w:tabs>
      </w:pPr>
    </w:lvl>
    <w:lvl w:ilvl="5" w:tplc="09D6BECC">
      <w:numFmt w:val="none"/>
      <w:lvlText w:val=""/>
      <w:lvlJc w:val="left"/>
      <w:pPr>
        <w:tabs>
          <w:tab w:val="num" w:pos="360"/>
        </w:tabs>
      </w:pPr>
    </w:lvl>
    <w:lvl w:ilvl="6" w:tplc="41E2E0E4">
      <w:numFmt w:val="none"/>
      <w:lvlText w:val=""/>
      <w:lvlJc w:val="left"/>
      <w:pPr>
        <w:tabs>
          <w:tab w:val="num" w:pos="360"/>
        </w:tabs>
      </w:pPr>
    </w:lvl>
    <w:lvl w:ilvl="7" w:tplc="1D4077C4">
      <w:numFmt w:val="none"/>
      <w:lvlText w:val=""/>
      <w:lvlJc w:val="left"/>
      <w:pPr>
        <w:tabs>
          <w:tab w:val="num" w:pos="360"/>
        </w:tabs>
      </w:pPr>
    </w:lvl>
    <w:lvl w:ilvl="8" w:tplc="321A5EEE">
      <w:numFmt w:val="none"/>
      <w:lvlText w:val=""/>
      <w:lvlJc w:val="left"/>
      <w:pPr>
        <w:tabs>
          <w:tab w:val="num" w:pos="360"/>
        </w:tabs>
      </w:pPr>
    </w:lvl>
  </w:abstractNum>
  <w:abstractNum w:abstractNumId="46" w15:restartNumberingAfterBreak="0">
    <w:nsid w:val="7FAE7A5C"/>
    <w:multiLevelType w:val="multilevel"/>
    <w:tmpl w:val="CB66A1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805002417">
    <w:abstractNumId w:val="29"/>
  </w:num>
  <w:num w:numId="2" w16cid:durableId="1883520929">
    <w:abstractNumId w:val="25"/>
  </w:num>
  <w:num w:numId="3" w16cid:durableId="1156142197">
    <w:abstractNumId w:val="26"/>
  </w:num>
  <w:num w:numId="4" w16cid:durableId="1768651378">
    <w:abstractNumId w:val="19"/>
  </w:num>
  <w:num w:numId="5" w16cid:durableId="9181822">
    <w:abstractNumId w:val="42"/>
  </w:num>
  <w:num w:numId="6" w16cid:durableId="2065446798">
    <w:abstractNumId w:val="21"/>
  </w:num>
  <w:num w:numId="7" w16cid:durableId="26492233">
    <w:abstractNumId w:val="38"/>
  </w:num>
  <w:num w:numId="8" w16cid:durableId="700204907">
    <w:abstractNumId w:val="11"/>
  </w:num>
  <w:num w:numId="9" w16cid:durableId="1647902773">
    <w:abstractNumId w:val="14"/>
  </w:num>
  <w:num w:numId="10" w16cid:durableId="152720727">
    <w:abstractNumId w:val="6"/>
  </w:num>
  <w:num w:numId="11" w16cid:durableId="1463814569">
    <w:abstractNumId w:val="46"/>
  </w:num>
  <w:num w:numId="12" w16cid:durableId="1936866678">
    <w:abstractNumId w:val="33"/>
  </w:num>
  <w:num w:numId="13" w16cid:durableId="1801024035">
    <w:abstractNumId w:val="41"/>
  </w:num>
  <w:num w:numId="14" w16cid:durableId="98273905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63420386">
    <w:abstractNumId w:val="20"/>
  </w:num>
  <w:num w:numId="16" w16cid:durableId="805969791">
    <w:abstractNumId w:val="18"/>
  </w:num>
  <w:num w:numId="17" w16cid:durableId="181190019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3128582">
    <w:abstractNumId w:val="17"/>
  </w:num>
  <w:num w:numId="19" w16cid:durableId="2144543315">
    <w:abstractNumId w:val="13"/>
  </w:num>
  <w:num w:numId="20" w16cid:durableId="722026525">
    <w:abstractNumId w:val="45"/>
  </w:num>
  <w:num w:numId="21" w16cid:durableId="1376585939">
    <w:abstractNumId w:val="24"/>
  </w:num>
  <w:num w:numId="22" w16cid:durableId="1386491482">
    <w:abstractNumId w:val="27"/>
  </w:num>
  <w:num w:numId="23" w16cid:durableId="741293963">
    <w:abstractNumId w:val="43"/>
  </w:num>
  <w:num w:numId="24" w16cid:durableId="311912951">
    <w:abstractNumId w:val="3"/>
  </w:num>
  <w:num w:numId="25" w16cid:durableId="232155645">
    <w:abstractNumId w:val="7"/>
  </w:num>
  <w:num w:numId="26" w16cid:durableId="1843398443">
    <w:abstractNumId w:val="39"/>
  </w:num>
  <w:num w:numId="27" w16cid:durableId="795952957">
    <w:abstractNumId w:val="32"/>
  </w:num>
  <w:num w:numId="28" w16cid:durableId="1801454303">
    <w:abstractNumId w:val="2"/>
  </w:num>
  <w:num w:numId="29" w16cid:durableId="1929726207">
    <w:abstractNumId w:val="4"/>
  </w:num>
  <w:num w:numId="30" w16cid:durableId="2062971642">
    <w:abstractNumId w:val="8"/>
  </w:num>
  <w:num w:numId="31" w16cid:durableId="1206869618">
    <w:abstractNumId w:val="40"/>
  </w:num>
  <w:num w:numId="32" w16cid:durableId="379062219">
    <w:abstractNumId w:val="23"/>
  </w:num>
  <w:num w:numId="33" w16cid:durableId="1439836148">
    <w:abstractNumId w:val="34"/>
  </w:num>
  <w:num w:numId="34" w16cid:durableId="850070833">
    <w:abstractNumId w:val="10"/>
  </w:num>
  <w:num w:numId="35" w16cid:durableId="2054695162">
    <w:abstractNumId w:val="9"/>
  </w:num>
  <w:num w:numId="36" w16cid:durableId="642466616">
    <w:abstractNumId w:val="30"/>
  </w:num>
  <w:num w:numId="37" w16cid:durableId="2096587265">
    <w:abstractNumId w:val="35"/>
  </w:num>
  <w:num w:numId="38" w16cid:durableId="637539452">
    <w:abstractNumId w:val="44"/>
  </w:num>
  <w:num w:numId="39" w16cid:durableId="1702431928">
    <w:abstractNumId w:val="36"/>
  </w:num>
  <w:num w:numId="40" w16cid:durableId="1379938183">
    <w:abstractNumId w:val="12"/>
  </w:num>
  <w:num w:numId="41" w16cid:durableId="1025904368">
    <w:abstractNumId w:val="28"/>
  </w:num>
  <w:num w:numId="42" w16cid:durableId="948466312">
    <w:abstractNumId w:val="31"/>
  </w:num>
  <w:num w:numId="43" w16cid:durableId="1780489311">
    <w:abstractNumId w:val="16"/>
  </w:num>
  <w:num w:numId="44" w16cid:durableId="1773545899">
    <w:abstractNumId w:val="22"/>
  </w:num>
  <w:num w:numId="45" w16cid:durableId="1644769457">
    <w:abstractNumId w:val="15"/>
  </w:num>
  <w:num w:numId="46" w16cid:durableId="20252199">
    <w:abstractNumId w:val="37"/>
  </w:num>
  <w:num w:numId="47" w16cid:durableId="2019386530">
    <w:abstractNumId w:val="5"/>
  </w:num>
  <w:num w:numId="48" w16cid:durableId="523976790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94F"/>
    <w:rsid w:val="000027F4"/>
    <w:rsid w:val="00006223"/>
    <w:rsid w:val="00006738"/>
    <w:rsid w:val="00006A64"/>
    <w:rsid w:val="00006D14"/>
    <w:rsid w:val="00025452"/>
    <w:rsid w:val="00027501"/>
    <w:rsid w:val="00034132"/>
    <w:rsid w:val="0004395D"/>
    <w:rsid w:val="00045EA0"/>
    <w:rsid w:val="00057CE0"/>
    <w:rsid w:val="00062842"/>
    <w:rsid w:val="00063435"/>
    <w:rsid w:val="00071442"/>
    <w:rsid w:val="000737C3"/>
    <w:rsid w:val="00075F7B"/>
    <w:rsid w:val="00077BB4"/>
    <w:rsid w:val="00087851"/>
    <w:rsid w:val="00090E43"/>
    <w:rsid w:val="000918EA"/>
    <w:rsid w:val="000B1306"/>
    <w:rsid w:val="000B4F22"/>
    <w:rsid w:val="000C3021"/>
    <w:rsid w:val="000D1BAE"/>
    <w:rsid w:val="000E0709"/>
    <w:rsid w:val="000E3580"/>
    <w:rsid w:val="000E7273"/>
    <w:rsid w:val="000F293E"/>
    <w:rsid w:val="000F45A6"/>
    <w:rsid w:val="001073A3"/>
    <w:rsid w:val="001142EE"/>
    <w:rsid w:val="001159F8"/>
    <w:rsid w:val="00116402"/>
    <w:rsid w:val="00124BA3"/>
    <w:rsid w:val="0013361E"/>
    <w:rsid w:val="00134FA0"/>
    <w:rsid w:val="0013721E"/>
    <w:rsid w:val="001411B0"/>
    <w:rsid w:val="001422ED"/>
    <w:rsid w:val="0014371A"/>
    <w:rsid w:val="00144620"/>
    <w:rsid w:val="00153785"/>
    <w:rsid w:val="00156F55"/>
    <w:rsid w:val="001626A8"/>
    <w:rsid w:val="0017029D"/>
    <w:rsid w:val="00174601"/>
    <w:rsid w:val="00181563"/>
    <w:rsid w:val="0018394F"/>
    <w:rsid w:val="00184E22"/>
    <w:rsid w:val="00185073"/>
    <w:rsid w:val="001854A5"/>
    <w:rsid w:val="001A6B10"/>
    <w:rsid w:val="001B4291"/>
    <w:rsid w:val="001C6FCA"/>
    <w:rsid w:val="001D3B4A"/>
    <w:rsid w:val="001E27D7"/>
    <w:rsid w:val="001E50F7"/>
    <w:rsid w:val="001F4749"/>
    <w:rsid w:val="00203E0D"/>
    <w:rsid w:val="00211724"/>
    <w:rsid w:val="0021428B"/>
    <w:rsid w:val="0021673C"/>
    <w:rsid w:val="00237AA5"/>
    <w:rsid w:val="00243883"/>
    <w:rsid w:val="00256B5C"/>
    <w:rsid w:val="00266391"/>
    <w:rsid w:val="00275FE1"/>
    <w:rsid w:val="002761D8"/>
    <w:rsid w:val="002816A9"/>
    <w:rsid w:val="00297D92"/>
    <w:rsid w:val="002A0796"/>
    <w:rsid w:val="002A0915"/>
    <w:rsid w:val="002A4919"/>
    <w:rsid w:val="002B0BC6"/>
    <w:rsid w:val="002D2FE6"/>
    <w:rsid w:val="002D3447"/>
    <w:rsid w:val="002D353A"/>
    <w:rsid w:val="002D6DD0"/>
    <w:rsid w:val="002D712C"/>
    <w:rsid w:val="002E1244"/>
    <w:rsid w:val="002F3A27"/>
    <w:rsid w:val="002F3E67"/>
    <w:rsid w:val="002F45AE"/>
    <w:rsid w:val="002F4ECB"/>
    <w:rsid w:val="002F5653"/>
    <w:rsid w:val="002F58E0"/>
    <w:rsid w:val="002F70F7"/>
    <w:rsid w:val="003068E7"/>
    <w:rsid w:val="00312AAB"/>
    <w:rsid w:val="00314570"/>
    <w:rsid w:val="003148A1"/>
    <w:rsid w:val="00324578"/>
    <w:rsid w:val="00330325"/>
    <w:rsid w:val="00337B7A"/>
    <w:rsid w:val="003428B0"/>
    <w:rsid w:val="00342F23"/>
    <w:rsid w:val="003441FB"/>
    <w:rsid w:val="00344D8D"/>
    <w:rsid w:val="00356248"/>
    <w:rsid w:val="00361B38"/>
    <w:rsid w:val="00370591"/>
    <w:rsid w:val="00381F6B"/>
    <w:rsid w:val="003A5EAA"/>
    <w:rsid w:val="003C1011"/>
    <w:rsid w:val="003D1DC7"/>
    <w:rsid w:val="003D3D5D"/>
    <w:rsid w:val="003D4F06"/>
    <w:rsid w:val="003E409B"/>
    <w:rsid w:val="003F4013"/>
    <w:rsid w:val="0040522A"/>
    <w:rsid w:val="0040689A"/>
    <w:rsid w:val="004127DD"/>
    <w:rsid w:val="00422D42"/>
    <w:rsid w:val="004347CC"/>
    <w:rsid w:val="00444D2F"/>
    <w:rsid w:val="004458BC"/>
    <w:rsid w:val="00447AA6"/>
    <w:rsid w:val="00451D55"/>
    <w:rsid w:val="00456253"/>
    <w:rsid w:val="004725E4"/>
    <w:rsid w:val="00475874"/>
    <w:rsid w:val="00482597"/>
    <w:rsid w:val="00482F54"/>
    <w:rsid w:val="0048464E"/>
    <w:rsid w:val="00485B07"/>
    <w:rsid w:val="00493AA0"/>
    <w:rsid w:val="004A62CA"/>
    <w:rsid w:val="004B4FBB"/>
    <w:rsid w:val="004B5961"/>
    <w:rsid w:val="004B64A0"/>
    <w:rsid w:val="004C0993"/>
    <w:rsid w:val="004D2C3F"/>
    <w:rsid w:val="004D3FAD"/>
    <w:rsid w:val="004D4035"/>
    <w:rsid w:val="004D784D"/>
    <w:rsid w:val="004E134A"/>
    <w:rsid w:val="004E7CA5"/>
    <w:rsid w:val="004F1499"/>
    <w:rsid w:val="004F444D"/>
    <w:rsid w:val="004F7DD4"/>
    <w:rsid w:val="00507BE4"/>
    <w:rsid w:val="005137C0"/>
    <w:rsid w:val="005206DF"/>
    <w:rsid w:val="00523474"/>
    <w:rsid w:val="00527730"/>
    <w:rsid w:val="00533251"/>
    <w:rsid w:val="005413FC"/>
    <w:rsid w:val="0054594D"/>
    <w:rsid w:val="00555C39"/>
    <w:rsid w:val="00561DD0"/>
    <w:rsid w:val="00576930"/>
    <w:rsid w:val="00582D1D"/>
    <w:rsid w:val="00583506"/>
    <w:rsid w:val="00585524"/>
    <w:rsid w:val="00591323"/>
    <w:rsid w:val="005954CC"/>
    <w:rsid w:val="005A7381"/>
    <w:rsid w:val="005A786F"/>
    <w:rsid w:val="005B06FA"/>
    <w:rsid w:val="005B45A5"/>
    <w:rsid w:val="005B4F76"/>
    <w:rsid w:val="005B6F8E"/>
    <w:rsid w:val="005B7AC1"/>
    <w:rsid w:val="005C35C3"/>
    <w:rsid w:val="005C3BE5"/>
    <w:rsid w:val="005D27CA"/>
    <w:rsid w:val="005D49AE"/>
    <w:rsid w:val="005D5752"/>
    <w:rsid w:val="005D5CEA"/>
    <w:rsid w:val="005F1D2A"/>
    <w:rsid w:val="006074D9"/>
    <w:rsid w:val="00612E95"/>
    <w:rsid w:val="00622A7B"/>
    <w:rsid w:val="0062656F"/>
    <w:rsid w:val="00651CC5"/>
    <w:rsid w:val="00657B85"/>
    <w:rsid w:val="0066515E"/>
    <w:rsid w:val="00676807"/>
    <w:rsid w:val="00681827"/>
    <w:rsid w:val="00683AC1"/>
    <w:rsid w:val="00695B17"/>
    <w:rsid w:val="006A3460"/>
    <w:rsid w:val="006A45FB"/>
    <w:rsid w:val="006B46A7"/>
    <w:rsid w:val="006C17D0"/>
    <w:rsid w:val="006C5C14"/>
    <w:rsid w:val="006C6522"/>
    <w:rsid w:val="006D3CDE"/>
    <w:rsid w:val="006E1127"/>
    <w:rsid w:val="006E20C1"/>
    <w:rsid w:val="006E4328"/>
    <w:rsid w:val="00701154"/>
    <w:rsid w:val="007012EC"/>
    <w:rsid w:val="00702EDE"/>
    <w:rsid w:val="007071BE"/>
    <w:rsid w:val="0071689D"/>
    <w:rsid w:val="0072176C"/>
    <w:rsid w:val="00730D33"/>
    <w:rsid w:val="007326AA"/>
    <w:rsid w:val="00740CEA"/>
    <w:rsid w:val="007446A9"/>
    <w:rsid w:val="007517E8"/>
    <w:rsid w:val="0075789E"/>
    <w:rsid w:val="00761BE2"/>
    <w:rsid w:val="0076342C"/>
    <w:rsid w:val="00764F40"/>
    <w:rsid w:val="00771B68"/>
    <w:rsid w:val="0077368A"/>
    <w:rsid w:val="007854BA"/>
    <w:rsid w:val="00793CEF"/>
    <w:rsid w:val="007A50EF"/>
    <w:rsid w:val="007A561C"/>
    <w:rsid w:val="007A6221"/>
    <w:rsid w:val="007B53B0"/>
    <w:rsid w:val="007B7B8A"/>
    <w:rsid w:val="007C3174"/>
    <w:rsid w:val="007C46EE"/>
    <w:rsid w:val="007C527C"/>
    <w:rsid w:val="007C7FE8"/>
    <w:rsid w:val="007D3A76"/>
    <w:rsid w:val="007D5462"/>
    <w:rsid w:val="007E0AA6"/>
    <w:rsid w:val="007E1648"/>
    <w:rsid w:val="007E6261"/>
    <w:rsid w:val="007F4F0E"/>
    <w:rsid w:val="007F7B00"/>
    <w:rsid w:val="008143E5"/>
    <w:rsid w:val="00815D05"/>
    <w:rsid w:val="00824C5E"/>
    <w:rsid w:val="00827979"/>
    <w:rsid w:val="00830B04"/>
    <w:rsid w:val="008329AB"/>
    <w:rsid w:val="008332D6"/>
    <w:rsid w:val="00837AB5"/>
    <w:rsid w:val="00840DA8"/>
    <w:rsid w:val="00846C99"/>
    <w:rsid w:val="00852A2C"/>
    <w:rsid w:val="008535F8"/>
    <w:rsid w:val="00870B07"/>
    <w:rsid w:val="00870CF7"/>
    <w:rsid w:val="00877CA9"/>
    <w:rsid w:val="00877DA4"/>
    <w:rsid w:val="00877DF2"/>
    <w:rsid w:val="008845EB"/>
    <w:rsid w:val="0088519C"/>
    <w:rsid w:val="00892AA6"/>
    <w:rsid w:val="00893482"/>
    <w:rsid w:val="008A5D40"/>
    <w:rsid w:val="008A6FCA"/>
    <w:rsid w:val="008A7EC5"/>
    <w:rsid w:val="008B70EA"/>
    <w:rsid w:val="008B7790"/>
    <w:rsid w:val="008C0065"/>
    <w:rsid w:val="008C53A3"/>
    <w:rsid w:val="008E1728"/>
    <w:rsid w:val="008F6E9C"/>
    <w:rsid w:val="009042D3"/>
    <w:rsid w:val="00905B0B"/>
    <w:rsid w:val="00917257"/>
    <w:rsid w:val="00917C5A"/>
    <w:rsid w:val="00920263"/>
    <w:rsid w:val="00926BEF"/>
    <w:rsid w:val="00930402"/>
    <w:rsid w:val="00935503"/>
    <w:rsid w:val="0095106D"/>
    <w:rsid w:val="00952478"/>
    <w:rsid w:val="00952C70"/>
    <w:rsid w:val="00954B4A"/>
    <w:rsid w:val="00954E0B"/>
    <w:rsid w:val="00955FB5"/>
    <w:rsid w:val="00962B2F"/>
    <w:rsid w:val="009672DB"/>
    <w:rsid w:val="00967B0D"/>
    <w:rsid w:val="009718A5"/>
    <w:rsid w:val="009765D9"/>
    <w:rsid w:val="009776F0"/>
    <w:rsid w:val="00983F7F"/>
    <w:rsid w:val="00992F11"/>
    <w:rsid w:val="009A7B52"/>
    <w:rsid w:val="009A7C81"/>
    <w:rsid w:val="009B7357"/>
    <w:rsid w:val="009C0224"/>
    <w:rsid w:val="009C4647"/>
    <w:rsid w:val="009D1FED"/>
    <w:rsid w:val="009E0122"/>
    <w:rsid w:val="009E0403"/>
    <w:rsid w:val="009E35B0"/>
    <w:rsid w:val="009E64E3"/>
    <w:rsid w:val="009E656F"/>
    <w:rsid w:val="009F4B91"/>
    <w:rsid w:val="009F51C2"/>
    <w:rsid w:val="009F745D"/>
    <w:rsid w:val="00A0182F"/>
    <w:rsid w:val="00A15509"/>
    <w:rsid w:val="00A15E1B"/>
    <w:rsid w:val="00A3227C"/>
    <w:rsid w:val="00A32DF1"/>
    <w:rsid w:val="00A35202"/>
    <w:rsid w:val="00A5511E"/>
    <w:rsid w:val="00A60553"/>
    <w:rsid w:val="00A60EE4"/>
    <w:rsid w:val="00A63DEF"/>
    <w:rsid w:val="00A6691C"/>
    <w:rsid w:val="00A67FA2"/>
    <w:rsid w:val="00A72816"/>
    <w:rsid w:val="00A72A07"/>
    <w:rsid w:val="00A91911"/>
    <w:rsid w:val="00A95D0B"/>
    <w:rsid w:val="00A97D28"/>
    <w:rsid w:val="00AA065D"/>
    <w:rsid w:val="00AA2ADB"/>
    <w:rsid w:val="00AA2B11"/>
    <w:rsid w:val="00AA3811"/>
    <w:rsid w:val="00AC1E08"/>
    <w:rsid w:val="00AC63A6"/>
    <w:rsid w:val="00AC6649"/>
    <w:rsid w:val="00AF341F"/>
    <w:rsid w:val="00AF551B"/>
    <w:rsid w:val="00AF75AF"/>
    <w:rsid w:val="00B01CAB"/>
    <w:rsid w:val="00B063A6"/>
    <w:rsid w:val="00B25A09"/>
    <w:rsid w:val="00B34623"/>
    <w:rsid w:val="00B4217B"/>
    <w:rsid w:val="00B45B3C"/>
    <w:rsid w:val="00B53CCD"/>
    <w:rsid w:val="00B61855"/>
    <w:rsid w:val="00B61B9C"/>
    <w:rsid w:val="00B64EA3"/>
    <w:rsid w:val="00B773B7"/>
    <w:rsid w:val="00B97A09"/>
    <w:rsid w:val="00BA22B8"/>
    <w:rsid w:val="00BA30EF"/>
    <w:rsid w:val="00BA620F"/>
    <w:rsid w:val="00BC7A29"/>
    <w:rsid w:val="00BD456F"/>
    <w:rsid w:val="00BE34F3"/>
    <w:rsid w:val="00BE4A38"/>
    <w:rsid w:val="00BE7DD8"/>
    <w:rsid w:val="00BF0349"/>
    <w:rsid w:val="00C01CC0"/>
    <w:rsid w:val="00C053E1"/>
    <w:rsid w:val="00C10B51"/>
    <w:rsid w:val="00C10F09"/>
    <w:rsid w:val="00C163D8"/>
    <w:rsid w:val="00C17B02"/>
    <w:rsid w:val="00C27208"/>
    <w:rsid w:val="00C3362E"/>
    <w:rsid w:val="00C50D1D"/>
    <w:rsid w:val="00C57F17"/>
    <w:rsid w:val="00C62315"/>
    <w:rsid w:val="00C650D4"/>
    <w:rsid w:val="00C81F77"/>
    <w:rsid w:val="00C8292D"/>
    <w:rsid w:val="00C83306"/>
    <w:rsid w:val="00C8345D"/>
    <w:rsid w:val="00C86DEE"/>
    <w:rsid w:val="00C871F2"/>
    <w:rsid w:val="00C87824"/>
    <w:rsid w:val="00C958BE"/>
    <w:rsid w:val="00C95BFC"/>
    <w:rsid w:val="00CA070A"/>
    <w:rsid w:val="00CA4909"/>
    <w:rsid w:val="00CA6A23"/>
    <w:rsid w:val="00CA6DDA"/>
    <w:rsid w:val="00CA761D"/>
    <w:rsid w:val="00CB02D4"/>
    <w:rsid w:val="00CC346B"/>
    <w:rsid w:val="00CC4A93"/>
    <w:rsid w:val="00CC5E49"/>
    <w:rsid w:val="00CC6F74"/>
    <w:rsid w:val="00CD50B0"/>
    <w:rsid w:val="00CD79C7"/>
    <w:rsid w:val="00CE1DCA"/>
    <w:rsid w:val="00CE5361"/>
    <w:rsid w:val="00CE7E9E"/>
    <w:rsid w:val="00CF30B9"/>
    <w:rsid w:val="00CF533A"/>
    <w:rsid w:val="00D02A58"/>
    <w:rsid w:val="00D0440A"/>
    <w:rsid w:val="00D04B98"/>
    <w:rsid w:val="00D109A0"/>
    <w:rsid w:val="00D2236A"/>
    <w:rsid w:val="00D30CBC"/>
    <w:rsid w:val="00D43E21"/>
    <w:rsid w:val="00D50114"/>
    <w:rsid w:val="00D521A6"/>
    <w:rsid w:val="00D5590D"/>
    <w:rsid w:val="00D569BB"/>
    <w:rsid w:val="00D67413"/>
    <w:rsid w:val="00D67D9B"/>
    <w:rsid w:val="00D67F6C"/>
    <w:rsid w:val="00D7340B"/>
    <w:rsid w:val="00D74074"/>
    <w:rsid w:val="00D760C1"/>
    <w:rsid w:val="00D76152"/>
    <w:rsid w:val="00D77577"/>
    <w:rsid w:val="00D83C7A"/>
    <w:rsid w:val="00D87784"/>
    <w:rsid w:val="00D9378A"/>
    <w:rsid w:val="00D953DC"/>
    <w:rsid w:val="00DB0F77"/>
    <w:rsid w:val="00DB155C"/>
    <w:rsid w:val="00DC003F"/>
    <w:rsid w:val="00DC5E49"/>
    <w:rsid w:val="00DD2090"/>
    <w:rsid w:val="00DD213A"/>
    <w:rsid w:val="00DE3A21"/>
    <w:rsid w:val="00DE7EB6"/>
    <w:rsid w:val="00DF00B0"/>
    <w:rsid w:val="00E03E84"/>
    <w:rsid w:val="00E074F8"/>
    <w:rsid w:val="00E152F8"/>
    <w:rsid w:val="00E31688"/>
    <w:rsid w:val="00E4220D"/>
    <w:rsid w:val="00E43300"/>
    <w:rsid w:val="00E47041"/>
    <w:rsid w:val="00E47E9C"/>
    <w:rsid w:val="00E5187C"/>
    <w:rsid w:val="00E56AFD"/>
    <w:rsid w:val="00E5794E"/>
    <w:rsid w:val="00E606AA"/>
    <w:rsid w:val="00E63672"/>
    <w:rsid w:val="00E70BC2"/>
    <w:rsid w:val="00E75954"/>
    <w:rsid w:val="00E765F5"/>
    <w:rsid w:val="00E80139"/>
    <w:rsid w:val="00E93F5B"/>
    <w:rsid w:val="00E957D8"/>
    <w:rsid w:val="00E96CE2"/>
    <w:rsid w:val="00EA303C"/>
    <w:rsid w:val="00EA43E5"/>
    <w:rsid w:val="00EC0630"/>
    <w:rsid w:val="00ED3A9D"/>
    <w:rsid w:val="00EE04A1"/>
    <w:rsid w:val="00EE1CF5"/>
    <w:rsid w:val="00EE5AAA"/>
    <w:rsid w:val="00EE700D"/>
    <w:rsid w:val="00EF4B7C"/>
    <w:rsid w:val="00EF63DE"/>
    <w:rsid w:val="00EF6AD5"/>
    <w:rsid w:val="00F258F7"/>
    <w:rsid w:val="00F325B2"/>
    <w:rsid w:val="00F3340A"/>
    <w:rsid w:val="00F47FFE"/>
    <w:rsid w:val="00F50259"/>
    <w:rsid w:val="00F51F4A"/>
    <w:rsid w:val="00F53701"/>
    <w:rsid w:val="00F57F71"/>
    <w:rsid w:val="00F64089"/>
    <w:rsid w:val="00F6574C"/>
    <w:rsid w:val="00F71E2F"/>
    <w:rsid w:val="00F72A9C"/>
    <w:rsid w:val="00F7483F"/>
    <w:rsid w:val="00F80CBD"/>
    <w:rsid w:val="00F81E60"/>
    <w:rsid w:val="00F83ED5"/>
    <w:rsid w:val="00F84801"/>
    <w:rsid w:val="00F86EDE"/>
    <w:rsid w:val="00F905E0"/>
    <w:rsid w:val="00F9165B"/>
    <w:rsid w:val="00F93C37"/>
    <w:rsid w:val="00FA6200"/>
    <w:rsid w:val="00FA69B0"/>
    <w:rsid w:val="00FB0FFA"/>
    <w:rsid w:val="00FB7788"/>
    <w:rsid w:val="00FC17EF"/>
    <w:rsid w:val="00FC4523"/>
    <w:rsid w:val="00FC6838"/>
    <w:rsid w:val="00FD0D5B"/>
    <w:rsid w:val="00FD3A7A"/>
    <w:rsid w:val="00FE30F7"/>
    <w:rsid w:val="00FE5D0E"/>
    <w:rsid w:val="00FF1F74"/>
    <w:rsid w:val="00FF24B8"/>
    <w:rsid w:val="00FF6EFF"/>
    <w:rsid w:val="00FF7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CEB49"/>
  <w15:chartTrackingRefBased/>
  <w15:docId w15:val="{97815798-3321-4E39-974D-E66324E7D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2A0796"/>
    <w:pPr>
      <w:keepNext/>
      <w:suppressAutoHyphens w:val="0"/>
      <w:autoSpaceDN/>
      <w:spacing w:before="240" w:after="60" w:line="240" w:lineRule="auto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qFormat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rPr>
      <w:rFonts w:ascii="Cambria" w:eastAsia="Times New Roman" w:hAnsi="Cambria" w:cs="Times New Roman"/>
      <w:color w:val="243F60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rPr>
      <w:rFonts w:ascii="Calibri" w:eastAsia="Calibri" w:hAnsi="Calibri" w:cs="Times New Roman"/>
    </w:r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rPr>
      <w:rFonts w:ascii="Calibri" w:eastAsia="Calibri" w:hAnsi="Calibri" w:cs="Times New Roman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pPr>
      <w:ind w:left="708"/>
    </w:pPr>
    <w:rPr>
      <w:rFonts w:eastAsia="Times New Roman" w:cs="Calibri"/>
      <w:lang w:eastAsia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eastAsia="Times New Roman" w:cs="Calibri"/>
      <w:lang w:eastAsia="ar-SA"/>
    </w:rPr>
  </w:style>
  <w:style w:type="paragraph" w:styleId="Tytu">
    <w:name w:val="Title"/>
    <w:basedOn w:val="Normalny"/>
    <w:next w:val="Podtytu"/>
    <w:link w:val="TytuZnak1"/>
    <w:qFormat/>
    <w:pPr>
      <w:spacing w:after="0" w:line="240" w:lineRule="auto"/>
      <w:jc w:val="center"/>
    </w:pPr>
    <w:rPr>
      <w:rFonts w:ascii="Arial" w:hAnsi="Arial" w:cs="Arial"/>
      <w:b/>
      <w:szCs w:val="28"/>
      <w:lang w:eastAsia="ar-SA"/>
    </w:rPr>
  </w:style>
  <w:style w:type="character" w:customStyle="1" w:styleId="TytuZnak">
    <w:name w:val="Tytuł Znak"/>
    <w:rPr>
      <w:rFonts w:ascii="Arial" w:eastAsia="Times New Roman" w:hAnsi="Arial" w:cs="Arial"/>
      <w:b/>
      <w:szCs w:val="28"/>
      <w:lang w:eastAsia="ar-SA"/>
    </w:rPr>
  </w:style>
  <w:style w:type="paragraph" w:customStyle="1" w:styleId="Default">
    <w:name w:val="Default"/>
    <w:pPr>
      <w:suppressAutoHyphens/>
      <w:autoSpaceDE w:val="0"/>
      <w:autoSpaceDN w:val="0"/>
      <w:textAlignment w:val="baseline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Podtytu">
    <w:name w:val="Subtitle"/>
    <w:basedOn w:val="Normalny"/>
    <w:next w:val="Normalny"/>
    <w:qFormat/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Akapitzlist1">
    <w:name w:val="Akapit z listą1"/>
    <w:basedOn w:val="Normalny"/>
    <w:rsid w:val="007D3A76"/>
    <w:pPr>
      <w:suppressAutoHyphens w:val="0"/>
      <w:autoSpaceDN/>
      <w:ind w:left="720"/>
      <w:contextualSpacing/>
      <w:textAlignment w:val="auto"/>
    </w:pPr>
    <w:rPr>
      <w:rFonts w:eastAsia="Times New Roman"/>
    </w:rPr>
  </w:style>
  <w:style w:type="paragraph" w:styleId="Stopka">
    <w:name w:val="footer"/>
    <w:basedOn w:val="Normalny"/>
    <w:rsid w:val="00C50D1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50D1D"/>
  </w:style>
  <w:style w:type="paragraph" w:styleId="Tekstpodstawowy2">
    <w:name w:val="Body Text 2"/>
    <w:basedOn w:val="Normalny"/>
    <w:rsid w:val="002A0796"/>
    <w:pPr>
      <w:spacing w:after="120" w:line="480" w:lineRule="auto"/>
    </w:pPr>
  </w:style>
  <w:style w:type="character" w:customStyle="1" w:styleId="TytuZnak1">
    <w:name w:val="Tytuł Znak1"/>
    <w:link w:val="Tytu"/>
    <w:locked/>
    <w:rsid w:val="002A0796"/>
    <w:rPr>
      <w:rFonts w:ascii="Arial" w:hAnsi="Arial" w:cs="Arial"/>
      <w:b/>
      <w:sz w:val="22"/>
      <w:szCs w:val="28"/>
      <w:lang w:val="pl-PL" w:eastAsia="ar-SA" w:bidi="ar-SA"/>
    </w:rPr>
  </w:style>
  <w:style w:type="character" w:customStyle="1" w:styleId="h1">
    <w:name w:val="h1"/>
    <w:basedOn w:val="Domylnaczcionkaakapitu"/>
    <w:rsid w:val="00F905E0"/>
  </w:style>
  <w:style w:type="paragraph" w:styleId="Nagwek">
    <w:name w:val="header"/>
    <w:basedOn w:val="Normalny"/>
    <w:link w:val="NagwekZnak"/>
    <w:uiPriority w:val="99"/>
    <w:unhideWhenUsed/>
    <w:rsid w:val="008B779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8B7790"/>
    <w:rPr>
      <w:sz w:val="22"/>
      <w:szCs w:val="22"/>
      <w:lang w:eastAsia="en-US"/>
    </w:rPr>
  </w:style>
  <w:style w:type="character" w:customStyle="1" w:styleId="TitleChar1">
    <w:name w:val="Title Char1"/>
    <w:locked/>
    <w:rsid w:val="00CC5E49"/>
    <w:rPr>
      <w:rFonts w:ascii="Arial" w:hAnsi="Arial"/>
      <w:b/>
      <w:noProof/>
      <w:sz w:val="28"/>
      <w:lang w:val="pl-PL" w:eastAsia="pl-PL"/>
    </w:rPr>
  </w:style>
  <w:style w:type="character" w:customStyle="1" w:styleId="postbody">
    <w:name w:val="postbody"/>
    <w:uiPriority w:val="99"/>
    <w:rsid w:val="009F4B91"/>
    <w:rPr>
      <w:rFonts w:cs="Times New Roman"/>
    </w:rPr>
  </w:style>
  <w:style w:type="paragraph" w:styleId="Bezodstpw">
    <w:name w:val="No Spacing"/>
    <w:uiPriority w:val="1"/>
    <w:qFormat/>
    <w:rsid w:val="00B64EA3"/>
    <w:pPr>
      <w:suppressAutoHyphens/>
      <w:autoSpaceDN w:val="0"/>
      <w:textAlignment w:val="baseline"/>
    </w:pPr>
    <w:rPr>
      <w:sz w:val="22"/>
      <w:szCs w:val="22"/>
      <w:lang w:eastAsia="en-US"/>
    </w:rPr>
  </w:style>
  <w:style w:type="character" w:customStyle="1" w:styleId="FontStyle21">
    <w:name w:val="Font Style21"/>
    <w:rsid w:val="00077BB4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pkt">
    <w:name w:val="pkt"/>
    <w:basedOn w:val="Normalny"/>
    <w:rsid w:val="000F293E"/>
    <w:pPr>
      <w:suppressAutoHyphens w:val="0"/>
      <w:autoSpaceDN/>
      <w:spacing w:after="0" w:line="360" w:lineRule="auto"/>
      <w:ind w:left="357" w:hanging="357"/>
      <w:jc w:val="both"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rsid w:val="00C958B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0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&#211;WIENIA%202017\26.%20SOI%20-%20Od&#347;nie&#380;anie%20i%20sprz&#261;tanie\2.%20Zapytanie%20ofertowe\Umowa%20SA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40akZlTUZHZzc5UENDeWVpSDA0am9ReCt0RDM5VUVSMz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+aun1y35646an3c6b1xz3tNuAq3Vh//S4hkro2XR0oA=</DigestValue>
      </Reference>
      <Reference URI="#INFO">
        <DigestMethod Algorithm="http://www.w3.org/2001/04/xmlenc#sha256"/>
        <DigestValue>A4ES1S8IpQhHYcMaenYkooJWi4VqUbnpIFKHu12MjD0=</DigestValue>
      </Reference>
    </SignedInfo>
    <SignatureValue>GWiKodjcJl3PIsWrJBnhhfqzeoS3RTYg98PySEmdMzlCfbwmNlRrcJbwOWKn/OBhRHif0SmCsoyNmgkOpXe+6Q==</SignatureValue>
    <Object Id="INFO">
      <ArrayOfString xmlns:xsd="http://www.w3.org/2001/XMLSchema" xmlns:xsi="http://www.w3.org/2001/XMLSchema-instance" xmlns="">
        <string>4jFeMFGg79PCCyeiH04joQx+tD39UER3</string>
      </ArrayOfString>
    </Object>
  </Signature>
</WrappedLabelInfo>
</file>

<file path=customXml/itemProps1.xml><?xml version="1.0" encoding="utf-8"?>
<ds:datastoreItem xmlns:ds="http://schemas.openxmlformats.org/officeDocument/2006/customXml" ds:itemID="{BA4B1196-BCED-4C91-9CBE-03869E7B40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5C2DF2-C2E8-4A3E-921A-E3CBF3CD1E63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966671F0-8061-4223-8A19-0336F20697E0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SAP</Template>
  <TotalTime>177</TotalTime>
  <Pages>7</Pages>
  <Words>2610</Words>
  <Characters>17387</Characters>
  <Application>Microsoft Office Word</Application>
  <DocSecurity>0</DocSecurity>
  <Lines>319</Lines>
  <Paragraphs>162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Microsoft</Company>
  <LinksUpToDate>false</LinksUpToDate>
  <CharactersWithSpaces>19867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Kazek</dc:creator>
  <cp:keywords/>
  <cp:lastModifiedBy>Bednarz-Długa Karolina</cp:lastModifiedBy>
  <cp:revision>41</cp:revision>
  <dcterms:created xsi:type="dcterms:W3CDTF">2017-12-27T09:25:00Z</dcterms:created>
  <dcterms:modified xsi:type="dcterms:W3CDTF">2025-12-02T12:26:00Z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091289da-79a9-452c-99f5-abbbc3f8e37b</vt:lpwstr>
  </property>
  <property fmtid="{D5CDD505-2E9C-101B-9397-08002B2CF9AE}" pid="3" name="bjSaver">
    <vt:lpwstr>Z7ErbVS2dRq5A/gasqP/So4869K5I91d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